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64518" w14:textId="5C8AB74F"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2359CA" w:rsidRPr="002359CA">
        <w:rPr>
          <w:szCs w:val="20"/>
        </w:rPr>
        <w:t>NMSS/DFM</w:t>
      </w:r>
    </w:p>
    <w:p w14:paraId="487581AF" w14:textId="5A220E61" w:rsidR="00B97C09" w:rsidRPr="009F4B79" w:rsidRDefault="00B97C09" w:rsidP="009F4B79">
      <w:pPr>
        <w:pStyle w:val="IMCIP"/>
      </w:pPr>
      <w:r w:rsidRPr="009F4B79">
        <w:t xml:space="preserve">INSPECTION </w:t>
      </w:r>
      <w:r w:rsidR="00C70936">
        <w:t>PROCEDURE</w:t>
      </w:r>
      <w:r w:rsidRPr="009F4B79">
        <w:t xml:space="preserve"> </w:t>
      </w:r>
      <w:r w:rsidR="00C70936">
        <w:t>88200</w:t>
      </w:r>
      <w:r w:rsidRPr="009F4B79">
        <w:t xml:space="preserve"> A</w:t>
      </w:r>
      <w:r w:rsidR="00177C8B" w:rsidRPr="009F4B79">
        <w:t xml:space="preserve">PPENDIX </w:t>
      </w:r>
      <w:r w:rsidR="00C70936">
        <w:t>M</w:t>
      </w:r>
    </w:p>
    <w:p w14:paraId="043833CE" w14:textId="7DF2F281" w:rsidR="00C70936" w:rsidRPr="00916132" w:rsidRDefault="00C70936" w:rsidP="00471587">
      <w:pPr>
        <w:pStyle w:val="Title"/>
      </w:pPr>
      <w:r w:rsidRPr="00916132">
        <w:t>INSPECTION OF DIGITAL INSTRUMENTATION AND CONTROL (</w:t>
      </w:r>
      <w:r w:rsidR="00E928A6">
        <w:t>DI&amp;C</w:t>
      </w:r>
      <w:r w:rsidRPr="00916132">
        <w:t>) SYSTEM/SOFTWARE DESIGN AT FUEL CYCLE FACILITIES</w:t>
      </w:r>
    </w:p>
    <w:p w14:paraId="2A0A13E3" w14:textId="60D694B7" w:rsidR="00373AC9" w:rsidRDefault="00373AC9" w:rsidP="009F4B79">
      <w:pPr>
        <w:pStyle w:val="EffectiveDate"/>
      </w:pPr>
      <w:r>
        <w:t xml:space="preserve">Effective Date: </w:t>
      </w:r>
      <w:r w:rsidR="00AC7058">
        <w:t>May 28, 2025</w:t>
      </w:r>
    </w:p>
    <w:p w14:paraId="69E06111" w14:textId="37D28BF8" w:rsidR="00C70936" w:rsidRDefault="00C70936" w:rsidP="00CD0B6F">
      <w:pPr>
        <w:pStyle w:val="Heading1"/>
      </w:pPr>
      <w:r>
        <w:t>88200</w:t>
      </w:r>
      <w:r w:rsidRPr="00916132">
        <w:t>.</w:t>
      </w:r>
      <w:r>
        <w:t>M</w:t>
      </w:r>
      <w:r w:rsidR="007D5A5B">
        <w:rPr>
          <w:rFonts w:ascii="Cambria Math" w:hAnsi="Cambria Math" w:cs="Cambria Math"/>
        </w:rPr>
        <w:t>‑</w:t>
      </w:r>
      <w:r w:rsidR="007D5A5B">
        <w:t>0</w:t>
      </w:r>
      <w:r w:rsidRPr="00916132">
        <w:t>1</w:t>
      </w:r>
      <w:r w:rsidRPr="00916132">
        <w:tab/>
        <w:t>INSPECTION OBJECTIVES</w:t>
      </w:r>
    </w:p>
    <w:p w14:paraId="5B6C6DC6" w14:textId="77CCC599" w:rsidR="002B0D61" w:rsidRDefault="002B0D61" w:rsidP="002B0D61">
      <w:pPr>
        <w:pStyle w:val="BodyText2"/>
      </w:pPr>
      <w:r>
        <w:t>01.01</w:t>
      </w:r>
      <w:r>
        <w:tab/>
        <w:t xml:space="preserve">To determine if safety significant </w:t>
      </w:r>
      <w:r w:rsidR="00B27109">
        <w:t xml:space="preserve">digital </w:t>
      </w:r>
      <w:r w:rsidR="00B27109" w:rsidRPr="00B27109">
        <w:t>instrumentation and controls (</w:t>
      </w:r>
      <w:r w:rsidR="00061A1B">
        <w:t>D</w:t>
      </w:r>
      <w:r w:rsidR="00B27109" w:rsidRPr="00B27109">
        <w:t>I&amp;C) system</w:t>
      </w:r>
      <w:r w:rsidR="00061A1B">
        <w:t>/software design</w:t>
      </w:r>
      <w:r>
        <w:t xml:space="preserve"> work is being performed in accordance with regulatory requirements, the licensing basis, specifications, drawings, and work procedures.</w:t>
      </w:r>
    </w:p>
    <w:p w14:paraId="69BC2972" w14:textId="67CC1C64" w:rsidR="002B0D61" w:rsidRDefault="002B0D61" w:rsidP="002B0D61">
      <w:pPr>
        <w:pStyle w:val="BodyText2"/>
      </w:pPr>
      <w:r>
        <w:t xml:space="preserve">01.02 </w:t>
      </w:r>
      <w:r>
        <w:tab/>
        <w:t xml:space="preserve">To determine if the applicant/licensee’s system for preparing, reviewing, and maintaining records relative to safety significant </w:t>
      </w:r>
      <w:r w:rsidR="008346E6" w:rsidRPr="008346E6">
        <w:t xml:space="preserve">DI&amp;C system/software design </w:t>
      </w:r>
      <w:r>
        <w:t>activities reflect work accomplishment consistent with specifications and procedures.</w:t>
      </w:r>
    </w:p>
    <w:p w14:paraId="728EDAC5" w14:textId="1509413B" w:rsidR="002B0D61" w:rsidRDefault="002B0D61" w:rsidP="002B0D61">
      <w:pPr>
        <w:pStyle w:val="BodyText2"/>
      </w:pPr>
      <w:r>
        <w:t>01.03</w:t>
      </w:r>
      <w:r>
        <w:tab/>
        <w:t xml:space="preserve">To determine if the as-built condition of safety significant </w:t>
      </w:r>
      <w:r w:rsidR="008346E6" w:rsidRPr="008346E6">
        <w:t>DI&amp;C system</w:t>
      </w:r>
      <w:r w:rsidR="008346E6">
        <w:t>s</w:t>
      </w:r>
      <w:r w:rsidR="008346E6" w:rsidRPr="008346E6">
        <w:t>/software design</w:t>
      </w:r>
      <w:r w:rsidR="008346E6">
        <w:t>s</w:t>
      </w:r>
      <w:r w:rsidR="008346E6" w:rsidRPr="008346E6">
        <w:t xml:space="preserve"> </w:t>
      </w:r>
      <w:r>
        <w:t xml:space="preserve">meet the specified design requirements, specifications, and drawings. For installation of </w:t>
      </w:r>
      <w:r w:rsidR="00AB2634" w:rsidRPr="00AB2634">
        <w:t>instrumentation and controls (I&amp;C) system</w:t>
      </w:r>
      <w:r w:rsidR="00AB2634">
        <w:t>s</w:t>
      </w:r>
      <w:r>
        <w:t xml:space="preserve">, refer to Appendix </w:t>
      </w:r>
      <w:r w:rsidR="00AB2634">
        <w:t>J</w:t>
      </w:r>
      <w:r>
        <w:t xml:space="preserve"> of this inspection procedure (IP).</w:t>
      </w:r>
    </w:p>
    <w:p w14:paraId="585C86C2" w14:textId="3609A8C8" w:rsidR="00ED6B27" w:rsidRDefault="002B0D61" w:rsidP="002B0D61">
      <w:pPr>
        <w:pStyle w:val="BodyText2"/>
      </w:pPr>
      <w:r>
        <w:t>01.04</w:t>
      </w:r>
      <w:r>
        <w:tab/>
        <w:t xml:space="preserve">To determine if the implementation of the management measures related to work activities for safety significant </w:t>
      </w:r>
      <w:r w:rsidR="008346E6" w:rsidRPr="008346E6">
        <w:t xml:space="preserve">DI&amp;C systems/software designs </w:t>
      </w:r>
      <w:r>
        <w:t xml:space="preserve">associated with items </w:t>
      </w:r>
      <w:proofErr w:type="gramStart"/>
      <w:r>
        <w:t>relied</w:t>
      </w:r>
      <w:r w:rsidR="00450951">
        <w:t>-</w:t>
      </w:r>
      <w:r>
        <w:t>on</w:t>
      </w:r>
      <w:proofErr w:type="gramEnd"/>
      <w:r>
        <w:t xml:space="preserve"> for safety (IROFS) is effective and to verify that deviations from requirements are appropriately resolved.</w:t>
      </w:r>
    </w:p>
    <w:p w14:paraId="64BE40BF" w14:textId="77777777" w:rsidR="00C70936" w:rsidRDefault="00C70936" w:rsidP="00C70936">
      <w:pPr>
        <w:pStyle w:val="Heading1"/>
      </w:pPr>
      <w:r w:rsidRPr="00C70936">
        <w:t>88200.M 02</w:t>
      </w:r>
      <w:r w:rsidRPr="00C70936">
        <w:tab/>
        <w:t>INSPECTION REQUIREMENTS</w:t>
      </w:r>
    </w:p>
    <w:p w14:paraId="68B77271" w14:textId="77777777" w:rsidR="00121D15" w:rsidRDefault="00C70936" w:rsidP="00121D15">
      <w:pPr>
        <w:pStyle w:val="BodyText2"/>
        <w:rPr>
          <w:rStyle w:val="BodyTextChar"/>
        </w:rPr>
      </w:pPr>
      <w:r w:rsidRPr="00F10650">
        <w:rPr>
          <w:rFonts w:cs="Arial"/>
        </w:rPr>
        <w:t>02.0</w:t>
      </w:r>
      <w:r>
        <w:rPr>
          <w:rFonts w:cs="Arial"/>
        </w:rPr>
        <w:t>1</w:t>
      </w:r>
      <w:r w:rsidRPr="00F10650">
        <w:rPr>
          <w:rFonts w:cs="Arial"/>
        </w:rPr>
        <w:t xml:space="preserve"> </w:t>
      </w:r>
      <w:r>
        <w:rPr>
          <w:rFonts w:cs="Arial"/>
        </w:rPr>
        <w:tab/>
      </w:r>
      <w:r w:rsidRPr="00C2286F">
        <w:rPr>
          <w:rStyle w:val="BodyTextChar"/>
        </w:rPr>
        <w:t>For the safety significant</w:t>
      </w:r>
      <w:r w:rsidRPr="00C2286F" w:rsidDel="007D440B">
        <w:rPr>
          <w:rStyle w:val="BodyTextChar"/>
        </w:rPr>
        <w:t xml:space="preserve"> </w:t>
      </w:r>
      <w:r w:rsidR="00E928A6" w:rsidRPr="00C2286F">
        <w:rPr>
          <w:rStyle w:val="BodyTextChar"/>
        </w:rPr>
        <w:t>DI&amp;C</w:t>
      </w:r>
      <w:r w:rsidRPr="00C2286F">
        <w:rPr>
          <w:rStyle w:val="BodyTextChar"/>
        </w:rPr>
        <w:t xml:space="preserve"> system/software activities selected for inspection, </w:t>
      </w:r>
      <w:r w:rsidR="00637674" w:rsidRPr="00637674">
        <w:rPr>
          <w:rStyle w:val="BodyTextChar"/>
        </w:rPr>
        <w:t>determine whether procedures exist in the following areas, are compatible with the management measures program for IROFS, and prescribe adequate methods to meet the licensing basis and construction specifications, where applicable:</w:t>
      </w:r>
    </w:p>
    <w:p w14:paraId="3FDE5621" w14:textId="6C0DCE7D" w:rsidR="00C70936" w:rsidRPr="0036129C" w:rsidRDefault="001A50C4" w:rsidP="006F21F2">
      <w:pPr>
        <w:pStyle w:val="BodyText"/>
        <w:numPr>
          <w:ilvl w:val="0"/>
          <w:numId w:val="74"/>
        </w:numPr>
        <w:contextualSpacing/>
      </w:pPr>
      <w:bookmarkStart w:id="0" w:name="_Hlk157693597"/>
      <w:r>
        <w:t>P</w:t>
      </w:r>
      <w:r w:rsidR="00C70936" w:rsidRPr="0036129C">
        <w:t xml:space="preserve">lanning </w:t>
      </w:r>
      <w:r>
        <w:t>P</w:t>
      </w:r>
      <w:r w:rsidR="00C70936" w:rsidRPr="0036129C">
        <w:t>hase</w:t>
      </w:r>
    </w:p>
    <w:p w14:paraId="4F9B08C7" w14:textId="090884DE" w:rsidR="00C70936" w:rsidRPr="0036129C" w:rsidRDefault="001A50C4" w:rsidP="006F21F2">
      <w:pPr>
        <w:pStyle w:val="BodyText"/>
        <w:numPr>
          <w:ilvl w:val="0"/>
          <w:numId w:val="74"/>
        </w:numPr>
        <w:contextualSpacing/>
      </w:pPr>
      <w:r>
        <w:t>R</w:t>
      </w:r>
      <w:r w:rsidR="00C70936" w:rsidRPr="0036129C">
        <w:t xml:space="preserve">equirements </w:t>
      </w:r>
      <w:r>
        <w:t>P</w:t>
      </w:r>
      <w:r w:rsidR="00C70936" w:rsidRPr="0036129C">
        <w:t>hase</w:t>
      </w:r>
    </w:p>
    <w:p w14:paraId="09AC9D80" w14:textId="5910FC82" w:rsidR="00C70936" w:rsidRPr="0036129C" w:rsidRDefault="001A50C4" w:rsidP="006F21F2">
      <w:pPr>
        <w:pStyle w:val="BodyText"/>
        <w:numPr>
          <w:ilvl w:val="0"/>
          <w:numId w:val="74"/>
        </w:numPr>
        <w:contextualSpacing/>
      </w:pPr>
      <w:r>
        <w:t>D</w:t>
      </w:r>
      <w:r w:rsidR="00C70936" w:rsidRPr="0036129C">
        <w:t xml:space="preserve">esign </w:t>
      </w:r>
      <w:r w:rsidR="00063EA7">
        <w:t>and</w:t>
      </w:r>
      <w:r w:rsidR="00C70936" w:rsidRPr="0036129C">
        <w:t xml:space="preserve"> </w:t>
      </w:r>
      <w:r>
        <w:t>I</w:t>
      </w:r>
      <w:r w:rsidR="00C70936" w:rsidRPr="0036129C">
        <w:t xml:space="preserve">mplementation </w:t>
      </w:r>
      <w:r>
        <w:t>P</w:t>
      </w:r>
      <w:r w:rsidR="00C70936" w:rsidRPr="0036129C">
        <w:t>hase</w:t>
      </w:r>
    </w:p>
    <w:p w14:paraId="3E22FDDC" w14:textId="085D67DE" w:rsidR="00C70936" w:rsidRPr="0036129C" w:rsidRDefault="001A50C4" w:rsidP="006F21F2">
      <w:pPr>
        <w:pStyle w:val="BodyText"/>
        <w:numPr>
          <w:ilvl w:val="0"/>
          <w:numId w:val="74"/>
        </w:numPr>
        <w:contextualSpacing/>
      </w:pPr>
      <w:r>
        <w:t>I</w:t>
      </w:r>
      <w:r w:rsidR="00C70936" w:rsidRPr="0036129C">
        <w:t xml:space="preserve">ntegration </w:t>
      </w:r>
      <w:r>
        <w:t>P</w:t>
      </w:r>
      <w:r w:rsidR="00C70936" w:rsidRPr="0036129C">
        <w:t>hase</w:t>
      </w:r>
    </w:p>
    <w:p w14:paraId="5F71A9E7" w14:textId="69318D5B" w:rsidR="00C70936" w:rsidRPr="0036129C" w:rsidRDefault="001A50C4" w:rsidP="006F21F2">
      <w:pPr>
        <w:pStyle w:val="BodyText"/>
        <w:numPr>
          <w:ilvl w:val="0"/>
          <w:numId w:val="74"/>
        </w:numPr>
        <w:contextualSpacing/>
      </w:pPr>
      <w:r>
        <w:t>V</w:t>
      </w:r>
      <w:r w:rsidR="00C70936" w:rsidRPr="0036129C">
        <w:t xml:space="preserve">alidation and </w:t>
      </w:r>
      <w:r>
        <w:t>T</w:t>
      </w:r>
      <w:r w:rsidR="00C70936" w:rsidRPr="0036129C">
        <w:t xml:space="preserve">est </w:t>
      </w:r>
      <w:r>
        <w:t>P</w:t>
      </w:r>
      <w:r w:rsidR="00C70936" w:rsidRPr="0036129C">
        <w:t>hase</w:t>
      </w:r>
    </w:p>
    <w:p w14:paraId="268FD99D" w14:textId="03AA94B6" w:rsidR="00C70936" w:rsidRDefault="001A50C4" w:rsidP="006F21F2">
      <w:pPr>
        <w:pStyle w:val="BodyText"/>
        <w:numPr>
          <w:ilvl w:val="0"/>
          <w:numId w:val="74"/>
        </w:numPr>
        <w:contextualSpacing/>
      </w:pPr>
      <w:r>
        <w:t>I</w:t>
      </w:r>
      <w:r w:rsidR="00C70936" w:rsidRPr="0036129C">
        <w:t xml:space="preserve">nstallation </w:t>
      </w:r>
      <w:r>
        <w:t>P</w:t>
      </w:r>
      <w:r w:rsidR="00C70936" w:rsidRPr="0036129C">
        <w:t>hase</w:t>
      </w:r>
    </w:p>
    <w:p w14:paraId="19B2A245" w14:textId="063775B2" w:rsidR="00EC6535" w:rsidRPr="0036129C" w:rsidRDefault="00D4384F" w:rsidP="006F21F2">
      <w:pPr>
        <w:pStyle w:val="BodyText"/>
        <w:numPr>
          <w:ilvl w:val="0"/>
          <w:numId w:val="74"/>
        </w:numPr>
        <w:contextualSpacing/>
      </w:pPr>
      <w:r>
        <w:t>c</w:t>
      </w:r>
      <w:r w:rsidR="00EC6535">
        <w:t xml:space="preserve">onfiguration </w:t>
      </w:r>
      <w:r>
        <w:t>m</w:t>
      </w:r>
      <w:r w:rsidR="00EC6535">
        <w:t>anagement</w:t>
      </w:r>
    </w:p>
    <w:bookmarkEnd w:id="0"/>
    <w:p w14:paraId="504DAB12" w14:textId="77777777" w:rsidR="00A609F0" w:rsidRDefault="00C70936" w:rsidP="00C50F30">
      <w:pPr>
        <w:pStyle w:val="BodyText2"/>
        <w:rPr>
          <w:rStyle w:val="BodyTextChar"/>
        </w:rPr>
      </w:pPr>
      <w:r w:rsidRPr="00F10650">
        <w:rPr>
          <w:rFonts w:cs="Arial"/>
        </w:rPr>
        <w:t>02.0</w:t>
      </w:r>
      <w:r>
        <w:rPr>
          <w:rFonts w:cs="Arial"/>
        </w:rPr>
        <w:t>2</w:t>
      </w:r>
      <w:r w:rsidRPr="00F10650">
        <w:rPr>
          <w:rFonts w:cs="Arial"/>
        </w:rPr>
        <w:tab/>
      </w:r>
      <w:r w:rsidR="000E121F" w:rsidRPr="000E121F">
        <w:rPr>
          <w:rStyle w:val="BodyTextChar"/>
        </w:rPr>
        <w:t xml:space="preserve">Determine whether the applicant/licensee has an established audit program (including plans, procedures, and audit schedule) for assessing the adequacy of work control functions and requirements, as applicable in their licensing basis, in the area of </w:t>
      </w:r>
      <w:r w:rsidR="000E121F">
        <w:rPr>
          <w:rStyle w:val="BodyTextChar"/>
        </w:rPr>
        <w:t>D</w:t>
      </w:r>
      <w:r w:rsidR="000E121F" w:rsidRPr="000E121F">
        <w:rPr>
          <w:rStyle w:val="BodyTextChar"/>
        </w:rPr>
        <w:t xml:space="preserve">I&amp;C system activities, and for ensuring that examination, inspection, and if required, test </w:t>
      </w:r>
      <w:r w:rsidR="000E121F" w:rsidRPr="000E121F">
        <w:rPr>
          <w:rStyle w:val="BodyTextChar"/>
        </w:rPr>
        <w:lastRenderedPageBreak/>
        <w:t>personnel associated with performing tests and inspections of safety significant activities are qualified and/or certified to perform their assigned work.</w:t>
      </w:r>
    </w:p>
    <w:p w14:paraId="4969DB41" w14:textId="77777777" w:rsidR="00A609F0" w:rsidRDefault="00C70936" w:rsidP="00C50F30">
      <w:pPr>
        <w:pStyle w:val="BodyText2"/>
        <w:rPr>
          <w:rStyle w:val="BodyTextChar"/>
        </w:rPr>
      </w:pPr>
      <w:r w:rsidRPr="00655B1D">
        <w:rPr>
          <w:rFonts w:cs="Arial"/>
        </w:rPr>
        <w:t>02.03</w:t>
      </w:r>
      <w:r w:rsidRPr="00655B1D">
        <w:rPr>
          <w:rFonts w:cs="Arial"/>
        </w:rPr>
        <w:tab/>
      </w:r>
      <w:r w:rsidR="00F96420" w:rsidRPr="00F96420">
        <w:rPr>
          <w:rStyle w:val="BodyTextChar"/>
        </w:rPr>
        <w:t xml:space="preserve">Ascertain whether the following safety significant </w:t>
      </w:r>
      <w:r w:rsidR="00F96420">
        <w:rPr>
          <w:rStyle w:val="BodyTextChar"/>
        </w:rPr>
        <w:t>D</w:t>
      </w:r>
      <w:r w:rsidR="00F96420" w:rsidRPr="00F96420">
        <w:rPr>
          <w:rStyle w:val="BodyTextChar"/>
        </w:rPr>
        <w:t>I&amp;C system activities, as required by licensing commitments and applicable construction codes, are being controlled and accomplished in accordance with the requirements of the documents reviewed in 02.01, above:</w:t>
      </w:r>
    </w:p>
    <w:p w14:paraId="6DF1C0A5" w14:textId="51F54521" w:rsidR="00C70936" w:rsidRPr="00855D4A" w:rsidRDefault="001A50C4" w:rsidP="006F21F2">
      <w:pPr>
        <w:pStyle w:val="BodyText"/>
        <w:numPr>
          <w:ilvl w:val="0"/>
          <w:numId w:val="75"/>
        </w:numPr>
        <w:contextualSpacing/>
      </w:pPr>
      <w:r>
        <w:t>P</w:t>
      </w:r>
      <w:r w:rsidR="00C70936" w:rsidRPr="00855D4A">
        <w:t xml:space="preserve">lanning </w:t>
      </w:r>
      <w:r>
        <w:t>P</w:t>
      </w:r>
      <w:r w:rsidR="00C70936" w:rsidRPr="00855D4A">
        <w:t>hase</w:t>
      </w:r>
    </w:p>
    <w:p w14:paraId="6E7873B3" w14:textId="765F0CB7" w:rsidR="00C70936" w:rsidRPr="00855D4A" w:rsidRDefault="001A50C4" w:rsidP="006F21F2">
      <w:pPr>
        <w:pStyle w:val="BodyText"/>
        <w:numPr>
          <w:ilvl w:val="0"/>
          <w:numId w:val="75"/>
        </w:numPr>
        <w:contextualSpacing/>
      </w:pPr>
      <w:r>
        <w:t>R</w:t>
      </w:r>
      <w:r w:rsidR="00C70936" w:rsidRPr="00855D4A">
        <w:t xml:space="preserve">equirements </w:t>
      </w:r>
      <w:r>
        <w:t>P</w:t>
      </w:r>
      <w:r w:rsidR="00C70936" w:rsidRPr="00855D4A">
        <w:t>hase</w:t>
      </w:r>
    </w:p>
    <w:p w14:paraId="1DFB7A50" w14:textId="19CCF872" w:rsidR="00C70936" w:rsidRPr="00855D4A" w:rsidRDefault="001A50C4" w:rsidP="006F21F2">
      <w:pPr>
        <w:pStyle w:val="BodyText"/>
        <w:numPr>
          <w:ilvl w:val="0"/>
          <w:numId w:val="75"/>
        </w:numPr>
        <w:contextualSpacing/>
      </w:pPr>
      <w:r>
        <w:t>D</w:t>
      </w:r>
      <w:r w:rsidR="00C70936" w:rsidRPr="00855D4A">
        <w:t xml:space="preserve">esign </w:t>
      </w:r>
      <w:r w:rsidR="0095650D">
        <w:t>and</w:t>
      </w:r>
      <w:r w:rsidR="00C70936" w:rsidRPr="00855D4A">
        <w:t xml:space="preserve"> </w:t>
      </w:r>
      <w:r>
        <w:t>I</w:t>
      </w:r>
      <w:r w:rsidR="00C70936" w:rsidRPr="00855D4A">
        <w:t xml:space="preserve">mplementation </w:t>
      </w:r>
      <w:r>
        <w:t>P</w:t>
      </w:r>
      <w:r w:rsidR="00C70936" w:rsidRPr="00855D4A">
        <w:t>hase</w:t>
      </w:r>
    </w:p>
    <w:p w14:paraId="53901246" w14:textId="185E62E0" w:rsidR="00C70936" w:rsidRPr="00855D4A" w:rsidRDefault="001A50C4" w:rsidP="006F21F2">
      <w:pPr>
        <w:pStyle w:val="BodyText"/>
        <w:numPr>
          <w:ilvl w:val="0"/>
          <w:numId w:val="75"/>
        </w:numPr>
        <w:contextualSpacing/>
      </w:pPr>
      <w:r>
        <w:t>I</w:t>
      </w:r>
      <w:r w:rsidR="00C70936" w:rsidRPr="00855D4A">
        <w:t xml:space="preserve">ntegration </w:t>
      </w:r>
      <w:r>
        <w:t>P</w:t>
      </w:r>
      <w:r w:rsidR="00C70936" w:rsidRPr="00855D4A">
        <w:t>hase</w:t>
      </w:r>
    </w:p>
    <w:p w14:paraId="5919DEA5" w14:textId="1AAF4D6C" w:rsidR="00C70936" w:rsidRPr="00855D4A" w:rsidRDefault="001A50C4" w:rsidP="006F21F2">
      <w:pPr>
        <w:pStyle w:val="BodyText"/>
        <w:numPr>
          <w:ilvl w:val="0"/>
          <w:numId w:val="75"/>
        </w:numPr>
        <w:contextualSpacing/>
      </w:pPr>
      <w:r>
        <w:t>V</w:t>
      </w:r>
      <w:r w:rsidR="00C70936" w:rsidRPr="00855D4A">
        <w:t xml:space="preserve">alidation and </w:t>
      </w:r>
      <w:r>
        <w:t>T</w:t>
      </w:r>
      <w:r w:rsidR="00C70936" w:rsidRPr="00855D4A">
        <w:t xml:space="preserve">est </w:t>
      </w:r>
      <w:r>
        <w:t>P</w:t>
      </w:r>
      <w:r w:rsidR="00C70936" w:rsidRPr="00855D4A">
        <w:t>hase</w:t>
      </w:r>
    </w:p>
    <w:p w14:paraId="507F4A44" w14:textId="35850587" w:rsidR="00C70936" w:rsidRDefault="001A50C4" w:rsidP="006F21F2">
      <w:pPr>
        <w:pStyle w:val="BodyText"/>
        <w:numPr>
          <w:ilvl w:val="0"/>
          <w:numId w:val="75"/>
        </w:numPr>
        <w:contextualSpacing/>
      </w:pPr>
      <w:r>
        <w:t>I</w:t>
      </w:r>
      <w:r w:rsidR="00C70936" w:rsidRPr="00855D4A">
        <w:t xml:space="preserve">nstallation </w:t>
      </w:r>
      <w:r>
        <w:t>P</w:t>
      </w:r>
      <w:r w:rsidR="00C70936" w:rsidRPr="00855D4A">
        <w:t>hase</w:t>
      </w:r>
    </w:p>
    <w:p w14:paraId="5A4C7F98" w14:textId="31754286" w:rsidR="00A609F0" w:rsidRDefault="00D93437" w:rsidP="006F21F2">
      <w:pPr>
        <w:pStyle w:val="BodyText"/>
        <w:numPr>
          <w:ilvl w:val="0"/>
          <w:numId w:val="75"/>
        </w:numPr>
      </w:pPr>
      <w:r>
        <w:t>c</w:t>
      </w:r>
      <w:r w:rsidR="001266ED">
        <w:t xml:space="preserve">onfiguration </w:t>
      </w:r>
      <w:r>
        <w:t>m</w:t>
      </w:r>
      <w:r w:rsidR="001266ED">
        <w:t>anagement</w:t>
      </w:r>
    </w:p>
    <w:p w14:paraId="6DBFB9A1" w14:textId="77777777" w:rsidR="00A609F0" w:rsidRDefault="00C70936" w:rsidP="004B71EE">
      <w:pPr>
        <w:pStyle w:val="BodyText2"/>
        <w:rPr>
          <w:rStyle w:val="BodyTextChar"/>
        </w:rPr>
      </w:pPr>
      <w:r w:rsidRPr="00F10650">
        <w:rPr>
          <w:rFonts w:cs="Arial"/>
        </w:rPr>
        <w:t>02.0</w:t>
      </w:r>
      <w:r>
        <w:rPr>
          <w:rFonts w:cs="Arial"/>
        </w:rPr>
        <w:t>4</w:t>
      </w:r>
      <w:r>
        <w:tab/>
      </w:r>
      <w:r w:rsidR="00B7589B" w:rsidRPr="00B7589B">
        <w:rPr>
          <w:rStyle w:val="BodyTextChar"/>
        </w:rPr>
        <w:t xml:space="preserve">Review the documentation generated for the safety significant </w:t>
      </w:r>
      <w:r w:rsidR="00B7589B">
        <w:rPr>
          <w:rStyle w:val="BodyTextChar"/>
        </w:rPr>
        <w:t>D</w:t>
      </w:r>
      <w:r w:rsidR="00B7589B" w:rsidRPr="00B7589B">
        <w:rPr>
          <w:rStyle w:val="BodyTextChar"/>
        </w:rPr>
        <w:t>I&amp;C system activities, as required by the licensing basis. Determine whether the applicant/</w:t>
      </w:r>
      <w:proofErr w:type="gramStart"/>
      <w:r w:rsidR="00B7589B" w:rsidRPr="00B7589B">
        <w:rPr>
          <w:rStyle w:val="BodyTextChar"/>
        </w:rPr>
        <w:t>licensee</w:t>
      </w:r>
      <w:proofErr w:type="gramEnd"/>
      <w:r w:rsidR="00B7589B" w:rsidRPr="00B7589B">
        <w:rPr>
          <w:rStyle w:val="BodyTextChar"/>
        </w:rPr>
        <w:t xml:space="preserve">/contractor system for documenting </w:t>
      </w:r>
      <w:proofErr w:type="gramStart"/>
      <w:r w:rsidR="00B7589B" w:rsidRPr="00B7589B">
        <w:rPr>
          <w:rStyle w:val="BodyTextChar"/>
        </w:rPr>
        <w:t>safety significant</w:t>
      </w:r>
      <w:proofErr w:type="gramEnd"/>
      <w:r w:rsidR="00B7589B" w:rsidRPr="00B7589B">
        <w:rPr>
          <w:rStyle w:val="BodyTextChar"/>
        </w:rPr>
        <w:t xml:space="preserve"> work is functioning in accordance with requirements. Records should be complete, reviewed by quality control, engineering personnel, or designee, as required, and readily retrievable.</w:t>
      </w:r>
    </w:p>
    <w:p w14:paraId="17AB0829" w14:textId="617201E6" w:rsidR="00C70936" w:rsidRPr="00855D4A" w:rsidRDefault="001A50C4" w:rsidP="006F21F2">
      <w:pPr>
        <w:pStyle w:val="BodyText"/>
        <w:numPr>
          <w:ilvl w:val="0"/>
          <w:numId w:val="76"/>
        </w:numPr>
        <w:contextualSpacing/>
      </w:pPr>
      <w:r>
        <w:t>P</w:t>
      </w:r>
      <w:r w:rsidR="00C70936" w:rsidRPr="00855D4A">
        <w:t xml:space="preserve">lanning </w:t>
      </w:r>
      <w:r>
        <w:t>P</w:t>
      </w:r>
      <w:r w:rsidR="00C70936" w:rsidRPr="00855D4A">
        <w:t>hase</w:t>
      </w:r>
    </w:p>
    <w:p w14:paraId="1764D295" w14:textId="1F96CB1F" w:rsidR="00C70936" w:rsidRPr="00855D4A" w:rsidRDefault="001A50C4" w:rsidP="006F21F2">
      <w:pPr>
        <w:pStyle w:val="BodyText"/>
        <w:numPr>
          <w:ilvl w:val="0"/>
          <w:numId w:val="76"/>
        </w:numPr>
        <w:contextualSpacing/>
      </w:pPr>
      <w:r>
        <w:t>R</w:t>
      </w:r>
      <w:r w:rsidR="00C70936" w:rsidRPr="00855D4A">
        <w:t xml:space="preserve">equirements </w:t>
      </w:r>
      <w:r>
        <w:t>P</w:t>
      </w:r>
      <w:r w:rsidR="00C70936" w:rsidRPr="00855D4A">
        <w:t>hase</w:t>
      </w:r>
    </w:p>
    <w:p w14:paraId="11EF4EC3" w14:textId="1DD235E8" w:rsidR="00C70936" w:rsidRPr="00855D4A" w:rsidRDefault="001A50C4" w:rsidP="006F21F2">
      <w:pPr>
        <w:pStyle w:val="BodyText"/>
        <w:numPr>
          <w:ilvl w:val="0"/>
          <w:numId w:val="76"/>
        </w:numPr>
        <w:contextualSpacing/>
      </w:pPr>
      <w:r>
        <w:t>D</w:t>
      </w:r>
      <w:r w:rsidR="00C70936" w:rsidRPr="00855D4A">
        <w:t xml:space="preserve">esign </w:t>
      </w:r>
      <w:r w:rsidR="004B540B">
        <w:t>and</w:t>
      </w:r>
      <w:r w:rsidR="00C70936" w:rsidRPr="00855D4A">
        <w:t xml:space="preserve"> </w:t>
      </w:r>
      <w:r>
        <w:t>I</w:t>
      </w:r>
      <w:r w:rsidR="00C70936" w:rsidRPr="00855D4A">
        <w:t xml:space="preserve">mplementation </w:t>
      </w:r>
      <w:r>
        <w:t>P</w:t>
      </w:r>
      <w:r w:rsidR="00C70936" w:rsidRPr="00855D4A">
        <w:t>hase</w:t>
      </w:r>
    </w:p>
    <w:p w14:paraId="24AD3DE6" w14:textId="62F660E6" w:rsidR="00C70936" w:rsidRPr="00855D4A" w:rsidRDefault="001A50C4" w:rsidP="006F21F2">
      <w:pPr>
        <w:pStyle w:val="BodyText"/>
        <w:numPr>
          <w:ilvl w:val="0"/>
          <w:numId w:val="76"/>
        </w:numPr>
        <w:contextualSpacing/>
      </w:pPr>
      <w:r>
        <w:t>I</w:t>
      </w:r>
      <w:r w:rsidR="00C70936" w:rsidRPr="00855D4A">
        <w:t xml:space="preserve">ntegration </w:t>
      </w:r>
      <w:r>
        <w:t>P</w:t>
      </w:r>
      <w:r w:rsidR="00C70936" w:rsidRPr="00855D4A">
        <w:t>hase</w:t>
      </w:r>
    </w:p>
    <w:p w14:paraId="252C56BB" w14:textId="0C4A2C31" w:rsidR="00C70936" w:rsidRPr="00855D4A" w:rsidRDefault="001A50C4" w:rsidP="006F21F2">
      <w:pPr>
        <w:pStyle w:val="BodyText"/>
        <w:numPr>
          <w:ilvl w:val="0"/>
          <w:numId w:val="76"/>
        </w:numPr>
        <w:contextualSpacing/>
      </w:pPr>
      <w:r>
        <w:t>V</w:t>
      </w:r>
      <w:r w:rsidR="00C70936" w:rsidRPr="00855D4A">
        <w:t xml:space="preserve">alidation and </w:t>
      </w:r>
      <w:r>
        <w:t>T</w:t>
      </w:r>
      <w:r w:rsidR="00C70936" w:rsidRPr="00855D4A">
        <w:t xml:space="preserve">est </w:t>
      </w:r>
      <w:r>
        <w:t>P</w:t>
      </w:r>
      <w:r w:rsidR="00C70936" w:rsidRPr="00855D4A">
        <w:t>hase</w:t>
      </w:r>
    </w:p>
    <w:p w14:paraId="310803EC" w14:textId="6F86A5CF" w:rsidR="00C70936" w:rsidRPr="00855D4A" w:rsidRDefault="001A50C4" w:rsidP="006F21F2">
      <w:pPr>
        <w:pStyle w:val="BodyText"/>
        <w:numPr>
          <w:ilvl w:val="0"/>
          <w:numId w:val="76"/>
        </w:numPr>
        <w:contextualSpacing/>
      </w:pPr>
      <w:r>
        <w:t>I</w:t>
      </w:r>
      <w:r w:rsidR="00C70936" w:rsidRPr="00855D4A">
        <w:t xml:space="preserve">nstallation </w:t>
      </w:r>
      <w:r>
        <w:t>P</w:t>
      </w:r>
      <w:r w:rsidR="00C70936" w:rsidRPr="00855D4A">
        <w:t>hase</w:t>
      </w:r>
    </w:p>
    <w:p w14:paraId="1B8B5339" w14:textId="26950A51" w:rsidR="00C70936" w:rsidRPr="00855D4A" w:rsidRDefault="00252C75" w:rsidP="006F21F2">
      <w:pPr>
        <w:pStyle w:val="BodyText"/>
        <w:numPr>
          <w:ilvl w:val="0"/>
          <w:numId w:val="76"/>
        </w:numPr>
        <w:contextualSpacing/>
      </w:pPr>
      <w:r>
        <w:t>n</w:t>
      </w:r>
      <w:r w:rsidR="00C70936" w:rsidRPr="00855D4A">
        <w:t>onconformance/deviation record(s)</w:t>
      </w:r>
    </w:p>
    <w:p w14:paraId="4B04670E" w14:textId="40867739" w:rsidR="00C70936" w:rsidRPr="00855D4A" w:rsidRDefault="00252C75" w:rsidP="006F21F2">
      <w:pPr>
        <w:pStyle w:val="BodyText"/>
        <w:numPr>
          <w:ilvl w:val="0"/>
          <w:numId w:val="76"/>
        </w:numPr>
        <w:contextualSpacing/>
      </w:pPr>
      <w:r>
        <w:t>t</w:t>
      </w:r>
      <w:r w:rsidR="00C70936" w:rsidRPr="00855D4A">
        <w:t>raining/qualification records of craft, and quality inspection personnel (as required)</w:t>
      </w:r>
    </w:p>
    <w:p w14:paraId="28ED090B" w14:textId="3535247C" w:rsidR="00C70936" w:rsidRPr="00855D4A" w:rsidRDefault="00252C75" w:rsidP="006F21F2">
      <w:pPr>
        <w:pStyle w:val="BodyText"/>
        <w:numPr>
          <w:ilvl w:val="0"/>
          <w:numId w:val="76"/>
        </w:numPr>
      </w:pPr>
      <w:r>
        <w:t>c</w:t>
      </w:r>
      <w:r w:rsidR="00C70936" w:rsidRPr="00855D4A">
        <w:t>onfiguration management records</w:t>
      </w:r>
    </w:p>
    <w:p w14:paraId="052F0CC9" w14:textId="775C19F3" w:rsidR="00C70936" w:rsidRPr="00F10650" w:rsidRDefault="00C70936" w:rsidP="00C70936">
      <w:pPr>
        <w:pStyle w:val="Heading1"/>
      </w:pPr>
      <w:r>
        <w:t>88200</w:t>
      </w:r>
      <w:r w:rsidRPr="00F10650">
        <w:t>.</w:t>
      </w:r>
      <w:r>
        <w:t>M</w:t>
      </w:r>
      <w:r w:rsidR="007D5A5B">
        <w:rPr>
          <w:rFonts w:ascii="Cambria Math" w:hAnsi="Cambria Math" w:cs="Cambria Math"/>
        </w:rPr>
        <w:t>‑</w:t>
      </w:r>
      <w:r w:rsidR="007D5A5B">
        <w:t>0</w:t>
      </w:r>
      <w:r w:rsidRPr="00F10650">
        <w:t>3</w:t>
      </w:r>
      <w:r w:rsidRPr="00F10650">
        <w:tab/>
      </w:r>
      <w:r>
        <w:t>INSPECTION GUIDANCE</w:t>
      </w:r>
    </w:p>
    <w:p w14:paraId="3E94D0CD" w14:textId="77777777" w:rsidR="00A609F0" w:rsidRDefault="00C70936" w:rsidP="003638D4">
      <w:pPr>
        <w:pStyle w:val="BodyText"/>
        <w:rPr>
          <w:u w:val="single"/>
        </w:rPr>
      </w:pPr>
      <w:r w:rsidRPr="003638D4">
        <w:rPr>
          <w:u w:val="single"/>
        </w:rPr>
        <w:t>General Guidance</w:t>
      </w:r>
    </w:p>
    <w:p w14:paraId="69C0880E" w14:textId="5B15B8BE" w:rsidR="002876F8" w:rsidRDefault="002876F8" w:rsidP="00E370FD">
      <w:pPr>
        <w:pStyle w:val="BodyText"/>
      </w:pPr>
      <w:r>
        <w:t xml:space="preserve">Inspectors should review the facility description in the integrated safety analysis, integrated safety analysis summary, or equivalent and be familiar with the </w:t>
      </w:r>
      <w:r w:rsidR="00035B58" w:rsidRPr="00035B58">
        <w:t xml:space="preserve">safety significant items and services </w:t>
      </w:r>
      <w:r w:rsidR="00035B58">
        <w:t>(</w:t>
      </w:r>
      <w:r>
        <w:t>SSIS</w:t>
      </w:r>
      <w:r w:rsidR="00035B58">
        <w:t>)</w:t>
      </w:r>
      <w:r>
        <w:t xml:space="preserve">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w:t>
      </w:r>
      <w:r w:rsidR="00C904F4">
        <w:t xml:space="preserve">any </w:t>
      </w:r>
      <w:r>
        <w:t>modifications performed compl</w:t>
      </w:r>
      <w:r w:rsidR="006557D6">
        <w:t>y</w:t>
      </w:r>
      <w:r>
        <w:t xml:space="preserve"> with the licensee’s configuration management program and does not impact any NRC licensing decisions. </w:t>
      </w:r>
    </w:p>
    <w:p w14:paraId="7486239C" w14:textId="3A9154D3" w:rsidR="00C57AD9" w:rsidRDefault="002876F8" w:rsidP="00E370FD">
      <w:pPr>
        <w:pStyle w:val="BodyText"/>
      </w:pPr>
      <w:r>
        <w:t xml:space="preserve">Inspectors should also be familiar with the licensee’s management measures and/or quality assurance </w:t>
      </w:r>
      <w:r w:rsidR="001B6AB9">
        <w:t xml:space="preserve">(QA) </w:t>
      </w:r>
      <w:r>
        <w:t xml:space="preserve">program, if applicable, and the licensing basis associated with these measures. It is not the objective of this IP to verify the adequacy of the applicant/licensee’s management measures program, but inspectors should be prepared to identify potential gaps in the implementation of management measures for future inspections. Inspectors should complete this appendix by inspecting the attributes listed in this appendix for as-built </w:t>
      </w:r>
      <w:r w:rsidR="001266ED">
        <w:t>D</w:t>
      </w:r>
      <w:r>
        <w:t xml:space="preserve">I&amp;C system work </w:t>
      </w:r>
      <w:r>
        <w:lastRenderedPageBreak/>
        <w:t xml:space="preserve">with a focus on SSIS, such as IROFS, or regulatory requirements, as applicable. </w:t>
      </w:r>
      <w:r w:rsidR="00C57AD9" w:rsidRPr="00F426B8">
        <w:t xml:space="preserve">Inspectors should also coordinate this appendix with </w:t>
      </w:r>
      <w:r w:rsidR="00F337C3" w:rsidRPr="00F426B8">
        <w:t>the inspection</w:t>
      </w:r>
      <w:r w:rsidR="00C57AD9" w:rsidRPr="00F426B8">
        <w:t xml:space="preserve"> of I&amp;C (Appendix </w:t>
      </w:r>
      <w:r>
        <w:t>J</w:t>
      </w:r>
      <w:r w:rsidR="00C57AD9" w:rsidRPr="00F426B8">
        <w:t xml:space="preserve"> of this IP) for efficiency.</w:t>
      </w:r>
    </w:p>
    <w:p w14:paraId="25DB9A1F" w14:textId="32612CF6" w:rsidR="003116CA" w:rsidRDefault="003116CA" w:rsidP="00E370FD">
      <w:pPr>
        <w:pStyle w:val="BodyText"/>
      </w:pPr>
      <w:r w:rsidRPr="00E370FD">
        <w:t>Inspectors</w:t>
      </w:r>
      <w:r>
        <w:t xml:space="preserve"> should contact the applicant/licensee prior to the onsite inspection to help determine what samples are to be inspected. Observation during in-progress activities, like construction, installation, and testing, is desirable but not required. If necessary, inspectors may select completed systems for inspection. Inspectors should not attempt to inspect all available samples but may expand if significant concerns with the applicant/licensee’s control of installation/construction arise in this functional area.</w:t>
      </w:r>
    </w:p>
    <w:p w14:paraId="449B3B36" w14:textId="71929153" w:rsidR="003116CA" w:rsidRDefault="003116CA" w:rsidP="00E370FD">
      <w:pPr>
        <w:pStyle w:val="BodyText"/>
      </w:pPr>
      <w:r>
        <w:t>Inspectors should collect applicant/licensee procedures,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09804ABC" w14:textId="3687941E" w:rsidR="003116CA" w:rsidRPr="005E4837" w:rsidRDefault="003116CA" w:rsidP="00E370FD">
      <w:pPr>
        <w:pStyle w:val="BodyText"/>
      </w:pPr>
      <w:r w:rsidRPr="00E370FD">
        <w:t>Inspectors</w:t>
      </w:r>
      <w:r>
        <w:t xml:space="preserve"> should choose one or more safety significant D</w:t>
      </w:r>
      <w:r w:rsidRPr="00DD7E12">
        <w:t>I&amp;C system</w:t>
      </w:r>
      <w:r>
        <w:t>s</w:t>
      </w:r>
      <w:r w:rsidRPr="00DD7E12">
        <w:t xml:space="preserve"> </w:t>
      </w:r>
      <w:r>
        <w:t xml:space="preserve">and review the areas listed in </w:t>
      </w:r>
      <w:r w:rsidR="001A644B">
        <w:t xml:space="preserve">Inspection Requirements </w:t>
      </w:r>
      <w:r>
        <w:t>02.01 through 02.04 to the extent practical and may use their judgment in determining which areas to concentrate on if time is limited</w:t>
      </w:r>
      <w:r w:rsidRPr="005E4837">
        <w:t>.</w:t>
      </w:r>
    </w:p>
    <w:p w14:paraId="4FAD7AA7" w14:textId="42491C5F" w:rsidR="00C70936" w:rsidRPr="0055697C" w:rsidRDefault="00C70936" w:rsidP="0091257D">
      <w:pPr>
        <w:pStyle w:val="BodyText"/>
        <w:rPr>
          <w:u w:val="single"/>
        </w:rPr>
      </w:pPr>
      <w:r w:rsidRPr="00B34B16">
        <w:rPr>
          <w:u w:val="single"/>
        </w:rPr>
        <w:t>General Guidance</w:t>
      </w:r>
      <w:r w:rsidR="006A6CFB">
        <w:rPr>
          <w:u w:val="single"/>
        </w:rPr>
        <w:t>–</w:t>
      </w:r>
      <w:r w:rsidRPr="00B34B16">
        <w:rPr>
          <w:u w:val="single"/>
        </w:rPr>
        <w:t>Inspection Planning and Preparation for D&amp;IC System/Software Inspection</w:t>
      </w:r>
    </w:p>
    <w:p w14:paraId="3FD6BD73" w14:textId="23E496B1" w:rsidR="00C70936" w:rsidRDefault="00C70936" w:rsidP="0091257D">
      <w:pPr>
        <w:pStyle w:val="BodyText"/>
      </w:pPr>
      <w:r w:rsidRPr="00916132">
        <w:t xml:space="preserve">The actual planning and scheduling of the </w:t>
      </w:r>
      <w:r w:rsidR="00E928A6">
        <w:t>DI&amp;C</w:t>
      </w:r>
      <w:r w:rsidRPr="00916132">
        <w:t xml:space="preserve"> inspections is dependent on the licensee’s design development schedule and associated milestones. The guidance contained herein is intended to mirror a typical development life cycle. Inspections should not be planned until the completion of life cycle phases by the licensee can be anticipated and expected completion dates can be confirmed.</w:t>
      </w:r>
    </w:p>
    <w:p w14:paraId="2C2EB301" w14:textId="28D29F8A" w:rsidR="00C70936" w:rsidRDefault="00C70936" w:rsidP="0091257D">
      <w:pPr>
        <w:pStyle w:val="BodyText"/>
      </w:pPr>
      <w:r w:rsidRPr="00CF2334">
        <w:t xml:space="preserve">The development of safety significant </w:t>
      </w:r>
      <w:r w:rsidR="00E928A6">
        <w:t>DI&amp;C</w:t>
      </w:r>
      <w:r w:rsidRPr="00CF2334">
        <w:t xml:space="preserve"> systems and software should progress in accordance with a formally defined life cycle. Although life cycle activities may differ between licensees, all share certain characteristics. The staff’s inspection and acceptance of digital safety system and software functions is based upon:</w:t>
      </w:r>
    </w:p>
    <w:p w14:paraId="1695F91E" w14:textId="75372A77" w:rsidR="00C70936" w:rsidRDefault="001A29AD" w:rsidP="006F21F2">
      <w:pPr>
        <w:pStyle w:val="BodyText"/>
        <w:numPr>
          <w:ilvl w:val="0"/>
          <w:numId w:val="77"/>
        </w:numPr>
      </w:pPr>
      <w:r>
        <w:t>c</w:t>
      </w:r>
      <w:r w:rsidR="00C70936" w:rsidRPr="004B4F87">
        <w:t xml:space="preserve">onfirmation that acceptable plans were prepared to control software development </w:t>
      </w:r>
      <w:proofErr w:type="gramStart"/>
      <w:r w:rsidR="00C70936" w:rsidRPr="004B4F87">
        <w:t>activities;</w:t>
      </w:r>
      <w:proofErr w:type="gramEnd"/>
    </w:p>
    <w:p w14:paraId="1282BFE1" w14:textId="62499B6F" w:rsidR="00C70936" w:rsidRDefault="001A29AD" w:rsidP="006F21F2">
      <w:pPr>
        <w:pStyle w:val="BodyText"/>
        <w:numPr>
          <w:ilvl w:val="0"/>
          <w:numId w:val="77"/>
        </w:numPr>
      </w:pPr>
      <w:r>
        <w:t>e</w:t>
      </w:r>
      <w:r w:rsidR="00C70936" w:rsidRPr="00F83CDC">
        <w:t>vidence that the plans were implemented in the software development life cycles; and</w:t>
      </w:r>
    </w:p>
    <w:p w14:paraId="2139A3E8" w14:textId="77777777" w:rsidR="00A609F0" w:rsidRDefault="001A29AD" w:rsidP="006F21F2">
      <w:pPr>
        <w:pStyle w:val="BodyText"/>
        <w:numPr>
          <w:ilvl w:val="0"/>
          <w:numId w:val="77"/>
        </w:numPr>
      </w:pPr>
      <w:r>
        <w:t>e</w:t>
      </w:r>
      <w:r w:rsidR="00C70936" w:rsidRPr="00F83CDC">
        <w:t>vidence that the process produced acceptable design outputs.</w:t>
      </w:r>
    </w:p>
    <w:p w14:paraId="61C9ADCF" w14:textId="5E133087" w:rsidR="00C70936" w:rsidRDefault="00C70936" w:rsidP="001A29AD">
      <w:pPr>
        <w:pStyle w:val="BodyText"/>
        <w:spacing w:after="0"/>
      </w:pPr>
      <w:r w:rsidRPr="00916132">
        <w:t xml:space="preserve">Generic inspection attributes and criteria for each </w:t>
      </w:r>
      <w:r w:rsidR="00E928A6">
        <w:t>DI&amp;C</w:t>
      </w:r>
      <w:r w:rsidRPr="00916132">
        <w:t xml:space="preserve"> software life cycle phase are provided within Attachments 1 through 6 of this </w:t>
      </w:r>
      <w:r w:rsidR="00B4510B">
        <w:t>A</w:t>
      </w:r>
      <w:r w:rsidRPr="00916132">
        <w:t xml:space="preserve">ppendix. It is recognized that not all </w:t>
      </w:r>
      <w:r w:rsidR="00E928A6">
        <w:t>DI&amp;C</w:t>
      </w:r>
      <w:r w:rsidRPr="00916132">
        <w:t xml:space="preserve"> life cycle phases may be inspected because they may not apply to each licensee’s development program/process. The goal of this inspection activity is to examine the governing documents and samples of activities that demonstrate the implementation of these documents </w:t>
      </w:r>
      <w:proofErr w:type="gramStart"/>
      <w:r w:rsidRPr="00916132">
        <w:t>in order to</w:t>
      </w:r>
      <w:proofErr w:type="gramEnd"/>
      <w:r w:rsidRPr="00916132">
        <w:t xml:space="preserve"> provide a comprehensive inspection of the licensee’s </w:t>
      </w:r>
      <w:r w:rsidR="00E928A6">
        <w:t>DI&amp;C</w:t>
      </w:r>
      <w:r w:rsidRPr="00916132">
        <w:t xml:space="preserve"> development process as delineated </w:t>
      </w:r>
      <w:proofErr w:type="gramStart"/>
      <w:r w:rsidRPr="00916132">
        <w:t>in</w:t>
      </w:r>
      <w:proofErr w:type="gramEnd"/>
      <w:r w:rsidRPr="00916132">
        <w:t xml:space="preserve"> the </w:t>
      </w:r>
      <w:r>
        <w:t>licensing basis</w:t>
      </w:r>
      <w:r w:rsidRPr="00916132">
        <w:t>.</w:t>
      </w:r>
    </w:p>
    <w:p w14:paraId="1B0BEB85" w14:textId="77777777" w:rsidR="00C70936" w:rsidRPr="00916132" w:rsidRDefault="00C70936" w:rsidP="00C70936">
      <w:pPr>
        <w:rPr>
          <w:rFonts w:ascii="Arial" w:hAnsi="Arial" w:cs="Arial"/>
          <w:sz w:val="22"/>
          <w:szCs w:val="22"/>
        </w:rPr>
      </w:pPr>
    </w:p>
    <w:p w14:paraId="53616243" w14:textId="77777777" w:rsidR="00A609F0" w:rsidRDefault="00C70936" w:rsidP="006F21F2">
      <w:pPr>
        <w:pStyle w:val="BodyText"/>
        <w:numPr>
          <w:ilvl w:val="0"/>
          <w:numId w:val="78"/>
        </w:numPr>
      </w:pPr>
      <w:r w:rsidRPr="00697949">
        <w:t>Contact the licensee for information needed to prepare the inspection plan, for example:</w:t>
      </w:r>
    </w:p>
    <w:p w14:paraId="0E19C0B7" w14:textId="262E2580" w:rsidR="00C70936" w:rsidRDefault="00C70936" w:rsidP="006F21F2">
      <w:pPr>
        <w:pStyle w:val="BodyText"/>
        <w:numPr>
          <w:ilvl w:val="1"/>
          <w:numId w:val="78"/>
        </w:numPr>
      </w:pPr>
      <w:r w:rsidRPr="00CF285C">
        <w:t xml:space="preserve">status of </w:t>
      </w:r>
      <w:r w:rsidR="00E928A6">
        <w:t>DI&amp;C</w:t>
      </w:r>
      <w:r w:rsidRPr="00CF285C">
        <w:t xml:space="preserve"> development activities, planned activities and schedule (used to focus inspection and determine inspection sample)</w:t>
      </w:r>
    </w:p>
    <w:p w14:paraId="0D02D7A5" w14:textId="6A7DF2C0" w:rsidR="00C70936" w:rsidRDefault="00C70936" w:rsidP="006F21F2">
      <w:pPr>
        <w:pStyle w:val="BodyText"/>
        <w:numPr>
          <w:ilvl w:val="1"/>
          <w:numId w:val="78"/>
        </w:numPr>
      </w:pPr>
      <w:r w:rsidRPr="009E6487">
        <w:lastRenderedPageBreak/>
        <w:t xml:space="preserve">identification of individuals assigned key positions and functions described by the licensee’s Software QA and </w:t>
      </w:r>
      <w:r w:rsidR="007816B2">
        <w:t>v</w:t>
      </w:r>
      <w:r w:rsidRPr="009E6487">
        <w:t>erification and validation (V&amp;V) program</w:t>
      </w:r>
      <w:r>
        <w:t>, as applicable</w:t>
      </w:r>
    </w:p>
    <w:p w14:paraId="41177A08" w14:textId="77777777" w:rsidR="00C70936" w:rsidRDefault="00C70936" w:rsidP="006F21F2">
      <w:pPr>
        <w:pStyle w:val="BodyText"/>
        <w:numPr>
          <w:ilvl w:val="1"/>
          <w:numId w:val="78"/>
        </w:numPr>
      </w:pPr>
      <w:r w:rsidRPr="009E6487">
        <w:t>availability of licensee personnel during the period tentatively scheduled for the inspection</w:t>
      </w:r>
    </w:p>
    <w:p w14:paraId="4C2A6251" w14:textId="77777777" w:rsidR="00A609F0" w:rsidRDefault="00C70936" w:rsidP="006F21F2">
      <w:pPr>
        <w:pStyle w:val="BodyText"/>
        <w:numPr>
          <w:ilvl w:val="1"/>
          <w:numId w:val="78"/>
        </w:numPr>
      </w:pPr>
      <w:r w:rsidRPr="009E6487">
        <w:t xml:space="preserve">changes to </w:t>
      </w:r>
      <w:r>
        <w:t xml:space="preserve">applicable </w:t>
      </w:r>
      <w:r w:rsidRPr="009E6487">
        <w:t xml:space="preserve">Software QA or V&amp;V program since any previous NRC </w:t>
      </w:r>
      <w:r>
        <w:t xml:space="preserve">licensing and/or </w:t>
      </w:r>
      <w:r w:rsidRPr="009E6487">
        <w:t>inspection</w:t>
      </w:r>
      <w:r>
        <w:t xml:space="preserve"> activity</w:t>
      </w:r>
      <w:r w:rsidRPr="009E6487">
        <w:t xml:space="preserve"> (e.g., policy, personnel, program description, implementing documents)</w:t>
      </w:r>
    </w:p>
    <w:p w14:paraId="30811F9C" w14:textId="77777777" w:rsidR="00A609F0" w:rsidRDefault="00C70936" w:rsidP="006F21F2">
      <w:pPr>
        <w:pStyle w:val="BodyText"/>
        <w:numPr>
          <w:ilvl w:val="0"/>
          <w:numId w:val="78"/>
        </w:numPr>
      </w:pPr>
      <w:r w:rsidRPr="007D5F9A">
        <w:t xml:space="preserve">Conduct the inspection in accordance with this </w:t>
      </w:r>
      <w:r w:rsidR="00E97FA5">
        <w:t>a</w:t>
      </w:r>
      <w:r w:rsidRPr="007D5F9A">
        <w:t xml:space="preserve">ppendix and its associated attachments. The inspection should focus on safety significant requirements of the </w:t>
      </w:r>
      <w:r w:rsidR="00EF34F8">
        <w:t>D</w:t>
      </w:r>
      <w:r w:rsidRPr="007D5F9A">
        <w:t xml:space="preserve">I&amp;C systems, including redundancy, independence between safety </w:t>
      </w:r>
      <w:r w:rsidR="0018729A" w:rsidRPr="007D5F9A">
        <w:t>significant</w:t>
      </w:r>
      <w:r w:rsidRPr="007D5F9A">
        <w:t xml:space="preserve"> and </w:t>
      </w:r>
      <w:r w:rsidR="00BF3CC7" w:rsidRPr="007D5F9A">
        <w:t>non-safety</w:t>
      </w:r>
      <w:r w:rsidRPr="007D5F9A">
        <w:t xml:space="preserve"> significant digital systems, independence of data communications, deterministic performance of trip and actuation functions, design simplicity (un-needed features implemented in safety systems), etc.</w:t>
      </w:r>
    </w:p>
    <w:p w14:paraId="0796B519" w14:textId="0FB51206" w:rsidR="00C70936" w:rsidRPr="00C70936" w:rsidRDefault="00C70936" w:rsidP="00C70936">
      <w:pPr>
        <w:pStyle w:val="Heading2"/>
        <w:rPr>
          <w:u w:val="single"/>
        </w:rPr>
      </w:pPr>
      <w:r>
        <w:t>03.01</w:t>
      </w:r>
      <w:r>
        <w:tab/>
      </w:r>
      <w:r w:rsidRPr="00C70936">
        <w:rPr>
          <w:u w:val="single"/>
        </w:rPr>
        <w:t>Inspection Requirement 02.01</w:t>
      </w:r>
    </w:p>
    <w:p w14:paraId="1BCA898C" w14:textId="6D457F97" w:rsidR="001A29AD" w:rsidRDefault="001A29AD" w:rsidP="006F21F2">
      <w:pPr>
        <w:pStyle w:val="BodyText"/>
        <w:numPr>
          <w:ilvl w:val="0"/>
          <w:numId w:val="79"/>
        </w:numPr>
      </w:pPr>
      <w:r>
        <w:t xml:space="preserve">Review construction specifications related to safety significant </w:t>
      </w:r>
      <w:bookmarkStart w:id="1" w:name="_Hlk187005437"/>
      <w:r>
        <w:t>DI&amp;C systems</w:t>
      </w:r>
      <w:bookmarkEnd w:id="1"/>
      <w:r>
        <w:t xml:space="preserve"> and ascertain whether the specified technical requirements conform to the commitments contained </w:t>
      </w:r>
      <w:proofErr w:type="gramStart"/>
      <w:r>
        <w:t>in</w:t>
      </w:r>
      <w:proofErr w:type="gramEnd"/>
      <w:r>
        <w:t xml:space="preserve"> the licensing basis. </w:t>
      </w:r>
    </w:p>
    <w:p w14:paraId="440B76EF" w14:textId="29175D4B" w:rsidR="001A29AD" w:rsidRDefault="001A29AD" w:rsidP="006F21F2">
      <w:pPr>
        <w:pStyle w:val="BodyText"/>
        <w:numPr>
          <w:ilvl w:val="0"/>
          <w:numId w:val="79"/>
        </w:numPr>
      </w:pPr>
      <w:r>
        <w:t xml:space="preserve">Review DI&amp;C system procedures and as applicable, verify that they specify provisions for adequate onsite engineering direction, are appropriate and adequate related to procurement and use of materials, specify adequate control of hold points, and provide adequate controls for design changes and incorporation of design changes into as-built drawings. </w:t>
      </w:r>
    </w:p>
    <w:p w14:paraId="454F7B50" w14:textId="77777777" w:rsidR="00A609F0" w:rsidRDefault="001A29AD" w:rsidP="006F21F2">
      <w:pPr>
        <w:pStyle w:val="BodyText"/>
        <w:numPr>
          <w:ilvl w:val="0"/>
          <w:numId w:val="79"/>
        </w:numPr>
      </w:pPr>
      <w:r>
        <w:t>Determine if appropriate and adequate procedures in the following areas are compatible with the management measures program, and prescribe adequate methods to meet the construction specifications, where applicable:</w:t>
      </w:r>
    </w:p>
    <w:p w14:paraId="7F99E5A1" w14:textId="39B73A97" w:rsidR="00C70936" w:rsidRPr="001A29AD" w:rsidRDefault="00827F17" w:rsidP="006F21F2">
      <w:pPr>
        <w:pStyle w:val="BodyText"/>
        <w:numPr>
          <w:ilvl w:val="1"/>
          <w:numId w:val="79"/>
        </w:numPr>
        <w:contextualSpacing/>
      </w:pPr>
      <w:proofErr w:type="gramStart"/>
      <w:r>
        <w:t>p</w:t>
      </w:r>
      <w:r w:rsidR="00C70936" w:rsidRPr="001A29AD">
        <w:t xml:space="preserve">lanning </w:t>
      </w:r>
      <w:r>
        <w:t>p</w:t>
      </w:r>
      <w:r w:rsidR="00C70936" w:rsidRPr="001A29AD">
        <w:t>hase</w:t>
      </w:r>
      <w:proofErr w:type="gramEnd"/>
    </w:p>
    <w:p w14:paraId="77E4D756" w14:textId="24B72081" w:rsidR="00C70936" w:rsidRPr="001A29AD" w:rsidRDefault="00827F17" w:rsidP="006F21F2">
      <w:pPr>
        <w:pStyle w:val="BodyText"/>
        <w:numPr>
          <w:ilvl w:val="1"/>
          <w:numId w:val="79"/>
        </w:numPr>
        <w:contextualSpacing/>
      </w:pPr>
      <w:r>
        <w:t>r</w:t>
      </w:r>
      <w:r w:rsidR="00C70936" w:rsidRPr="001A29AD">
        <w:t xml:space="preserve">equirements </w:t>
      </w:r>
      <w:r>
        <w:t>p</w:t>
      </w:r>
      <w:r w:rsidR="00C70936" w:rsidRPr="001A29AD">
        <w:t>hase</w:t>
      </w:r>
    </w:p>
    <w:p w14:paraId="089F4958" w14:textId="522B3A3F" w:rsidR="00C70936" w:rsidRPr="001A29AD" w:rsidRDefault="00827F17" w:rsidP="006F21F2">
      <w:pPr>
        <w:pStyle w:val="BodyText"/>
        <w:numPr>
          <w:ilvl w:val="1"/>
          <w:numId w:val="79"/>
        </w:numPr>
        <w:contextualSpacing/>
      </w:pPr>
      <w:r>
        <w:t>d</w:t>
      </w:r>
      <w:r w:rsidR="00C70936" w:rsidRPr="001A29AD">
        <w:t xml:space="preserve">esign &amp; </w:t>
      </w:r>
      <w:r>
        <w:t>i</w:t>
      </w:r>
      <w:r w:rsidR="00C70936" w:rsidRPr="001A29AD">
        <w:t xml:space="preserve">mplementation </w:t>
      </w:r>
      <w:r>
        <w:t>p</w:t>
      </w:r>
      <w:r w:rsidR="00C70936" w:rsidRPr="001A29AD">
        <w:t>hase</w:t>
      </w:r>
    </w:p>
    <w:p w14:paraId="576102D3" w14:textId="467CD4AA" w:rsidR="00C70936" w:rsidRPr="001A29AD" w:rsidRDefault="00827F17" w:rsidP="006F21F2">
      <w:pPr>
        <w:pStyle w:val="BodyText"/>
        <w:numPr>
          <w:ilvl w:val="1"/>
          <w:numId w:val="79"/>
        </w:numPr>
        <w:contextualSpacing/>
      </w:pPr>
      <w:r>
        <w:t>i</w:t>
      </w:r>
      <w:r w:rsidR="00C70936" w:rsidRPr="001A29AD">
        <w:t xml:space="preserve">ntegration </w:t>
      </w:r>
      <w:r>
        <w:t>p</w:t>
      </w:r>
      <w:r w:rsidR="00C70936" w:rsidRPr="001A29AD">
        <w:t>hase</w:t>
      </w:r>
    </w:p>
    <w:p w14:paraId="423DC6F1" w14:textId="7ECDA8C8" w:rsidR="00C70936" w:rsidRPr="001A29AD" w:rsidRDefault="00827F17" w:rsidP="006F21F2">
      <w:pPr>
        <w:pStyle w:val="BodyText"/>
        <w:numPr>
          <w:ilvl w:val="1"/>
          <w:numId w:val="79"/>
        </w:numPr>
        <w:contextualSpacing/>
      </w:pPr>
      <w:r>
        <w:t>v</w:t>
      </w:r>
      <w:r w:rsidR="00C70936" w:rsidRPr="001A29AD">
        <w:t xml:space="preserve">alidation and </w:t>
      </w:r>
      <w:r>
        <w:t>t</w:t>
      </w:r>
      <w:r w:rsidR="00C70936" w:rsidRPr="001A29AD">
        <w:t xml:space="preserve">est </w:t>
      </w:r>
      <w:r>
        <w:t>p</w:t>
      </w:r>
      <w:r w:rsidR="00C70936" w:rsidRPr="001A29AD">
        <w:t>hase</w:t>
      </w:r>
    </w:p>
    <w:p w14:paraId="2AFAF30D" w14:textId="48B55C0D" w:rsidR="00C70936" w:rsidRDefault="00827F17" w:rsidP="006F21F2">
      <w:pPr>
        <w:pStyle w:val="BodyText"/>
        <w:numPr>
          <w:ilvl w:val="1"/>
          <w:numId w:val="79"/>
        </w:numPr>
        <w:contextualSpacing/>
      </w:pPr>
      <w:r>
        <w:t>i</w:t>
      </w:r>
      <w:r w:rsidR="00C70936" w:rsidRPr="001A29AD">
        <w:t xml:space="preserve">nstallation </w:t>
      </w:r>
      <w:r>
        <w:t>p</w:t>
      </w:r>
      <w:r w:rsidR="00C70936" w:rsidRPr="001A29AD">
        <w:t>hase</w:t>
      </w:r>
    </w:p>
    <w:p w14:paraId="789441CB" w14:textId="77777777" w:rsidR="00A609F0" w:rsidRDefault="00827F17" w:rsidP="006F21F2">
      <w:pPr>
        <w:pStyle w:val="BodyText"/>
        <w:numPr>
          <w:ilvl w:val="1"/>
          <w:numId w:val="79"/>
        </w:numPr>
      </w:pPr>
      <w:r>
        <w:t>c</w:t>
      </w:r>
      <w:r w:rsidR="00E43BDE">
        <w:t xml:space="preserve">onfiguration </w:t>
      </w:r>
      <w:r>
        <w:t>m</w:t>
      </w:r>
      <w:r w:rsidR="00E43BDE">
        <w:t>anagement</w:t>
      </w:r>
    </w:p>
    <w:p w14:paraId="3B21FD62" w14:textId="29A34B80" w:rsidR="005947D9" w:rsidRPr="0041144D" w:rsidRDefault="005947D9" w:rsidP="006F21F2">
      <w:pPr>
        <w:pStyle w:val="BodyText"/>
        <w:numPr>
          <w:ilvl w:val="0"/>
          <w:numId w:val="79"/>
        </w:numPr>
      </w:pPr>
      <w:r w:rsidRPr="0041144D">
        <w:t>For the procedure review, consider the following attributes:</w:t>
      </w:r>
    </w:p>
    <w:p w14:paraId="2202743E" w14:textId="1E9805CC" w:rsidR="005947D9" w:rsidRDefault="005947D9" w:rsidP="006F21F2">
      <w:pPr>
        <w:pStyle w:val="BodyText"/>
        <w:numPr>
          <w:ilvl w:val="1"/>
          <w:numId w:val="79"/>
        </w:numPr>
      </w:pPr>
      <w:r w:rsidRPr="0041144D">
        <w:t xml:space="preserve">Controls to ensure that the type and classification of </w:t>
      </w:r>
      <w:r w:rsidR="00E43BDE">
        <w:t>D</w:t>
      </w:r>
      <w:r>
        <w:t xml:space="preserve">I&amp;C systems </w:t>
      </w:r>
      <w:r w:rsidRPr="0041144D">
        <w:t>comply with approved drawings and/or specifications and meet licensee commitments</w:t>
      </w:r>
      <w:r>
        <w:t>.</w:t>
      </w:r>
    </w:p>
    <w:p w14:paraId="5332279E" w14:textId="77777777" w:rsidR="005947D9" w:rsidRDefault="005947D9" w:rsidP="006F21F2">
      <w:pPr>
        <w:pStyle w:val="BodyText"/>
        <w:numPr>
          <w:ilvl w:val="1"/>
          <w:numId w:val="79"/>
        </w:numPr>
      </w:pPr>
      <w:r w:rsidRPr="0041144D">
        <w:t>For IROFS, determine if procedures are compatible with the management measures program, and prescribe adequate methods to meet the construction specifications.</w:t>
      </w:r>
    </w:p>
    <w:p w14:paraId="4F5D6865" w14:textId="77777777" w:rsidR="00C70936" w:rsidRPr="00A175A9" w:rsidRDefault="00C70936" w:rsidP="00C70936">
      <w:pPr>
        <w:pStyle w:val="ListParagraph"/>
        <w:widowControl/>
        <w:autoSpaceDE/>
        <w:autoSpaceDN/>
        <w:adjustRightInd/>
        <w:ind w:left="1080"/>
        <w:rPr>
          <w:rFonts w:ascii="Arial" w:hAnsi="Arial" w:cs="Arial"/>
          <w:sz w:val="22"/>
          <w:szCs w:val="22"/>
        </w:rPr>
      </w:pPr>
    </w:p>
    <w:p w14:paraId="1F6F5620" w14:textId="15BFA669" w:rsidR="00C70936" w:rsidRPr="00C70936" w:rsidRDefault="00C70936" w:rsidP="00C70936">
      <w:pPr>
        <w:pStyle w:val="Heading2"/>
        <w:rPr>
          <w:u w:val="single"/>
        </w:rPr>
      </w:pPr>
      <w:r>
        <w:lastRenderedPageBreak/>
        <w:t>03.02</w:t>
      </w:r>
      <w:r>
        <w:tab/>
      </w:r>
      <w:r w:rsidRPr="00C70936">
        <w:rPr>
          <w:u w:val="single"/>
        </w:rPr>
        <w:t>Inspection Requirement 02.02</w:t>
      </w:r>
    </w:p>
    <w:p w14:paraId="53533A57" w14:textId="77777777" w:rsidR="00A609F0" w:rsidRDefault="00C36981" w:rsidP="006F21F2">
      <w:pPr>
        <w:pStyle w:val="BodyText"/>
        <w:numPr>
          <w:ilvl w:val="0"/>
          <w:numId w:val="80"/>
        </w:numPr>
      </w:pPr>
      <w:r w:rsidRPr="00894D9E">
        <w:t xml:space="preserve">Review applicant/licensee’s established audit program (including plans, procedures, and audit schedule) for assessing the adequacy of work control functions and requirements in their licensing basis, as applicable, </w:t>
      </w:r>
      <w:proofErr w:type="gramStart"/>
      <w:r w:rsidRPr="00894D9E">
        <w:t>in the area of</w:t>
      </w:r>
      <w:proofErr w:type="gramEnd"/>
      <w:r w:rsidRPr="00894D9E">
        <w:t xml:space="preserve"> safety significant </w:t>
      </w:r>
      <w:r>
        <w:t xml:space="preserve">DI&amp;C system construction </w:t>
      </w:r>
      <w:r w:rsidRPr="00894D9E">
        <w:t>activities.</w:t>
      </w:r>
    </w:p>
    <w:p w14:paraId="7E7773D7" w14:textId="77777777" w:rsidR="00A609F0" w:rsidRDefault="00C36981" w:rsidP="006F21F2">
      <w:pPr>
        <w:pStyle w:val="BodyText"/>
        <w:numPr>
          <w:ilvl w:val="0"/>
          <w:numId w:val="80"/>
        </w:numPr>
      </w:pPr>
      <w:r w:rsidRPr="00894D9E">
        <w:t xml:space="preserve">Review audit program to verify if </w:t>
      </w:r>
      <w:r w:rsidRPr="00681E84">
        <w:t>examinations and inspections are performed in accordance with applicant/licensee’s requirements and</w:t>
      </w:r>
      <w:r>
        <w:t xml:space="preserve"> if</w:t>
      </w:r>
      <w:r w:rsidRPr="00894D9E">
        <w:t xml:space="preserve"> test personnel associated with performing tests and inspections of </w:t>
      </w:r>
      <w:r>
        <w:t xml:space="preserve">safety significant DI&amp;C system construction </w:t>
      </w:r>
      <w:r w:rsidRPr="00894D9E">
        <w:t>activities are qualified and/or certified to perform their assigned work.</w:t>
      </w:r>
    </w:p>
    <w:p w14:paraId="64B4AF7A" w14:textId="77777777" w:rsidR="00A609F0" w:rsidRDefault="00C36981" w:rsidP="006F21F2">
      <w:pPr>
        <w:pStyle w:val="BodyText"/>
        <w:numPr>
          <w:ilvl w:val="0"/>
          <w:numId w:val="80"/>
        </w:numPr>
      </w:pPr>
      <w:r w:rsidRPr="00894D9E">
        <w:t xml:space="preserve">Verify records establish that required audits, as applicable, were performed and that deficiencies identified during audits were </w:t>
      </w:r>
      <w:r>
        <w:t xml:space="preserve">tracked and </w:t>
      </w:r>
      <w:r w:rsidRPr="00894D9E">
        <w:t>corrected</w:t>
      </w:r>
      <w:r>
        <w:t xml:space="preserve">. </w:t>
      </w:r>
    </w:p>
    <w:p w14:paraId="2F552C3B" w14:textId="092828DF" w:rsidR="00C70936" w:rsidRPr="00C70936" w:rsidRDefault="00C70936" w:rsidP="00C70936">
      <w:pPr>
        <w:pStyle w:val="Heading2"/>
        <w:rPr>
          <w:u w:val="single"/>
        </w:rPr>
      </w:pPr>
      <w:r>
        <w:t>03.03</w:t>
      </w:r>
      <w:r>
        <w:tab/>
      </w:r>
      <w:r w:rsidRPr="00C70936">
        <w:rPr>
          <w:u w:val="single"/>
        </w:rPr>
        <w:t>Inspection Requirement 02.03</w:t>
      </w:r>
    </w:p>
    <w:p w14:paraId="53D8E96C" w14:textId="77777777" w:rsidR="00A609F0" w:rsidRDefault="00DA7769" w:rsidP="005214BE">
      <w:pPr>
        <w:pStyle w:val="BodyText3"/>
      </w:pPr>
      <w:r w:rsidRPr="00DA7769">
        <w:t>Ascertain whether the following activities, as required by licensing commitments and applicable construction codes, are being controlled and accomplished in accordance with the requirements of the documents reviewed in 02.01, above:</w:t>
      </w:r>
    </w:p>
    <w:p w14:paraId="13FED50E" w14:textId="1C35B7CD" w:rsidR="00C70936" w:rsidRDefault="00C70936" w:rsidP="006F21F2">
      <w:pPr>
        <w:pStyle w:val="BodyText"/>
        <w:numPr>
          <w:ilvl w:val="0"/>
          <w:numId w:val="81"/>
        </w:numPr>
      </w:pPr>
      <w:r w:rsidRPr="00415F4E">
        <w:rPr>
          <w:u w:val="single"/>
        </w:rPr>
        <w:t>Planning Phase</w:t>
      </w:r>
      <w:r w:rsidRPr="001058F9">
        <w:t>.</w:t>
      </w:r>
    </w:p>
    <w:p w14:paraId="324048E9" w14:textId="0955BA8C" w:rsidR="00C70936" w:rsidRDefault="00C70936" w:rsidP="00C70D60">
      <w:pPr>
        <w:pStyle w:val="BodyText3"/>
      </w:pPr>
      <w:r>
        <w:t>See Attachment</w:t>
      </w:r>
      <w:r w:rsidR="00EA7B94">
        <w:t> 1</w:t>
      </w:r>
      <w:r>
        <w:t>, “</w:t>
      </w:r>
      <w:r w:rsidRPr="00A175A9">
        <w:t xml:space="preserve">Inspection Guide for </w:t>
      </w:r>
      <w:r w:rsidR="00E928A6">
        <w:t>DI&amp;C</w:t>
      </w:r>
      <w:r w:rsidRPr="00A175A9">
        <w:t xml:space="preserve"> System/Software Life Cycle - Planning Phase”</w:t>
      </w:r>
    </w:p>
    <w:p w14:paraId="34B09D08" w14:textId="77777777" w:rsidR="00C70936" w:rsidRDefault="00C70936" w:rsidP="006F21F2">
      <w:pPr>
        <w:pStyle w:val="BodyText"/>
        <w:numPr>
          <w:ilvl w:val="0"/>
          <w:numId w:val="81"/>
        </w:numPr>
      </w:pPr>
      <w:r w:rsidRPr="00A175A9">
        <w:rPr>
          <w:u w:val="single"/>
        </w:rPr>
        <w:t>Requirements Phase</w:t>
      </w:r>
      <w:r w:rsidRPr="001058F9">
        <w:t>.</w:t>
      </w:r>
    </w:p>
    <w:p w14:paraId="7684F96B" w14:textId="5BBC6A0D" w:rsidR="00C70936" w:rsidRDefault="00C70936" w:rsidP="00C70D60">
      <w:pPr>
        <w:pStyle w:val="BodyText3"/>
        <w:rPr>
          <w:rFonts w:cs="Arial"/>
        </w:rPr>
      </w:pPr>
      <w:r>
        <w:rPr>
          <w:rFonts w:cs="Arial"/>
        </w:rPr>
        <w:t>See Attachment</w:t>
      </w:r>
      <w:r w:rsidR="00EA7B94">
        <w:rPr>
          <w:rFonts w:cs="Arial"/>
        </w:rPr>
        <w:t> 2</w:t>
      </w:r>
      <w:r>
        <w:rPr>
          <w:rFonts w:cs="Arial"/>
        </w:rPr>
        <w:t>, “I</w:t>
      </w:r>
      <w:r w:rsidRPr="00A175A9">
        <w:rPr>
          <w:rFonts w:cs="Arial"/>
        </w:rPr>
        <w:t xml:space="preserve">nspection Guide for </w:t>
      </w:r>
      <w:r w:rsidR="00E928A6">
        <w:rPr>
          <w:rFonts w:cs="Arial"/>
        </w:rPr>
        <w:t>DI&amp;C</w:t>
      </w:r>
      <w:r w:rsidRPr="00A175A9">
        <w:rPr>
          <w:rFonts w:cs="Arial"/>
        </w:rPr>
        <w:t xml:space="preserve"> System/Software Life Cycle - Requirements Phase</w:t>
      </w:r>
      <w:r>
        <w:rPr>
          <w:rFonts w:cs="Arial"/>
        </w:rPr>
        <w:t>”</w:t>
      </w:r>
    </w:p>
    <w:p w14:paraId="45E9482B" w14:textId="77777777" w:rsidR="00C70936" w:rsidRDefault="00C70936" w:rsidP="006F21F2">
      <w:pPr>
        <w:pStyle w:val="BodyText"/>
        <w:numPr>
          <w:ilvl w:val="0"/>
          <w:numId w:val="81"/>
        </w:numPr>
      </w:pPr>
      <w:r w:rsidRPr="00415F4E">
        <w:rPr>
          <w:u w:val="single"/>
        </w:rPr>
        <w:t>Design &amp; Implementation Phase</w:t>
      </w:r>
      <w:r w:rsidRPr="001058F9">
        <w:t>.</w:t>
      </w:r>
    </w:p>
    <w:p w14:paraId="218273B0" w14:textId="58C7FE50" w:rsidR="00C70936" w:rsidRDefault="00C70936" w:rsidP="00C70D60">
      <w:pPr>
        <w:pStyle w:val="BodyText3"/>
        <w:rPr>
          <w:rFonts w:cs="Arial"/>
        </w:rPr>
      </w:pPr>
      <w:r>
        <w:rPr>
          <w:rFonts w:cs="Arial"/>
        </w:rPr>
        <w:t>See Attachment</w:t>
      </w:r>
      <w:r w:rsidR="00EA7B94">
        <w:rPr>
          <w:rFonts w:cs="Arial"/>
        </w:rPr>
        <w:t> 3</w:t>
      </w:r>
      <w:r>
        <w:rPr>
          <w:rFonts w:cs="Arial"/>
        </w:rPr>
        <w:t>, “</w:t>
      </w:r>
      <w:r w:rsidRPr="00A175A9">
        <w:rPr>
          <w:rFonts w:cs="Arial"/>
        </w:rPr>
        <w:t xml:space="preserve">Inspection Guide for </w:t>
      </w:r>
      <w:r w:rsidR="00E928A6">
        <w:rPr>
          <w:rFonts w:cs="Arial"/>
        </w:rPr>
        <w:t>DI&amp;C</w:t>
      </w:r>
      <w:r w:rsidRPr="00A175A9">
        <w:rPr>
          <w:rFonts w:cs="Arial"/>
        </w:rPr>
        <w:t xml:space="preserve"> System/Software Life Cycle - Design &amp; Implementation Phase</w:t>
      </w:r>
      <w:r>
        <w:rPr>
          <w:rFonts w:cs="Arial"/>
        </w:rPr>
        <w:t>”</w:t>
      </w:r>
    </w:p>
    <w:p w14:paraId="325C9032" w14:textId="77777777" w:rsidR="00C70936" w:rsidRPr="00E10720" w:rsidRDefault="00C70936" w:rsidP="006F21F2">
      <w:pPr>
        <w:pStyle w:val="BodyText"/>
        <w:numPr>
          <w:ilvl w:val="0"/>
          <w:numId w:val="81"/>
        </w:numPr>
        <w:rPr>
          <w:u w:val="single"/>
        </w:rPr>
      </w:pPr>
      <w:r w:rsidRPr="00E10720">
        <w:rPr>
          <w:u w:val="single"/>
        </w:rPr>
        <w:t>Integration Phase</w:t>
      </w:r>
      <w:r w:rsidRPr="001058F9">
        <w:t>.</w:t>
      </w:r>
    </w:p>
    <w:p w14:paraId="24149D84" w14:textId="0012A0C4" w:rsidR="00C70936" w:rsidRDefault="00C70936" w:rsidP="00C70D60">
      <w:pPr>
        <w:pStyle w:val="BodyText3"/>
        <w:rPr>
          <w:rFonts w:cs="Arial"/>
        </w:rPr>
      </w:pPr>
      <w:r>
        <w:rPr>
          <w:rFonts w:cs="Arial"/>
        </w:rPr>
        <w:t>See Attachment</w:t>
      </w:r>
      <w:r w:rsidR="00EA7B94">
        <w:rPr>
          <w:rFonts w:cs="Arial"/>
        </w:rPr>
        <w:t> 4</w:t>
      </w:r>
      <w:r>
        <w:rPr>
          <w:rFonts w:cs="Arial"/>
        </w:rPr>
        <w:t>, “</w:t>
      </w:r>
      <w:r w:rsidRPr="00A175A9">
        <w:rPr>
          <w:rFonts w:cs="Arial"/>
        </w:rPr>
        <w:t xml:space="preserve">Inspection Guide for </w:t>
      </w:r>
      <w:r w:rsidR="00E928A6">
        <w:rPr>
          <w:rFonts w:cs="Arial"/>
        </w:rPr>
        <w:t>DI&amp;C</w:t>
      </w:r>
      <w:r w:rsidRPr="00A175A9">
        <w:rPr>
          <w:rFonts w:cs="Arial"/>
        </w:rPr>
        <w:t xml:space="preserve"> System/Software Life Cycle - Integration Phase</w:t>
      </w:r>
      <w:r>
        <w:rPr>
          <w:rFonts w:cs="Arial"/>
        </w:rPr>
        <w:t>”</w:t>
      </w:r>
    </w:p>
    <w:p w14:paraId="795249F7" w14:textId="77777777" w:rsidR="00C70936" w:rsidRPr="00415F4E" w:rsidRDefault="00C70936" w:rsidP="006F21F2">
      <w:pPr>
        <w:pStyle w:val="BodyText"/>
        <w:numPr>
          <w:ilvl w:val="0"/>
          <w:numId w:val="81"/>
        </w:numPr>
        <w:rPr>
          <w:u w:val="single"/>
        </w:rPr>
      </w:pPr>
      <w:r w:rsidRPr="00415F4E">
        <w:rPr>
          <w:u w:val="single"/>
        </w:rPr>
        <w:t>Validation and Test Phase</w:t>
      </w:r>
      <w:r w:rsidRPr="001058F9">
        <w:t>.</w:t>
      </w:r>
    </w:p>
    <w:p w14:paraId="64EC6F3B" w14:textId="687EBC00" w:rsidR="00C70936" w:rsidRDefault="00C70936" w:rsidP="00C70D60">
      <w:pPr>
        <w:pStyle w:val="BodyText3"/>
        <w:rPr>
          <w:rFonts w:cs="Arial"/>
        </w:rPr>
      </w:pPr>
      <w:r>
        <w:rPr>
          <w:rFonts w:cs="Arial"/>
        </w:rPr>
        <w:t>See Attachment</w:t>
      </w:r>
      <w:r w:rsidR="00EA7B94">
        <w:rPr>
          <w:rFonts w:cs="Arial"/>
        </w:rPr>
        <w:t> 5</w:t>
      </w:r>
      <w:r>
        <w:rPr>
          <w:rFonts w:cs="Arial"/>
        </w:rPr>
        <w:t>, “</w:t>
      </w:r>
      <w:r w:rsidRPr="00A175A9">
        <w:rPr>
          <w:rFonts w:cs="Arial"/>
        </w:rPr>
        <w:t xml:space="preserve">Inspection Guide for </w:t>
      </w:r>
      <w:r w:rsidR="00E928A6">
        <w:rPr>
          <w:rFonts w:cs="Arial"/>
        </w:rPr>
        <w:t>DI&amp;C</w:t>
      </w:r>
      <w:r w:rsidRPr="00A175A9">
        <w:rPr>
          <w:rFonts w:cs="Arial"/>
        </w:rPr>
        <w:t xml:space="preserve"> System/Software Life Cycle - Validation &amp; Test Phase</w:t>
      </w:r>
      <w:r>
        <w:rPr>
          <w:rFonts w:cs="Arial"/>
        </w:rPr>
        <w:t>”</w:t>
      </w:r>
    </w:p>
    <w:p w14:paraId="499DA307" w14:textId="77777777" w:rsidR="00C70936" w:rsidRDefault="00C70936" w:rsidP="006F21F2">
      <w:pPr>
        <w:pStyle w:val="BodyText"/>
        <w:numPr>
          <w:ilvl w:val="0"/>
          <w:numId w:val="81"/>
        </w:numPr>
      </w:pPr>
      <w:r w:rsidRPr="00415F4E">
        <w:rPr>
          <w:u w:val="single"/>
        </w:rPr>
        <w:t>Installation Phase</w:t>
      </w:r>
      <w:r w:rsidRPr="001058F9">
        <w:t>.</w:t>
      </w:r>
    </w:p>
    <w:p w14:paraId="3F842AB8" w14:textId="3B270F11" w:rsidR="00C70936" w:rsidRPr="00A175A9" w:rsidRDefault="00C70936" w:rsidP="00C70D60">
      <w:pPr>
        <w:pStyle w:val="BodyText3"/>
        <w:rPr>
          <w:rFonts w:cs="Arial"/>
        </w:rPr>
      </w:pPr>
      <w:r>
        <w:rPr>
          <w:rFonts w:cs="Arial"/>
        </w:rPr>
        <w:t>See Attachment</w:t>
      </w:r>
      <w:r w:rsidR="00EA7B94">
        <w:rPr>
          <w:rFonts w:cs="Arial"/>
        </w:rPr>
        <w:t> 6</w:t>
      </w:r>
      <w:r>
        <w:rPr>
          <w:rFonts w:cs="Arial"/>
        </w:rPr>
        <w:t>, “</w:t>
      </w:r>
      <w:r w:rsidRPr="00A175A9">
        <w:rPr>
          <w:rFonts w:cs="Arial"/>
        </w:rPr>
        <w:t xml:space="preserve">Inspection Guide for </w:t>
      </w:r>
      <w:r w:rsidR="00E928A6">
        <w:rPr>
          <w:rFonts w:cs="Arial"/>
        </w:rPr>
        <w:t>DI&amp;C</w:t>
      </w:r>
      <w:r w:rsidRPr="00A175A9">
        <w:rPr>
          <w:rFonts w:cs="Arial"/>
        </w:rPr>
        <w:t xml:space="preserve"> System/Software Life Cycle - Installation Phase</w:t>
      </w:r>
      <w:r>
        <w:rPr>
          <w:rFonts w:cs="Arial"/>
        </w:rPr>
        <w:t>”</w:t>
      </w:r>
    </w:p>
    <w:p w14:paraId="631506D3" w14:textId="77777777" w:rsidR="00617214" w:rsidRPr="00617214" w:rsidRDefault="00C70936" w:rsidP="006F21F2">
      <w:pPr>
        <w:pStyle w:val="BodyText"/>
        <w:keepNext/>
        <w:numPr>
          <w:ilvl w:val="0"/>
          <w:numId w:val="81"/>
        </w:numPr>
        <w:rPr>
          <w:u w:val="single"/>
        </w:rPr>
      </w:pPr>
      <w:r w:rsidRPr="00F8667B">
        <w:rPr>
          <w:u w:val="single"/>
        </w:rPr>
        <w:lastRenderedPageBreak/>
        <w:t>C</w:t>
      </w:r>
      <w:r>
        <w:rPr>
          <w:u w:val="single"/>
        </w:rPr>
        <w:t>onfiguration management</w:t>
      </w:r>
      <w:r w:rsidRPr="001058F9">
        <w:t>.</w:t>
      </w:r>
      <w:r w:rsidRPr="0097331C">
        <w:t xml:space="preserve"> </w:t>
      </w:r>
    </w:p>
    <w:p w14:paraId="4154995C" w14:textId="73E99564" w:rsidR="00C70936" w:rsidRPr="0097331C" w:rsidRDefault="00BC334C" w:rsidP="00C70D60">
      <w:pPr>
        <w:pStyle w:val="BodyText3"/>
        <w:rPr>
          <w:rStyle w:val="normaltextrun"/>
          <w:rFonts w:cs="Arial"/>
          <w:u w:val="single"/>
        </w:rPr>
      </w:pPr>
      <w:r w:rsidRPr="00BC334C">
        <w:rPr>
          <w:rStyle w:val="normaltextrun"/>
          <w:rFonts w:cs="Arial"/>
          <w:color w:val="000000"/>
          <w:shd w:val="clear" w:color="auto" w:fill="FFFFFF"/>
        </w:rPr>
        <w:t>For the activities observed during Inspection Requirement 02.03., verify if changes occurred during these construction activities, the applicant/</w:t>
      </w:r>
      <w:proofErr w:type="gramStart"/>
      <w:r w:rsidRPr="00BC334C">
        <w:rPr>
          <w:rStyle w:val="normaltextrun"/>
          <w:rFonts w:cs="Arial"/>
          <w:color w:val="000000"/>
          <w:shd w:val="clear" w:color="auto" w:fill="FFFFFF"/>
        </w:rPr>
        <w:t>licensee</w:t>
      </w:r>
      <w:proofErr w:type="gramEnd"/>
      <w:r w:rsidRPr="00BC334C">
        <w:rPr>
          <w:rStyle w:val="normaltextrun"/>
          <w:rFonts w:cs="Arial"/>
          <w:color w:val="000000"/>
          <w:shd w:val="clear" w:color="auto" w:fill="FFFFFF"/>
        </w:rPr>
        <w:t xml:space="preserve"> properly controlled and documented these changes for engineering review, approval, and subsequent incorporation into the final as-built drawings, as applicable. </w:t>
      </w:r>
      <w:proofErr w:type="gramStart"/>
      <w:r w:rsidRPr="00BC334C">
        <w:rPr>
          <w:rStyle w:val="normaltextrun"/>
          <w:rFonts w:cs="Arial"/>
          <w:color w:val="000000"/>
          <w:shd w:val="clear" w:color="auto" w:fill="FFFFFF"/>
        </w:rPr>
        <w:t>Verify</w:t>
      </w:r>
      <w:proofErr w:type="gramEnd"/>
      <w:r w:rsidRPr="00BC334C">
        <w:rPr>
          <w:rStyle w:val="normaltextrun"/>
          <w:rFonts w:cs="Arial"/>
          <w:color w:val="000000"/>
          <w:shd w:val="clear" w:color="auto" w:fill="FFFFFF"/>
        </w:rPr>
        <w:t xml:space="preserve"> these actions were completed in accordance with their procedures and management measures, as applicable.</w:t>
      </w:r>
    </w:p>
    <w:p w14:paraId="26CF7E9A" w14:textId="190B6226" w:rsidR="00C70936" w:rsidRDefault="00C70936" w:rsidP="00C70936">
      <w:pPr>
        <w:pStyle w:val="Heading2"/>
        <w:rPr>
          <w:u w:val="single"/>
        </w:rPr>
      </w:pPr>
      <w:r>
        <w:t>03.04</w:t>
      </w:r>
      <w:r>
        <w:tab/>
      </w:r>
      <w:r w:rsidRPr="00C70936">
        <w:rPr>
          <w:u w:val="single"/>
        </w:rPr>
        <w:t>Inspection Requirement 02.04</w:t>
      </w:r>
    </w:p>
    <w:p w14:paraId="4B932575" w14:textId="77777777" w:rsidR="00176307" w:rsidRDefault="00C70936" w:rsidP="005214BE">
      <w:pPr>
        <w:pStyle w:val="BodyText3"/>
      </w:pPr>
      <w:r w:rsidRPr="00A54807">
        <w:t xml:space="preserve">Ascertain whether for the </w:t>
      </w:r>
      <w:r w:rsidR="00E928A6">
        <w:t>DI&amp;C</w:t>
      </w:r>
      <w:r w:rsidRPr="00A54807">
        <w:t xml:space="preserve"> system/software activities, the applicant/</w:t>
      </w:r>
      <w:proofErr w:type="gramStart"/>
      <w:r w:rsidRPr="00A54807">
        <w:t>licensee</w:t>
      </w:r>
      <w:proofErr w:type="gramEnd"/>
      <w:r w:rsidRPr="00A54807">
        <w:t xml:space="preserve">/contractor system for documenting safety significant work is functioning properly, as applicable. Review the documentation generated for </w:t>
      </w:r>
      <w:r w:rsidR="00E928A6">
        <w:t>DI&amp;C</w:t>
      </w:r>
      <w:r w:rsidRPr="00A54807">
        <w:t xml:space="preserve"> system/software. Determine whether the licensee/contractor system for documenting safety significant work is functioning properly. The recordkeeping activities should reflect the actual conditions encountered in the field and provide adequate documentation of work and inspections. Determine whether records are being maintained, reviewed, and approved, as specified. Records should include sufficient detail to document work associated with </w:t>
      </w:r>
      <w:r w:rsidR="00E928A6">
        <w:t>DI&amp;C</w:t>
      </w:r>
      <w:r w:rsidRPr="00A54807">
        <w:t xml:space="preserve"> system/software. Records should be complete, reviewed by quality control inspectors and/or engineering personnel, as applicable and readily retrievable. Review a sample of the following records:</w:t>
      </w:r>
    </w:p>
    <w:p w14:paraId="621045B8" w14:textId="7FD93A01" w:rsidR="00C70936" w:rsidRPr="00A54807" w:rsidRDefault="00C70936" w:rsidP="006F21F2">
      <w:pPr>
        <w:pStyle w:val="BodyText"/>
        <w:numPr>
          <w:ilvl w:val="0"/>
          <w:numId w:val="82"/>
        </w:numPr>
      </w:pPr>
      <w:r w:rsidRPr="00A54807">
        <w:rPr>
          <w:u w:val="single"/>
        </w:rPr>
        <w:t>Planning Phase</w:t>
      </w:r>
      <w:r w:rsidRPr="001058F9">
        <w:t>.</w:t>
      </w:r>
    </w:p>
    <w:p w14:paraId="00D2F706" w14:textId="77777777" w:rsidR="00176307" w:rsidRDefault="00C70936" w:rsidP="006076B6">
      <w:pPr>
        <w:pStyle w:val="BodyText"/>
        <w:ind w:left="720"/>
      </w:pPr>
      <w:r w:rsidRPr="001D5402">
        <w:t>See Attachment</w:t>
      </w:r>
      <w:r w:rsidR="00EA7B94" w:rsidRPr="001D5402">
        <w:t> 1</w:t>
      </w:r>
      <w:r w:rsidRPr="001D5402">
        <w:t xml:space="preserve">, “Inspection Guide for </w:t>
      </w:r>
      <w:r w:rsidR="00E928A6" w:rsidRPr="001D5402">
        <w:t>DI&amp;C</w:t>
      </w:r>
      <w:r w:rsidRPr="001D5402">
        <w:t xml:space="preserve"> System/Software Life Cycle - Planning Phase”</w:t>
      </w:r>
    </w:p>
    <w:p w14:paraId="4C4D8ED7" w14:textId="17E32A1A" w:rsidR="00C70936" w:rsidRDefault="00C70936" w:rsidP="006F21F2">
      <w:pPr>
        <w:pStyle w:val="BodyText"/>
        <w:numPr>
          <w:ilvl w:val="0"/>
          <w:numId w:val="82"/>
        </w:numPr>
      </w:pPr>
      <w:r w:rsidRPr="00A175A9">
        <w:rPr>
          <w:u w:val="single"/>
        </w:rPr>
        <w:t>Requirements Phase</w:t>
      </w:r>
      <w:r w:rsidRPr="001058F9">
        <w:t>.</w:t>
      </w:r>
    </w:p>
    <w:p w14:paraId="22E7923D" w14:textId="77777777" w:rsidR="00176307" w:rsidRDefault="00C70936" w:rsidP="006076B6">
      <w:pPr>
        <w:pStyle w:val="BodyText"/>
        <w:ind w:left="720"/>
      </w:pPr>
      <w:r w:rsidRPr="0020701E">
        <w:t>See Attachment</w:t>
      </w:r>
      <w:r w:rsidR="00EA7B94">
        <w:t> 2</w:t>
      </w:r>
      <w:r w:rsidRPr="0020701E">
        <w:t xml:space="preserve">, “Inspection Guide for </w:t>
      </w:r>
      <w:r w:rsidR="00E928A6">
        <w:t>DI&amp;C</w:t>
      </w:r>
      <w:r w:rsidRPr="0020701E">
        <w:t xml:space="preserve"> System/Software Life Cycle - Requirements Phase”</w:t>
      </w:r>
    </w:p>
    <w:p w14:paraId="4DA2038B" w14:textId="279F3CAD" w:rsidR="00C70936" w:rsidRPr="0020701E" w:rsidRDefault="00C70936" w:rsidP="006F21F2">
      <w:pPr>
        <w:pStyle w:val="BodyText"/>
        <w:numPr>
          <w:ilvl w:val="0"/>
          <w:numId w:val="82"/>
        </w:numPr>
      </w:pPr>
      <w:r w:rsidRPr="0020701E">
        <w:rPr>
          <w:u w:val="single"/>
        </w:rPr>
        <w:t>Design &amp; Implementation Phase</w:t>
      </w:r>
      <w:r w:rsidRPr="001058F9">
        <w:t>.</w:t>
      </w:r>
    </w:p>
    <w:p w14:paraId="504BFFB0" w14:textId="77777777" w:rsidR="00176307" w:rsidRDefault="00C70936" w:rsidP="006076B6">
      <w:pPr>
        <w:pStyle w:val="BodyText"/>
        <w:ind w:left="720"/>
      </w:pPr>
      <w:r w:rsidRPr="0020701E">
        <w:t>See Attachment</w:t>
      </w:r>
      <w:r w:rsidR="00EA7B94">
        <w:t> 3</w:t>
      </w:r>
      <w:r w:rsidRPr="0020701E">
        <w:t xml:space="preserve">, “Inspection Guide for </w:t>
      </w:r>
      <w:r w:rsidR="00E928A6">
        <w:t>DI&amp;C</w:t>
      </w:r>
      <w:r w:rsidRPr="0020701E">
        <w:t xml:space="preserve"> System/Software Life Cycle - Design &amp; Implementation Phase”</w:t>
      </w:r>
    </w:p>
    <w:p w14:paraId="1AFEC4A5" w14:textId="6EB27C00" w:rsidR="00C70936" w:rsidRPr="00E10720" w:rsidRDefault="00C70936" w:rsidP="006F21F2">
      <w:pPr>
        <w:pStyle w:val="BodyText"/>
        <w:numPr>
          <w:ilvl w:val="0"/>
          <w:numId w:val="82"/>
        </w:numPr>
        <w:rPr>
          <w:u w:val="single"/>
        </w:rPr>
      </w:pPr>
      <w:r w:rsidRPr="00E10720">
        <w:rPr>
          <w:u w:val="single"/>
        </w:rPr>
        <w:t>Integration Phase</w:t>
      </w:r>
      <w:r w:rsidRPr="001058F9">
        <w:t>.</w:t>
      </w:r>
    </w:p>
    <w:p w14:paraId="49A51F9B" w14:textId="77777777" w:rsidR="00176307" w:rsidRDefault="00C70936" w:rsidP="006076B6">
      <w:pPr>
        <w:pStyle w:val="BodyText"/>
        <w:ind w:left="720"/>
      </w:pPr>
      <w:r>
        <w:t>See Attachment</w:t>
      </w:r>
      <w:r w:rsidR="00EA7B94">
        <w:t> 4</w:t>
      </w:r>
      <w:r>
        <w:t>, “</w:t>
      </w:r>
      <w:r w:rsidRPr="00A175A9">
        <w:t xml:space="preserve">Inspection Guide for </w:t>
      </w:r>
      <w:r w:rsidR="00E928A6">
        <w:t>DI&amp;C</w:t>
      </w:r>
      <w:r w:rsidRPr="00A175A9">
        <w:t xml:space="preserve"> System/Software Life Cycle - Integration Phase</w:t>
      </w:r>
      <w:r>
        <w:t>”</w:t>
      </w:r>
    </w:p>
    <w:p w14:paraId="33568A04" w14:textId="515BCBC5" w:rsidR="00C70936" w:rsidRPr="00415F4E" w:rsidRDefault="00C70936" w:rsidP="006F21F2">
      <w:pPr>
        <w:pStyle w:val="BodyText"/>
        <w:numPr>
          <w:ilvl w:val="0"/>
          <w:numId w:val="82"/>
        </w:numPr>
        <w:rPr>
          <w:u w:val="single"/>
        </w:rPr>
      </w:pPr>
      <w:r w:rsidRPr="00415F4E">
        <w:rPr>
          <w:u w:val="single"/>
        </w:rPr>
        <w:t>Validation and Test Phase</w:t>
      </w:r>
      <w:r w:rsidRPr="001058F9">
        <w:t>.</w:t>
      </w:r>
    </w:p>
    <w:p w14:paraId="62FB82DF" w14:textId="77777777" w:rsidR="00176307" w:rsidRDefault="00C70936" w:rsidP="006076B6">
      <w:pPr>
        <w:pStyle w:val="BodyText"/>
        <w:ind w:left="720"/>
        <w:rPr>
          <w:u w:val="single"/>
        </w:rPr>
      </w:pPr>
      <w:r>
        <w:t>See Attachment</w:t>
      </w:r>
      <w:r w:rsidR="00EA7B94">
        <w:t> 5</w:t>
      </w:r>
      <w:r>
        <w:t>, “</w:t>
      </w:r>
      <w:r w:rsidRPr="00A175A9">
        <w:t xml:space="preserve">Inspection Guide for </w:t>
      </w:r>
      <w:r w:rsidR="00E928A6">
        <w:t>DI&amp;C</w:t>
      </w:r>
      <w:r w:rsidRPr="00A175A9">
        <w:t xml:space="preserve"> System/Software Life Cycle - Validation &amp; Test Phase</w:t>
      </w:r>
      <w:r>
        <w:t>”</w:t>
      </w:r>
    </w:p>
    <w:p w14:paraId="718B8456" w14:textId="66A1A9C9" w:rsidR="00C70936" w:rsidRDefault="00C70936" w:rsidP="006F21F2">
      <w:pPr>
        <w:pStyle w:val="BodyText"/>
        <w:numPr>
          <w:ilvl w:val="0"/>
          <w:numId w:val="82"/>
        </w:numPr>
      </w:pPr>
      <w:r w:rsidRPr="00415F4E">
        <w:rPr>
          <w:u w:val="single"/>
        </w:rPr>
        <w:t>Installation Phase</w:t>
      </w:r>
      <w:r w:rsidRPr="001058F9">
        <w:t>.</w:t>
      </w:r>
    </w:p>
    <w:p w14:paraId="34F700B3" w14:textId="77777777" w:rsidR="00176307" w:rsidRDefault="00C70936" w:rsidP="006076B6">
      <w:pPr>
        <w:pStyle w:val="BodyText"/>
        <w:ind w:left="720"/>
      </w:pPr>
      <w:r>
        <w:t>See Attachment</w:t>
      </w:r>
      <w:r w:rsidR="00EA7B94">
        <w:t> 6</w:t>
      </w:r>
      <w:r>
        <w:t>, “</w:t>
      </w:r>
      <w:r w:rsidRPr="00A175A9">
        <w:t xml:space="preserve">Inspection Guide for </w:t>
      </w:r>
      <w:r w:rsidR="00E928A6">
        <w:t>DI&amp;C</w:t>
      </w:r>
      <w:r w:rsidRPr="00A175A9">
        <w:t xml:space="preserve"> System/Software Life Cycle - Installation Phase</w:t>
      </w:r>
      <w:r>
        <w:t>”</w:t>
      </w:r>
    </w:p>
    <w:p w14:paraId="14BED67B" w14:textId="77777777" w:rsidR="00176307" w:rsidRDefault="00C70936" w:rsidP="006F21F2">
      <w:pPr>
        <w:pStyle w:val="BodyText"/>
        <w:numPr>
          <w:ilvl w:val="0"/>
          <w:numId w:val="82"/>
        </w:numPr>
      </w:pPr>
      <w:r w:rsidRPr="003155AF">
        <w:rPr>
          <w:u w:val="single"/>
        </w:rPr>
        <w:lastRenderedPageBreak/>
        <w:t>Nonconformance/Deviation Record</w:t>
      </w:r>
      <w:r w:rsidR="00D12E7B">
        <w:rPr>
          <w:u w:val="single"/>
        </w:rPr>
        <w:t>(s)</w:t>
      </w:r>
      <w:r w:rsidRPr="003155AF">
        <w:t>.</w:t>
      </w:r>
    </w:p>
    <w:p w14:paraId="1D9BD52B" w14:textId="2DE71289" w:rsidR="00D12E7B" w:rsidRPr="005D2D8F" w:rsidRDefault="00D12E7B" w:rsidP="006F21F2">
      <w:pPr>
        <w:pStyle w:val="BodyText"/>
        <w:numPr>
          <w:ilvl w:val="1"/>
          <w:numId w:val="82"/>
        </w:numPr>
      </w:pPr>
      <w:r w:rsidRPr="005D2D8F">
        <w:t xml:space="preserve">Records include </w:t>
      </w:r>
      <w:proofErr w:type="gramStart"/>
      <w:r w:rsidRPr="005D2D8F">
        <w:t>current status</w:t>
      </w:r>
      <w:proofErr w:type="gramEnd"/>
      <w:r w:rsidRPr="005D2D8F">
        <w:t xml:space="preserve"> of these items. Nonconformance reports include the status of corrective action or resolution (e.g., determine whether adequate corrective action is being taken when test results are not within tolerance or acceptance criteria)</w:t>
      </w:r>
      <w:r w:rsidR="00B336D3">
        <w:t>.</w:t>
      </w:r>
    </w:p>
    <w:p w14:paraId="00CF435D" w14:textId="77777777" w:rsidR="00176307" w:rsidRDefault="00D12E7B" w:rsidP="006F21F2">
      <w:pPr>
        <w:pStyle w:val="BodyText"/>
        <w:numPr>
          <w:ilvl w:val="1"/>
          <w:numId w:val="82"/>
        </w:numPr>
      </w:pPr>
      <w:r w:rsidRPr="005D2D8F">
        <w:t>For the inspection, review and evaluate a sampling of reports applicable to nonconformances or deviations. Determine whether:</w:t>
      </w:r>
    </w:p>
    <w:p w14:paraId="65C17587" w14:textId="06DA53D8" w:rsidR="00D12E7B" w:rsidRPr="005D2D8F" w:rsidRDefault="00D12E7B" w:rsidP="006F21F2">
      <w:pPr>
        <w:pStyle w:val="BodyText"/>
        <w:numPr>
          <w:ilvl w:val="2"/>
          <w:numId w:val="82"/>
        </w:numPr>
      </w:pPr>
      <w:r w:rsidRPr="005D2D8F">
        <w:t>Records are complete and promptly reviewed by qualified personnel.</w:t>
      </w:r>
    </w:p>
    <w:p w14:paraId="49C6AD42" w14:textId="3DD9AF48" w:rsidR="00D12E7B" w:rsidRPr="005D2D8F" w:rsidRDefault="00D12E7B" w:rsidP="006F21F2">
      <w:pPr>
        <w:pStyle w:val="BodyText"/>
        <w:numPr>
          <w:ilvl w:val="2"/>
          <w:numId w:val="82"/>
        </w:numPr>
      </w:pPr>
      <w:r w:rsidRPr="005D2D8F">
        <w:t>Records have been routinely processed, evaluated in a timely manner and controlled through established channels, for resolution of the root-cause as well as the immediate problem.</w:t>
      </w:r>
    </w:p>
    <w:p w14:paraId="65F1A86C" w14:textId="40D37780" w:rsidR="00D12E7B" w:rsidRPr="005D2D8F" w:rsidRDefault="00D12E7B" w:rsidP="006F21F2">
      <w:pPr>
        <w:pStyle w:val="BodyText"/>
        <w:numPr>
          <w:ilvl w:val="2"/>
          <w:numId w:val="82"/>
        </w:numPr>
      </w:pPr>
      <w:r w:rsidRPr="005D2D8F">
        <w:t xml:space="preserve">Records are properly identified and stored, indicate </w:t>
      </w:r>
      <w:proofErr w:type="gramStart"/>
      <w:r w:rsidRPr="005D2D8F">
        <w:t>current status</w:t>
      </w:r>
      <w:proofErr w:type="gramEnd"/>
      <w:r w:rsidRPr="005D2D8F">
        <w:t>, and can be retrieved in a reasonable time.</w:t>
      </w:r>
    </w:p>
    <w:p w14:paraId="1A93348A" w14:textId="77777777" w:rsidR="00176307" w:rsidRDefault="00D12E7B" w:rsidP="006F21F2">
      <w:pPr>
        <w:pStyle w:val="BodyText"/>
        <w:numPr>
          <w:ilvl w:val="2"/>
          <w:numId w:val="82"/>
        </w:numPr>
      </w:pPr>
      <w:r w:rsidRPr="005D2D8F">
        <w:t>Nonconformance reports include the status of corrective action or resolution, and adequate justification is provided for use-as-is disposition.</w:t>
      </w:r>
    </w:p>
    <w:p w14:paraId="6356CFC8" w14:textId="60403737" w:rsidR="00617214" w:rsidRDefault="00C70936" w:rsidP="006F21F2">
      <w:pPr>
        <w:pStyle w:val="BodyText"/>
        <w:numPr>
          <w:ilvl w:val="0"/>
          <w:numId w:val="82"/>
        </w:numPr>
      </w:pPr>
      <w:r w:rsidRPr="003155AF">
        <w:rPr>
          <w:u w:val="single"/>
        </w:rPr>
        <w:t>Training/Qualification Records of Craft, and Quality Inspection Personnel</w:t>
      </w:r>
      <w:r w:rsidRPr="003155AF">
        <w:t xml:space="preserve">. </w:t>
      </w:r>
    </w:p>
    <w:p w14:paraId="5E5033C0" w14:textId="77777777" w:rsidR="00176307" w:rsidRDefault="00C70936" w:rsidP="00076350">
      <w:pPr>
        <w:pStyle w:val="BodyText"/>
        <w:ind w:left="720"/>
      </w:pPr>
      <w:r w:rsidRPr="003155AF">
        <w:t>Records establish that quality inspection personnel, as applicable, are adequately qualified for their assigned duties and responsibilities and that craft personnel have been trained in their assigned tasks.</w:t>
      </w:r>
    </w:p>
    <w:p w14:paraId="04BC89CA" w14:textId="77777777" w:rsidR="00176307" w:rsidRDefault="00C70936" w:rsidP="00076350">
      <w:pPr>
        <w:pStyle w:val="BodyText"/>
        <w:ind w:left="720"/>
      </w:pPr>
      <w:r w:rsidRPr="00FA4B4C">
        <w:t>Verify if a program has been established, if required, for ensuring that craft, examination, and inspection personnel associated with safety significant electric system and components are trained and qualified to perform their assigned duties, as applicable. The program includes:</w:t>
      </w:r>
    </w:p>
    <w:p w14:paraId="183B5478" w14:textId="17D29576" w:rsidR="00C70936" w:rsidRDefault="00C70936" w:rsidP="006F21F2">
      <w:pPr>
        <w:pStyle w:val="BodyText"/>
        <w:numPr>
          <w:ilvl w:val="1"/>
          <w:numId w:val="82"/>
        </w:numPr>
      </w:pPr>
      <w:r w:rsidRPr="00623E07">
        <w:t xml:space="preserve">The proper use of installation </w:t>
      </w:r>
      <w:r w:rsidR="00E928A6">
        <w:t>DI&amp;C</w:t>
      </w:r>
      <w:r w:rsidRPr="00A175A9">
        <w:t xml:space="preserve"> </w:t>
      </w:r>
      <w:r>
        <w:t>s</w:t>
      </w:r>
      <w:r w:rsidRPr="00A175A9">
        <w:t>ystem/</w:t>
      </w:r>
      <w:r>
        <w:t>s</w:t>
      </w:r>
      <w:r w:rsidRPr="00A175A9">
        <w:t>oftware</w:t>
      </w:r>
      <w:r>
        <w:t>.</w:t>
      </w:r>
    </w:p>
    <w:p w14:paraId="372448A6" w14:textId="77777777" w:rsidR="00C70936" w:rsidRDefault="00C70936" w:rsidP="006F21F2">
      <w:pPr>
        <w:pStyle w:val="BodyText"/>
        <w:numPr>
          <w:ilvl w:val="1"/>
          <w:numId w:val="82"/>
        </w:numPr>
      </w:pPr>
      <w:r w:rsidRPr="00623E07">
        <w:t xml:space="preserve">The proper handling, supporting and protection of electric </w:t>
      </w:r>
      <w:r>
        <w:t>system and components</w:t>
      </w:r>
      <w:r w:rsidRPr="00623E07">
        <w:t xml:space="preserve"> stored in place.</w:t>
      </w:r>
    </w:p>
    <w:p w14:paraId="0603E5F8" w14:textId="77777777" w:rsidR="00C70936" w:rsidRDefault="00C70936" w:rsidP="006F21F2">
      <w:pPr>
        <w:pStyle w:val="BodyText"/>
        <w:numPr>
          <w:ilvl w:val="1"/>
          <w:numId w:val="82"/>
        </w:numPr>
      </w:pPr>
      <w:r w:rsidRPr="00D6338E">
        <w:t xml:space="preserve">The system of craft and inspection personnel qualification records meets stated requirements and is being maintained in </w:t>
      </w:r>
      <w:proofErr w:type="gramStart"/>
      <w:r w:rsidRPr="00D6338E">
        <w:t>a current status</w:t>
      </w:r>
      <w:proofErr w:type="gramEnd"/>
      <w:r w:rsidRPr="00D6338E">
        <w:t>.</w:t>
      </w:r>
    </w:p>
    <w:p w14:paraId="5E9A1084" w14:textId="77777777" w:rsidR="00C70936" w:rsidRDefault="00C70936" w:rsidP="006F21F2">
      <w:pPr>
        <w:pStyle w:val="BodyText"/>
        <w:numPr>
          <w:ilvl w:val="1"/>
          <w:numId w:val="82"/>
        </w:numPr>
      </w:pPr>
      <w:r w:rsidRPr="00D6338E">
        <w:t>The records are sufficient to reasonably support qualification in terms of certification, experience, proficiency, training, testing, etc., as applicable.</w:t>
      </w:r>
    </w:p>
    <w:p w14:paraId="2AC2FD26" w14:textId="77777777" w:rsidR="00176307" w:rsidRDefault="00C70936" w:rsidP="006F21F2">
      <w:pPr>
        <w:pStyle w:val="BodyText"/>
        <w:numPr>
          <w:ilvl w:val="1"/>
          <w:numId w:val="82"/>
        </w:numPr>
      </w:pPr>
      <w:r w:rsidRPr="00D6338E">
        <w:t>Responsible licensee/contractor organizations have acted to independently authenticate the record material.</w:t>
      </w:r>
    </w:p>
    <w:p w14:paraId="02AC5333" w14:textId="60049488" w:rsidR="00617214" w:rsidRDefault="00C70936" w:rsidP="006F21F2">
      <w:pPr>
        <w:pStyle w:val="BodyText"/>
        <w:keepNext/>
        <w:numPr>
          <w:ilvl w:val="0"/>
          <w:numId w:val="82"/>
        </w:numPr>
      </w:pPr>
      <w:r w:rsidRPr="003F408F">
        <w:rPr>
          <w:u w:val="single"/>
        </w:rPr>
        <w:lastRenderedPageBreak/>
        <w:t>Configuration Management Records</w:t>
      </w:r>
      <w:r w:rsidRPr="003F408F">
        <w:t xml:space="preserve">. </w:t>
      </w:r>
    </w:p>
    <w:p w14:paraId="49749296" w14:textId="5B4F0CD6" w:rsidR="007B2A45" w:rsidRPr="00617214" w:rsidRDefault="007B2A45" w:rsidP="00B9037F">
      <w:pPr>
        <w:keepNext/>
        <w:widowControl/>
        <w:autoSpaceDE/>
        <w:autoSpaceDN/>
        <w:adjustRightInd/>
        <w:spacing w:after="220" w:line="240" w:lineRule="exact"/>
        <w:ind w:left="720"/>
        <w:rPr>
          <w:rFonts w:ascii="Arial" w:hAnsi="Arial" w:cs="Arial"/>
          <w:sz w:val="22"/>
          <w:szCs w:val="22"/>
        </w:rPr>
      </w:pPr>
      <w:r w:rsidRPr="00617214">
        <w:rPr>
          <w:rFonts w:ascii="Arial" w:hAnsi="Arial" w:cs="Arial"/>
          <w:sz w:val="22"/>
          <w:szCs w:val="22"/>
        </w:rPr>
        <w:t>Review and evaluate a selected sample of configuration management records, and determine whether:</w:t>
      </w:r>
    </w:p>
    <w:p w14:paraId="18287124" w14:textId="77777777" w:rsidR="007B2A45" w:rsidRPr="005D2D8F" w:rsidRDefault="007B2A45" w:rsidP="006F21F2">
      <w:pPr>
        <w:pStyle w:val="BodyText"/>
        <w:numPr>
          <w:ilvl w:val="1"/>
          <w:numId w:val="82"/>
        </w:numPr>
      </w:pPr>
      <w:r w:rsidRPr="005D2D8F">
        <w:t>Records associated with design and field changes, as well as related work and IP changes, reflect that timely review and evaluation of design and field change documents have been performed by personnel who are qualified.</w:t>
      </w:r>
    </w:p>
    <w:p w14:paraId="62893417" w14:textId="58A3536A" w:rsidR="007B2A45" w:rsidRPr="005D2D8F" w:rsidRDefault="007B2A45" w:rsidP="006F21F2">
      <w:pPr>
        <w:pStyle w:val="BodyText"/>
        <w:numPr>
          <w:ilvl w:val="1"/>
          <w:numId w:val="82"/>
        </w:numPr>
      </w:pPr>
      <w:r w:rsidRPr="005D2D8F">
        <w:t>Records of periodic inspections ensure that only the most recent approved documents, including design changes, were used in the field.</w:t>
      </w:r>
    </w:p>
    <w:p w14:paraId="44A0312B" w14:textId="674AF799" w:rsidR="007B2A45" w:rsidRPr="005D2D8F" w:rsidRDefault="007B2A45" w:rsidP="006F21F2">
      <w:pPr>
        <w:pStyle w:val="BodyText"/>
        <w:numPr>
          <w:ilvl w:val="1"/>
          <w:numId w:val="82"/>
        </w:numPr>
      </w:pPr>
      <w:r w:rsidRPr="005D2D8F">
        <w:t>Design changes are subject to adequate design control, including consideration of the impact of the change on the overall design and on as-built records.</w:t>
      </w:r>
    </w:p>
    <w:p w14:paraId="508B1E27" w14:textId="74611A38" w:rsidR="007B2A45" w:rsidRPr="005D2D8F" w:rsidRDefault="007B2A45" w:rsidP="006F21F2">
      <w:pPr>
        <w:pStyle w:val="BodyText"/>
        <w:numPr>
          <w:ilvl w:val="1"/>
          <w:numId w:val="82"/>
        </w:numPr>
      </w:pPr>
      <w:r w:rsidRPr="005D2D8F">
        <w:t>Records of nonconformanc</w:t>
      </w:r>
      <w:r w:rsidR="00852624">
        <w:t>e</w:t>
      </w:r>
      <w:r w:rsidRPr="005D2D8F">
        <w:t>s to design requirements include preparation of a nonconformance report even if the nonconformance is resolved through the design-change process.</w:t>
      </w:r>
    </w:p>
    <w:p w14:paraId="7FD42650" w14:textId="0CA7DCA7" w:rsidR="00C70936" w:rsidRPr="00916132" w:rsidRDefault="00C70936" w:rsidP="00C70936">
      <w:pPr>
        <w:pStyle w:val="Heading1"/>
      </w:pPr>
      <w:r>
        <w:t>88200</w:t>
      </w:r>
      <w:r w:rsidRPr="00916132">
        <w:t>.</w:t>
      </w:r>
      <w:r>
        <w:t>M</w:t>
      </w:r>
      <w:r w:rsidR="00EA7B94">
        <w:rPr>
          <w:rFonts w:ascii="Cambria Math" w:hAnsi="Cambria Math" w:cs="Cambria Math"/>
        </w:rPr>
        <w:t>‑</w:t>
      </w:r>
      <w:r w:rsidR="00EA7B94">
        <w:t>0</w:t>
      </w:r>
      <w:r>
        <w:t>4</w:t>
      </w:r>
      <w:r w:rsidRPr="00916132">
        <w:tab/>
        <w:t>RESOURCE ESTIMATE</w:t>
      </w:r>
    </w:p>
    <w:p w14:paraId="6514FEFE" w14:textId="44A6564F" w:rsidR="003B05C4" w:rsidRDefault="003B05C4" w:rsidP="003B05C4">
      <w:pPr>
        <w:pStyle w:val="BodyText"/>
      </w:pPr>
      <w:r>
        <w:t>This appendix is intended to provide inspection requirements and guidance applicable to a wide variety of potential construction projects at both existing and new fuel cycle facilities (FCF</w:t>
      </w:r>
      <w:r w:rsidR="00E97FA5">
        <w:t>s</w:t>
      </w:r>
      <w:r>
        <w:t xml:space="preserve">). These projects may vary greatly in scope, complexity, and potential risk to public health and safety. Recommended inspection scope and hours for a specific new </w:t>
      </w:r>
      <w:r w:rsidR="00E97FA5">
        <w:t>FCF</w:t>
      </w:r>
      <w:r>
        <w:t xml:space="preserve"> will be documented in the principal inspection plan (PIP) for that facility developed in accordance with Inspection Manual Chapter (IMC) 2694, “Fuel Cycle Facility Construction and Pre-Operational Readiness Review Inspection Program.” </w:t>
      </w:r>
    </w:p>
    <w:p w14:paraId="52E4435C" w14:textId="565D460C" w:rsidR="00C70936" w:rsidRPr="00F63ABE" w:rsidRDefault="003B05C4" w:rsidP="003B05C4">
      <w:pPr>
        <w:pStyle w:val="BodyText"/>
      </w:pPr>
      <w:r>
        <w:t>Additionally, this IP can be used to provide additional inspection guidance for plant modification inspections at existing facilities but is not required to be implemented for these projects. Use of this appendix, or sections of this appendix, for modifications at existing FCFs, would be done on a case-by-case basis, in accordance with IMC 2600, Appendix B, “NRC Core Inspection Requirements.</w:t>
      </w:r>
      <w:r w:rsidR="00AC1824">
        <w:t>”</w:t>
      </w:r>
    </w:p>
    <w:p w14:paraId="7E35BE90" w14:textId="477609F7" w:rsidR="00C70936" w:rsidRPr="00C70936" w:rsidRDefault="00C70936" w:rsidP="00C70936">
      <w:pPr>
        <w:pStyle w:val="Heading1"/>
      </w:pPr>
      <w:r>
        <w:t>88200.M</w:t>
      </w:r>
      <w:r w:rsidR="00EA7B94">
        <w:rPr>
          <w:rFonts w:ascii="Cambria Math" w:hAnsi="Cambria Math" w:cs="Cambria Math"/>
        </w:rPr>
        <w:t>‑</w:t>
      </w:r>
      <w:r w:rsidR="00EA7B94">
        <w:t>0</w:t>
      </w:r>
      <w:r>
        <w:t>5</w:t>
      </w:r>
      <w:r w:rsidRPr="00F10650">
        <w:tab/>
      </w:r>
      <w:r>
        <w:t>PROCEDURE COMPLETION</w:t>
      </w:r>
    </w:p>
    <w:p w14:paraId="01389358" w14:textId="7673A85B" w:rsidR="00C70936" w:rsidRPr="007A3BAA" w:rsidRDefault="00EF597E" w:rsidP="00282E46">
      <w:pPr>
        <w:pStyle w:val="BodyText"/>
      </w:pPr>
      <w:r w:rsidRPr="00EF597E">
        <w:t xml:space="preserve">This </w:t>
      </w:r>
      <w:r w:rsidR="007E7937">
        <w:t>IP</w:t>
      </w:r>
      <w:r w:rsidRPr="00EF597E">
        <w:t xml:space="preserve"> is </w:t>
      </w:r>
      <w:proofErr w:type="gramStart"/>
      <w:r w:rsidRPr="00EF597E">
        <w:t>complete</w:t>
      </w:r>
      <w:proofErr w:type="gramEnd"/>
      <w:r w:rsidRPr="00EF597E">
        <w:t xml:space="preserv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This appendix does not need to be completed if there </w:t>
      </w:r>
      <w:proofErr w:type="gramStart"/>
      <w:r w:rsidRPr="00EF597E">
        <w:t>are</w:t>
      </w:r>
      <w:proofErr w:type="gramEnd"/>
      <w:r w:rsidRPr="00EF597E">
        <w:t xml:space="preserve"> no SSIS covered by this appendix at a</w:t>
      </w:r>
      <w:r w:rsidR="00852624">
        <w:t>n</w:t>
      </w:r>
      <w:r w:rsidRPr="00EF597E">
        <w:t xml:space="preserve"> FCF.</w:t>
      </w:r>
    </w:p>
    <w:p w14:paraId="1AE4FFD2" w14:textId="710CD050" w:rsidR="00C70936" w:rsidRDefault="00C70936" w:rsidP="00C70936">
      <w:pPr>
        <w:pStyle w:val="Heading1"/>
      </w:pPr>
      <w:r>
        <w:t>88200</w:t>
      </w:r>
      <w:r w:rsidRPr="00916132">
        <w:t>.</w:t>
      </w:r>
      <w:r>
        <w:t>M</w:t>
      </w:r>
      <w:r w:rsidR="00EA7B94">
        <w:rPr>
          <w:rFonts w:ascii="Cambria Math" w:hAnsi="Cambria Math" w:cs="Cambria Math"/>
        </w:rPr>
        <w:t>‑</w:t>
      </w:r>
      <w:r w:rsidR="00EA7B94">
        <w:t>0</w:t>
      </w:r>
      <w:r>
        <w:t>6</w:t>
      </w:r>
      <w:r w:rsidRPr="00916132">
        <w:tab/>
        <w:t>REFERENCES</w:t>
      </w:r>
    </w:p>
    <w:p w14:paraId="21BA00F2" w14:textId="77777777" w:rsidR="00176307" w:rsidRDefault="00C70936" w:rsidP="00C56F48">
      <w:pPr>
        <w:pStyle w:val="BodyText"/>
      </w:pPr>
      <w:r>
        <w:t>Refer to licensing basis requirements for applicable codes and standards for each fuel facility.</w:t>
      </w:r>
    </w:p>
    <w:p w14:paraId="20557195" w14:textId="77777777" w:rsidR="00176307" w:rsidRDefault="00F75C92" w:rsidP="00271C85">
      <w:pPr>
        <w:pStyle w:val="BodyText"/>
        <w:ind w:left="720" w:hanging="720"/>
      </w:pPr>
      <w:r w:rsidRPr="00BB0E8B">
        <w:t>Institute of Electrical and Electronics Engineers</w:t>
      </w:r>
      <w:r>
        <w:t xml:space="preserve"> (</w:t>
      </w:r>
      <w:r w:rsidR="00C70936" w:rsidRPr="00916132">
        <w:t>IEEE</w:t>
      </w:r>
      <w:r>
        <w:t>)</w:t>
      </w:r>
      <w:r w:rsidR="00C70936" w:rsidRPr="00916132">
        <w:t xml:space="preserve"> Std. 730, “IEEE Standard Criteria for Software Quality Assurance Plans”</w:t>
      </w:r>
    </w:p>
    <w:p w14:paraId="55AB230C" w14:textId="77777777" w:rsidR="00176307" w:rsidRDefault="00C70936" w:rsidP="00C56F48">
      <w:pPr>
        <w:pStyle w:val="BodyText"/>
      </w:pPr>
      <w:r w:rsidRPr="00916132">
        <w:lastRenderedPageBreak/>
        <w:t>IEEE Std. 828, “IEEE Standard for Configuration Management Plans”</w:t>
      </w:r>
    </w:p>
    <w:p w14:paraId="4FF17C74" w14:textId="77777777" w:rsidR="00176307" w:rsidRDefault="00C70936" w:rsidP="00C56F48">
      <w:pPr>
        <w:pStyle w:val="BodyText"/>
      </w:pPr>
      <w:r w:rsidRPr="00916132">
        <w:t>IEEE Std. 829, “IEEE Standard for Software Test Documentation”</w:t>
      </w:r>
    </w:p>
    <w:p w14:paraId="60E70952" w14:textId="77777777" w:rsidR="00176307" w:rsidRDefault="00C70936" w:rsidP="00C56F48">
      <w:pPr>
        <w:pStyle w:val="BodyText"/>
      </w:pPr>
      <w:r w:rsidRPr="00916132">
        <w:t>IEEE Std. 830, “IEEE Recommended Practice for Software Requirements Specifications”</w:t>
      </w:r>
    </w:p>
    <w:p w14:paraId="24DFD2C3" w14:textId="77777777" w:rsidR="00176307" w:rsidRDefault="00C70936" w:rsidP="00C56F48">
      <w:pPr>
        <w:pStyle w:val="BodyText"/>
      </w:pPr>
      <w:r w:rsidRPr="00916132">
        <w:t>IEEE Std. 1008, “IEEE Standard for Software Unit Testing”</w:t>
      </w:r>
    </w:p>
    <w:p w14:paraId="28A93EE0" w14:textId="77777777" w:rsidR="00176307" w:rsidRDefault="00C70936" w:rsidP="00C56F48">
      <w:pPr>
        <w:pStyle w:val="BodyText"/>
      </w:pPr>
      <w:r w:rsidRPr="00916132">
        <w:t>IEEE Std. 1012, "IEEE Standard for Software Verification and Validation Plans"</w:t>
      </w:r>
    </w:p>
    <w:p w14:paraId="2D957C8A" w14:textId="77777777" w:rsidR="00176307" w:rsidRDefault="00C70936" w:rsidP="00C56F48">
      <w:pPr>
        <w:pStyle w:val="BodyText"/>
      </w:pPr>
      <w:r w:rsidRPr="00916132">
        <w:t>IEEE Std. 1028, “IEEE Guide to Software Configuration Management”</w:t>
      </w:r>
    </w:p>
    <w:p w14:paraId="365A1AAD" w14:textId="77777777" w:rsidR="00176307" w:rsidRDefault="00C70936" w:rsidP="00C56F48">
      <w:pPr>
        <w:pStyle w:val="BodyText"/>
      </w:pPr>
      <w:r w:rsidRPr="00916132">
        <w:t>IEEE Std. 1074, "IEEE Standard for Developing Software Life Cycle Processes"</w:t>
      </w:r>
    </w:p>
    <w:p w14:paraId="7F9F9F46" w14:textId="77777777" w:rsidR="00176307" w:rsidRDefault="00C70936" w:rsidP="00C56F48">
      <w:pPr>
        <w:pStyle w:val="BodyText"/>
      </w:pPr>
      <w:r w:rsidRPr="00916132">
        <w:t>IEEE Std. 1228, "IEEE Standard for Software Safety Plans"</w:t>
      </w:r>
    </w:p>
    <w:p w14:paraId="7EC5B211" w14:textId="77777777" w:rsidR="00176307" w:rsidRDefault="00C70936" w:rsidP="00BC0406">
      <w:pPr>
        <w:pStyle w:val="BodyText"/>
        <w:ind w:left="720" w:hanging="720"/>
      </w:pPr>
      <w:r w:rsidRPr="00916132">
        <w:t xml:space="preserve">IP </w:t>
      </w:r>
      <w:r>
        <w:t>88200</w:t>
      </w:r>
      <w:r w:rsidRPr="00916132">
        <w:t xml:space="preserve">, “Inspection of Instrumentation and Control Systems at Fuel Cycle Facilities, </w:t>
      </w:r>
      <w:r w:rsidR="009F5B43">
        <w:br/>
      </w:r>
      <w:r w:rsidRPr="00916132">
        <w:t>Appendix J”</w:t>
      </w:r>
    </w:p>
    <w:p w14:paraId="097D7BBD" w14:textId="02973B2C" w:rsidR="00C70936" w:rsidRPr="00916132" w:rsidRDefault="00C70936" w:rsidP="00C56F48">
      <w:pPr>
        <w:pStyle w:val="BodyText"/>
      </w:pPr>
      <w:r w:rsidRPr="00916132">
        <w:t>IP 52003, “Digital Instrumentation and Control Modification Inspection”</w:t>
      </w:r>
    </w:p>
    <w:p w14:paraId="1DE1476E" w14:textId="05F0936C" w:rsidR="001609D3" w:rsidRDefault="00C70936" w:rsidP="009D71F2">
      <w:pPr>
        <w:pStyle w:val="END"/>
      </w:pPr>
      <w:r w:rsidRPr="00800881">
        <w:t>END</w:t>
      </w:r>
    </w:p>
    <w:p w14:paraId="667E0646" w14:textId="097257D5" w:rsidR="001609D3" w:rsidRPr="007B2418" w:rsidRDefault="001609D3" w:rsidP="0099630F">
      <w:pPr>
        <w:pStyle w:val="BodyText"/>
      </w:pPr>
      <w:r w:rsidRPr="007B2418">
        <w:t>Attachments:</w:t>
      </w:r>
    </w:p>
    <w:p w14:paraId="0BC397EE" w14:textId="7F23246E" w:rsidR="001609D3" w:rsidRPr="007B2418" w:rsidRDefault="001609D3" w:rsidP="00E676DC">
      <w:pPr>
        <w:pStyle w:val="BodyText2"/>
        <w:ind w:left="1080"/>
      </w:pPr>
      <w:r w:rsidRPr="007B2418">
        <w:t>Attachment</w:t>
      </w:r>
      <w:r w:rsidR="00EA7B94">
        <w:t> 1</w:t>
      </w:r>
      <w:r w:rsidRPr="007B2418">
        <w:t xml:space="preserve">: Inspection Guide for </w:t>
      </w:r>
      <w:r w:rsidR="00E928A6">
        <w:t>DI&amp;C</w:t>
      </w:r>
      <w:r w:rsidRPr="007B2418">
        <w:t xml:space="preserve"> System/Software Life Cycle - Planning Phase</w:t>
      </w:r>
    </w:p>
    <w:p w14:paraId="69A83989" w14:textId="023994AA" w:rsidR="001609D3" w:rsidRPr="007B2418" w:rsidRDefault="001609D3" w:rsidP="00E676DC">
      <w:pPr>
        <w:pStyle w:val="BodyText2"/>
        <w:ind w:left="1080"/>
      </w:pPr>
      <w:r w:rsidRPr="007B2418">
        <w:t>Attachment</w:t>
      </w:r>
      <w:r w:rsidR="00EA7B94">
        <w:t> 2</w:t>
      </w:r>
      <w:r w:rsidRPr="007B2418">
        <w:t xml:space="preserve">: Inspection Guide for </w:t>
      </w:r>
      <w:r w:rsidR="00E928A6">
        <w:t>DI&amp;C</w:t>
      </w:r>
      <w:r w:rsidRPr="007B2418">
        <w:t xml:space="preserve"> System/Software Life Cycle - Requirements Phase</w:t>
      </w:r>
    </w:p>
    <w:p w14:paraId="75B41FD2" w14:textId="7608E53E" w:rsidR="001609D3" w:rsidRPr="00540639" w:rsidRDefault="001609D3" w:rsidP="00E676DC">
      <w:pPr>
        <w:pStyle w:val="BodyText2"/>
        <w:ind w:left="1080"/>
      </w:pPr>
      <w:r w:rsidRPr="00540639">
        <w:t>Attachment</w:t>
      </w:r>
      <w:r w:rsidR="00EA7B94" w:rsidRPr="00540639">
        <w:t> 3</w:t>
      </w:r>
      <w:r w:rsidRPr="00540639">
        <w:t xml:space="preserve">: Inspection Guide for </w:t>
      </w:r>
      <w:r w:rsidR="00E928A6" w:rsidRPr="00540639">
        <w:t>DI&amp;C</w:t>
      </w:r>
      <w:r w:rsidRPr="00540639">
        <w:t xml:space="preserve"> System/Software Life Cycle - Design &amp; Implementation Phase</w:t>
      </w:r>
    </w:p>
    <w:p w14:paraId="1A35C070" w14:textId="4E4F712A" w:rsidR="001609D3" w:rsidRPr="007B2418" w:rsidRDefault="001609D3" w:rsidP="00E676DC">
      <w:pPr>
        <w:pStyle w:val="BodyText2"/>
        <w:ind w:left="1080"/>
      </w:pPr>
      <w:r w:rsidRPr="007B2418">
        <w:t>Attachment</w:t>
      </w:r>
      <w:r w:rsidR="00EA7B94">
        <w:t> 4</w:t>
      </w:r>
      <w:r w:rsidRPr="007B2418">
        <w:t xml:space="preserve">: Inspection Guide for </w:t>
      </w:r>
      <w:r w:rsidR="00E928A6">
        <w:t>DI&amp;C</w:t>
      </w:r>
      <w:r w:rsidRPr="007B2418">
        <w:t xml:space="preserve"> System/Software Life Cycle - Integration Phase</w:t>
      </w:r>
    </w:p>
    <w:p w14:paraId="1B2459FD" w14:textId="58B5298E" w:rsidR="001609D3" w:rsidRPr="007B2418" w:rsidRDefault="001609D3" w:rsidP="00E676DC">
      <w:pPr>
        <w:pStyle w:val="BodyText2"/>
        <w:ind w:left="1080"/>
      </w:pPr>
      <w:r w:rsidRPr="007B2418">
        <w:t>Attachment</w:t>
      </w:r>
      <w:r w:rsidR="00EA7B94">
        <w:t> 5</w:t>
      </w:r>
      <w:r w:rsidRPr="007B2418">
        <w:t xml:space="preserve">: Inspection Guide for </w:t>
      </w:r>
      <w:r w:rsidR="00E928A6">
        <w:t>DI&amp;C</w:t>
      </w:r>
      <w:r w:rsidRPr="007B2418">
        <w:t xml:space="preserve"> System/Software Life Cycle - Validation &amp; Test Phase</w:t>
      </w:r>
    </w:p>
    <w:p w14:paraId="3CF18C46" w14:textId="3908097F" w:rsidR="00C70936" w:rsidRDefault="001609D3" w:rsidP="00E676DC">
      <w:pPr>
        <w:pStyle w:val="BodyText2"/>
        <w:ind w:left="1080"/>
      </w:pPr>
      <w:r w:rsidRPr="003B110E">
        <w:t>Attachment</w:t>
      </w:r>
      <w:r w:rsidR="00EA7B94">
        <w:t> 6</w:t>
      </w:r>
      <w:r w:rsidRPr="003B110E">
        <w:t xml:space="preserve">: Inspection Guide for </w:t>
      </w:r>
      <w:r w:rsidR="00E928A6">
        <w:t>DI&amp;C</w:t>
      </w:r>
      <w:r w:rsidRPr="003B110E">
        <w:t xml:space="preserve"> System/Software Life Cycle - Installation Phase</w:t>
      </w:r>
    </w:p>
    <w:p w14:paraId="65BD874B" w14:textId="1F7A06FA" w:rsidR="00781B17" w:rsidRDefault="00781B17" w:rsidP="00E676DC">
      <w:pPr>
        <w:pStyle w:val="BodyText2"/>
        <w:ind w:left="1080"/>
      </w:pPr>
      <w:r w:rsidRPr="009D71F2">
        <w:t>Attachment</w:t>
      </w:r>
      <w:r w:rsidR="00EA7B94" w:rsidRPr="009D71F2">
        <w:t> 7</w:t>
      </w:r>
      <w:r w:rsidRPr="009D71F2">
        <w:t>:</w:t>
      </w:r>
      <w:r w:rsidR="009A72D7">
        <w:t xml:space="preserve"> </w:t>
      </w:r>
      <w:r w:rsidRPr="00AF67F4">
        <w:t>Revision History Table</w:t>
      </w:r>
    </w:p>
    <w:p w14:paraId="1B47DFE0" w14:textId="77777777" w:rsidR="00F1063E" w:rsidRDefault="00F1063E" w:rsidP="00DD24F3">
      <w:pPr>
        <w:pStyle w:val="attachmenttitle"/>
        <w:sectPr w:rsidR="00F1063E" w:rsidSect="00471587">
          <w:footerReference w:type="default" r:id="rId11"/>
          <w:type w:val="continuous"/>
          <w:pgSz w:w="12240" w:h="15840" w:code="1"/>
          <w:pgMar w:top="1440" w:right="1440" w:bottom="1440" w:left="1440" w:header="720" w:footer="720" w:gutter="0"/>
          <w:pgNumType w:start="1"/>
          <w:cols w:space="720"/>
          <w:docGrid w:linePitch="360"/>
        </w:sectPr>
      </w:pPr>
    </w:p>
    <w:p w14:paraId="00710D2A" w14:textId="09734729" w:rsidR="00E651CA" w:rsidRPr="00E651CA" w:rsidRDefault="005B1F3E" w:rsidP="00DD24F3">
      <w:pPr>
        <w:pStyle w:val="attachmenttitle"/>
      </w:pPr>
      <w:r w:rsidRPr="009F6609">
        <w:lastRenderedPageBreak/>
        <w:t>A</w:t>
      </w:r>
      <w:r>
        <w:t>ttachment</w:t>
      </w:r>
      <w:r w:rsidR="00EA7B94">
        <w:t> 1</w:t>
      </w:r>
      <w:r>
        <w:t xml:space="preserve">: </w:t>
      </w:r>
      <w:r w:rsidRPr="009F6609">
        <w:t>I</w:t>
      </w:r>
      <w:r>
        <w:t xml:space="preserve">nspection Guide </w:t>
      </w:r>
      <w:r w:rsidR="00BB77D6">
        <w:t>f</w:t>
      </w:r>
      <w:r>
        <w:t xml:space="preserve">or </w:t>
      </w:r>
      <w:r w:rsidR="00E928A6">
        <w:t>DI&amp;C</w:t>
      </w:r>
      <w:r w:rsidRPr="009F6609">
        <w:t xml:space="preserve"> S</w:t>
      </w:r>
      <w:r>
        <w:t>ystem/Software Life Cycle</w:t>
      </w:r>
      <w:r w:rsidR="008A571C">
        <w:t xml:space="preserve"> </w:t>
      </w:r>
      <w:r w:rsidR="006A6CFB">
        <w:t>–</w:t>
      </w:r>
      <w:r w:rsidR="008A571C">
        <w:t xml:space="preserve"> </w:t>
      </w:r>
      <w:r>
        <w:t>Planning Phase</w:t>
      </w:r>
    </w:p>
    <w:p w14:paraId="7C66BDC5" w14:textId="77777777" w:rsidR="00AD6D98" w:rsidRPr="009F6609" w:rsidRDefault="00AD6D98" w:rsidP="00AD51FC">
      <w:pPr>
        <w:pStyle w:val="BodyTextHeading1"/>
      </w:pPr>
      <w:r>
        <w:t>88200</w:t>
      </w:r>
      <w:r w:rsidRPr="00F10650">
        <w:t>.</w:t>
      </w:r>
      <w:r>
        <w:t>M.A1</w:t>
      </w:r>
      <w:r w:rsidRPr="00F10650">
        <w:t>-0</w:t>
      </w:r>
      <w:r>
        <w:t>1</w:t>
      </w:r>
      <w:r w:rsidRPr="00F10650">
        <w:tab/>
      </w:r>
      <w:r>
        <w:t>INSPECTION OBJECTIVES</w:t>
      </w:r>
    </w:p>
    <w:p w14:paraId="599601C8" w14:textId="63E46FA0" w:rsidR="00E651CA" w:rsidRPr="009F6609" w:rsidRDefault="00E651CA" w:rsidP="009535CD">
      <w:pPr>
        <w:pStyle w:val="BodyText2"/>
      </w:pPr>
      <w:r>
        <w:t>01.01</w:t>
      </w:r>
      <w:r>
        <w:tab/>
      </w:r>
      <w:r w:rsidRPr="00F93D8B">
        <w:t>Appendix inspection objectives listed in Appendix M, “Inspection of Digital Instrumentation and Control (</w:t>
      </w:r>
      <w:r w:rsidR="00E928A6">
        <w:t>DI&amp;C</w:t>
      </w:r>
      <w:r w:rsidRPr="00F93D8B">
        <w:t>) System/Software Design.”</w:t>
      </w:r>
    </w:p>
    <w:p w14:paraId="2D602A1B" w14:textId="57F59814" w:rsidR="00E651CA" w:rsidRPr="009F6609" w:rsidRDefault="009535CD" w:rsidP="00DD24F3">
      <w:pPr>
        <w:pStyle w:val="BodyText"/>
        <w:ind w:left="720" w:hanging="720"/>
      </w:pPr>
      <w:r>
        <w:t>01.02</w:t>
      </w:r>
      <w:r>
        <w:tab/>
      </w:r>
      <w:r w:rsidR="00E651CA" w:rsidRPr="00F93D8B">
        <w:t xml:space="preserve">Attachment Inspection Objectives: Verify that the licensee’s </w:t>
      </w:r>
      <w:r w:rsidR="00E928A6">
        <w:t>DI&amp;C</w:t>
      </w:r>
      <w:r w:rsidR="00E651CA" w:rsidRPr="00F93D8B">
        <w:t xml:space="preserve"> development process Planning Phase documents are consistent with design commitments.</w:t>
      </w:r>
    </w:p>
    <w:p w14:paraId="4F93C182" w14:textId="701603A9" w:rsidR="00C568B0" w:rsidRPr="00682992" w:rsidRDefault="00C568B0" w:rsidP="00AD51FC">
      <w:pPr>
        <w:pStyle w:val="BodyTextHeading1"/>
      </w:pPr>
      <w:r w:rsidRPr="00682992">
        <w:t>88200.M.A1</w:t>
      </w:r>
      <w:r w:rsidR="00C94659" w:rsidRPr="00682992">
        <w:rPr>
          <w:rFonts w:ascii="Cambria Math" w:hAnsi="Cambria Math" w:cs="Cambria Math"/>
        </w:rPr>
        <w:t>‑</w:t>
      </w:r>
      <w:r w:rsidR="00C94659" w:rsidRPr="00682992">
        <w:t>02</w:t>
      </w:r>
      <w:r w:rsidRPr="00682992">
        <w:tab/>
        <w:t>INSPECTION REQUIREMENTS</w:t>
      </w:r>
    </w:p>
    <w:p w14:paraId="5B97A856" w14:textId="77777777" w:rsidR="00176307" w:rsidRDefault="00A24CD0" w:rsidP="000702FE">
      <w:pPr>
        <w:pStyle w:val="BodyText"/>
      </w:pPr>
      <w:r w:rsidRPr="00E360BA">
        <w:t xml:space="preserve">Appendix inspection </w:t>
      </w:r>
      <w:r>
        <w:t xml:space="preserve">requirements </w:t>
      </w:r>
      <w:r w:rsidRPr="00E360BA">
        <w:t xml:space="preserve">listed in Appendix </w:t>
      </w:r>
      <w:r>
        <w:t>M</w:t>
      </w:r>
      <w:r w:rsidRPr="00E360BA">
        <w:t>, “Inspection of Digital Instrumentation and Control (</w:t>
      </w:r>
      <w:r w:rsidR="00E928A6">
        <w:t>DI&amp;C</w:t>
      </w:r>
      <w:r w:rsidRPr="00E360BA">
        <w:t>) System/Software Design.”</w:t>
      </w:r>
      <w:r w:rsidR="007F06F5" w:rsidRPr="007F06F5">
        <w:t xml:space="preserve"> </w:t>
      </w:r>
    </w:p>
    <w:p w14:paraId="1F276A43" w14:textId="6E58B153" w:rsidR="005B1F3E" w:rsidRPr="00707BE8" w:rsidRDefault="007F06F5" w:rsidP="000702FE">
      <w:pPr>
        <w:pStyle w:val="BodyText"/>
      </w:pPr>
      <w:r w:rsidRPr="007F06F5">
        <w:t>Refer to licensing basis requirements for applicable codes and standards for each fuel facility.</w:t>
      </w:r>
    </w:p>
    <w:p w14:paraId="2EF7F87A" w14:textId="4713FB5F" w:rsidR="00707BE8" w:rsidRPr="00682992" w:rsidRDefault="00707BE8" w:rsidP="00AD51FC">
      <w:pPr>
        <w:pStyle w:val="BodyTextHeading1"/>
      </w:pPr>
      <w:r w:rsidRPr="00682992">
        <w:t>88200.M.A1</w:t>
      </w:r>
      <w:r w:rsidR="00C94659" w:rsidRPr="00682992">
        <w:rPr>
          <w:rFonts w:ascii="Cambria Math" w:hAnsi="Cambria Math" w:cs="Cambria Math"/>
        </w:rPr>
        <w:t>‑</w:t>
      </w:r>
      <w:r w:rsidR="00C94659" w:rsidRPr="00D26483">
        <w:t>03</w:t>
      </w:r>
      <w:r w:rsidRPr="00682992">
        <w:tab/>
        <w:t>INSPECTION GUIDANCE</w:t>
      </w:r>
    </w:p>
    <w:p w14:paraId="5DDA1B61" w14:textId="77777777" w:rsidR="00176307" w:rsidRDefault="006F4724" w:rsidP="004C69AB">
      <w:pPr>
        <w:pStyle w:val="BodyText"/>
        <w:rPr>
          <w:u w:val="single"/>
        </w:rPr>
      </w:pPr>
      <w:r w:rsidRPr="004C69AB">
        <w:rPr>
          <w:u w:val="single"/>
        </w:rPr>
        <w:t>General Guidance</w:t>
      </w:r>
    </w:p>
    <w:p w14:paraId="3B6F9E5A" w14:textId="1CA41584" w:rsidR="006F4724" w:rsidRPr="004343F5" w:rsidRDefault="006F4724" w:rsidP="004343F5">
      <w:pPr>
        <w:pStyle w:val="BodyText"/>
      </w:pPr>
      <w:r w:rsidRPr="004343F5">
        <w:t xml:space="preserve">A digital system/software development life cycle provides definition for a deliberate, disciplined, and quality development process. Implementation of this process should result in a quality </w:t>
      </w:r>
      <w:r w:rsidR="00E928A6">
        <w:t>DI&amp;C</w:t>
      </w:r>
      <w:r w:rsidRPr="004343F5">
        <w:t xml:space="preserve"> system and supporting software. Verification of this process should confirm, by evaluation against applicable standards and criteria, that the licensee and vendor procedures and plans are sufficient to accomplish this goal.</w:t>
      </w:r>
    </w:p>
    <w:p w14:paraId="520756B3" w14:textId="1D48447B" w:rsidR="006F4724" w:rsidRPr="004343F5" w:rsidRDefault="006F4724" w:rsidP="004343F5">
      <w:pPr>
        <w:pStyle w:val="BodyText"/>
      </w:pPr>
      <w:r w:rsidRPr="004343F5">
        <w:t xml:space="preserve">The Planning Phase activities will provide documents that will be used to oversee the </w:t>
      </w:r>
      <w:r w:rsidR="00E928A6">
        <w:t>DI&amp;C</w:t>
      </w:r>
      <w:r w:rsidRPr="004343F5">
        <w:t xml:space="preserve"> development project as it progresses from one Life Cycle Phase to the next. As committed to in the licensing basis, compliance with R</w:t>
      </w:r>
      <w:r w:rsidR="006E14AE">
        <w:t xml:space="preserve">egulatory </w:t>
      </w:r>
      <w:r w:rsidRPr="004343F5">
        <w:t>G</w:t>
      </w:r>
      <w:r w:rsidR="006E14AE">
        <w:t>uide</w:t>
      </w:r>
      <w:r w:rsidRPr="004343F5">
        <w:t xml:space="preserve"> 1.173 and </w:t>
      </w:r>
      <w:r w:rsidR="00F75C92" w:rsidRPr="00F75C92">
        <w:t xml:space="preserve">Institute of Electrical and Electronics Engineers </w:t>
      </w:r>
      <w:r w:rsidR="00F75C92">
        <w:t>(</w:t>
      </w:r>
      <w:r w:rsidRPr="004343F5">
        <w:t>IEEE</w:t>
      </w:r>
      <w:r w:rsidR="00F75C92">
        <w:t>)</w:t>
      </w:r>
      <w:r w:rsidR="005852A2">
        <w:t xml:space="preserve"> </w:t>
      </w:r>
      <w:r w:rsidR="00DD1165">
        <w:t>S</w:t>
      </w:r>
      <w:r w:rsidRPr="004343F5">
        <w:t>td</w:t>
      </w:r>
      <w:r w:rsidR="00E97FA5">
        <w:t>.</w:t>
      </w:r>
      <w:r w:rsidR="005852A2">
        <w:t xml:space="preserve"> </w:t>
      </w:r>
      <w:r w:rsidRPr="004343F5">
        <w:t>1074 “Developing a Life Cycle Process,” means mandatory activities are performed, requirements designated as “Shall” are met, and all inputs, outputs, activities and pre- and post-conditions mentioned by IEEE</w:t>
      </w:r>
      <w:r w:rsidR="0062427E">
        <w:t xml:space="preserve"> </w:t>
      </w:r>
      <w:r w:rsidR="00DD1165">
        <w:t>S</w:t>
      </w:r>
      <w:r w:rsidRPr="004343F5">
        <w:t>td</w:t>
      </w:r>
      <w:r w:rsidR="00E97FA5">
        <w:t>.</w:t>
      </w:r>
      <w:r w:rsidR="0062427E">
        <w:t xml:space="preserve"> </w:t>
      </w:r>
      <w:r w:rsidRPr="004343F5">
        <w:t xml:space="preserve">1074 are accounted for in the licensee’s/applicant’s life cycle model. </w:t>
      </w:r>
    </w:p>
    <w:p w14:paraId="56E4A964" w14:textId="63D4F02E" w:rsidR="006F4724" w:rsidRPr="004343F5" w:rsidRDefault="006F4724" w:rsidP="004343F5">
      <w:pPr>
        <w:pStyle w:val="BodyText"/>
      </w:pPr>
      <w:r w:rsidRPr="004343F5">
        <w:t xml:space="preserve">The documents resulting from the Planning Phase include the following minimum set; additional documents may be required by the development organization as part of their standard business procedures. It should be noted that software life cycle Plans for Operations, Maintenance and Training are not included and can be covered through </w:t>
      </w:r>
      <w:r w:rsidR="00E928A6">
        <w:t>DI&amp;C</w:t>
      </w:r>
      <w:r w:rsidRPr="004343F5">
        <w:t xml:space="preserve"> system as</w:t>
      </w:r>
      <w:r w:rsidR="00E72116">
        <w:rPr>
          <w:rFonts w:ascii="Cambria Math" w:hAnsi="Cambria Math" w:cs="Cambria Math"/>
        </w:rPr>
        <w:t>‑</w:t>
      </w:r>
      <w:r w:rsidRPr="004343F5">
        <w:t>built inspection.</w:t>
      </w:r>
    </w:p>
    <w:p w14:paraId="1D4341C3" w14:textId="77777777" w:rsidR="006F4724" w:rsidRPr="009F6609" w:rsidRDefault="006F4724" w:rsidP="00C72428">
      <w:pPr>
        <w:pStyle w:val="ListBullet2"/>
      </w:pPr>
      <w:r w:rsidRPr="009F6609">
        <w:t>Software Management Plan (SMP)</w:t>
      </w:r>
    </w:p>
    <w:p w14:paraId="383EA6EA" w14:textId="77777777" w:rsidR="006F4724" w:rsidRPr="009F6609" w:rsidRDefault="006F4724" w:rsidP="00C72428">
      <w:pPr>
        <w:pStyle w:val="ListBullet2"/>
      </w:pPr>
      <w:r w:rsidRPr="009F6609">
        <w:t>Software Quality Assurance Plan (SQAP)</w:t>
      </w:r>
    </w:p>
    <w:p w14:paraId="56962703" w14:textId="77777777" w:rsidR="006F4724" w:rsidRPr="009F6609" w:rsidRDefault="006F4724" w:rsidP="00C72428">
      <w:pPr>
        <w:pStyle w:val="ListBullet2"/>
      </w:pPr>
      <w:r w:rsidRPr="009F6609">
        <w:t>Software Configuration Management Plan (SCMP)</w:t>
      </w:r>
    </w:p>
    <w:p w14:paraId="59638D48" w14:textId="77777777" w:rsidR="006F4724" w:rsidRPr="009F6609" w:rsidRDefault="006F4724" w:rsidP="00C72428">
      <w:pPr>
        <w:pStyle w:val="ListBullet2"/>
      </w:pPr>
      <w:r w:rsidRPr="009F6609">
        <w:t>Software Verification and Validation Plan (SVVP)</w:t>
      </w:r>
    </w:p>
    <w:p w14:paraId="5B2FF246" w14:textId="77777777" w:rsidR="006F4724" w:rsidRPr="009F6609" w:rsidRDefault="006F4724" w:rsidP="00C72428">
      <w:pPr>
        <w:pStyle w:val="ListBullet2"/>
      </w:pPr>
      <w:r w:rsidRPr="009F6609">
        <w:t>Software Safety Plan (SSP)</w:t>
      </w:r>
    </w:p>
    <w:p w14:paraId="596E4F94" w14:textId="77777777" w:rsidR="006F4724" w:rsidRPr="009F6609" w:rsidRDefault="006F4724" w:rsidP="00C72428">
      <w:pPr>
        <w:pStyle w:val="ListBullet2"/>
      </w:pPr>
      <w:r w:rsidRPr="009F6609">
        <w:t>Software Development Plan (SDP)</w:t>
      </w:r>
    </w:p>
    <w:p w14:paraId="77EFCD09" w14:textId="77777777" w:rsidR="006F4724" w:rsidRPr="009F6609" w:rsidRDefault="006F4724" w:rsidP="00C72428">
      <w:pPr>
        <w:pStyle w:val="ListBullet2"/>
      </w:pPr>
      <w:r w:rsidRPr="009F6609">
        <w:t>Software Integration Plan (</w:t>
      </w:r>
      <w:proofErr w:type="spellStart"/>
      <w:r w:rsidRPr="009F6609">
        <w:t>SIntP</w:t>
      </w:r>
      <w:proofErr w:type="spellEnd"/>
      <w:r w:rsidRPr="009F6609">
        <w:t>)</w:t>
      </w:r>
    </w:p>
    <w:p w14:paraId="4599BE2B" w14:textId="77777777" w:rsidR="006F4724" w:rsidRPr="009F6609" w:rsidRDefault="006F4724" w:rsidP="00C72428">
      <w:pPr>
        <w:pStyle w:val="ListBullet2"/>
      </w:pPr>
      <w:r w:rsidRPr="009F6609">
        <w:t>Software Installation Plan (</w:t>
      </w:r>
      <w:proofErr w:type="spellStart"/>
      <w:r w:rsidRPr="009F6609">
        <w:t>SInstP</w:t>
      </w:r>
      <w:proofErr w:type="spellEnd"/>
      <w:r w:rsidRPr="009F6609">
        <w:t>)</w:t>
      </w:r>
    </w:p>
    <w:p w14:paraId="34BB0A82" w14:textId="29803287" w:rsidR="006F4724" w:rsidRPr="009F6609" w:rsidRDefault="006F4724" w:rsidP="00C72428">
      <w:pPr>
        <w:pStyle w:val="ListBullet2"/>
      </w:pPr>
      <w:r w:rsidRPr="009F6609">
        <w:t>Software Test Plan (STP)</w:t>
      </w:r>
    </w:p>
    <w:p w14:paraId="35F3D57C" w14:textId="241CFDFD" w:rsidR="006F4724" w:rsidRPr="009F6609" w:rsidRDefault="006F4724" w:rsidP="006F4724">
      <w:pPr>
        <w:pStyle w:val="BodyText"/>
      </w:pPr>
      <w:r w:rsidRPr="009F6609">
        <w:lastRenderedPageBreak/>
        <w:t xml:space="preserve">Generally, these Planning documents include management characteristics, implementation characteristics, and resource characteristics. Not all specific characteristics occur for every Plan. Management characteristics for each Plan </w:t>
      </w:r>
      <w:r>
        <w:t>should</w:t>
      </w:r>
      <w:r w:rsidRPr="009F6609">
        <w:t xml:space="preserve"> include a stated </w:t>
      </w:r>
      <w:r w:rsidR="00EC68FF">
        <w:t>p</w:t>
      </w:r>
      <w:r w:rsidRPr="009F6609">
        <w:t xml:space="preserve">urpose, identify Organizational and Oversight responsibilities, and account for risk and security management. </w:t>
      </w:r>
      <w:proofErr w:type="gramStart"/>
      <w:r w:rsidRPr="009F6609">
        <w:t>Implementation</w:t>
      </w:r>
      <w:proofErr w:type="gramEnd"/>
      <w:r w:rsidRPr="009F6609">
        <w:t xml:space="preserve"> characteristics </w:t>
      </w:r>
      <w:r>
        <w:t>should</w:t>
      </w:r>
      <w:r w:rsidRPr="009F6609">
        <w:t xml:space="preserve"> include Process Metrics as well as guidance on Procedure Control and Recordkeeping. Resource characteristics </w:t>
      </w:r>
      <w:r>
        <w:t>should</w:t>
      </w:r>
      <w:r w:rsidRPr="009F6609">
        <w:t xml:space="preserve"> include details of Special Tools utilized in the development process, </w:t>
      </w:r>
      <w:r w:rsidR="00EC68FF">
        <w:t>p</w:t>
      </w:r>
      <w:r w:rsidRPr="009F6609">
        <w:t xml:space="preserve">ersonnel resources and qualification, and the </w:t>
      </w:r>
      <w:r w:rsidR="00EC68FF">
        <w:t>s</w:t>
      </w:r>
      <w:r w:rsidRPr="009F6609">
        <w:t xml:space="preserve">tandards used to meet regulatory requirements. Inspection should focus on those aspects of the Plans which can impact the safety and quality of the resulting </w:t>
      </w:r>
      <w:r w:rsidR="00E928A6">
        <w:t>DI&amp;C</w:t>
      </w:r>
      <w:r w:rsidRPr="009F6609">
        <w:t xml:space="preserve"> system/software.</w:t>
      </w:r>
    </w:p>
    <w:p w14:paraId="6CC07C34" w14:textId="613811CF" w:rsidR="006F4724" w:rsidRDefault="006F4724" w:rsidP="006F4724">
      <w:pPr>
        <w:pStyle w:val="BodyText"/>
      </w:pPr>
      <w:r w:rsidRPr="009F6609">
        <w:t>The inspectable attributes identified in th</w:t>
      </w:r>
      <w:r>
        <w:t>is attachment</w:t>
      </w:r>
      <w:r w:rsidRPr="009F6609">
        <w:t xml:space="preserve"> were compiled from many of the references listed in this procedure. This inspection procedure verifies commitments made </w:t>
      </w:r>
      <w:proofErr w:type="gramStart"/>
      <w:r w:rsidRPr="009F6609">
        <w:t>in</w:t>
      </w:r>
      <w:proofErr w:type="gramEnd"/>
      <w:r w:rsidRPr="009F6609">
        <w:t xml:space="preserve"> the licensing basis.</w:t>
      </w:r>
    </w:p>
    <w:p w14:paraId="0617F764" w14:textId="46D0C811" w:rsidR="006F4724" w:rsidRPr="00CD71F3" w:rsidRDefault="006F4724" w:rsidP="006F4724">
      <w:pPr>
        <w:pStyle w:val="BodyText"/>
        <w:rPr>
          <w:u w:val="single"/>
        </w:rPr>
      </w:pPr>
      <w:r w:rsidRPr="008C10D9">
        <w:rPr>
          <w:u w:val="single"/>
        </w:rPr>
        <w:t>Sample Size</w:t>
      </w:r>
    </w:p>
    <w:p w14:paraId="784AA028" w14:textId="77777777" w:rsidR="00690FAA" w:rsidRDefault="006F4724" w:rsidP="006F4724">
      <w:pPr>
        <w:pStyle w:val="BodyText"/>
      </w:pPr>
      <w:r w:rsidRPr="009F6609">
        <w:t xml:space="preserve">Inspection of </w:t>
      </w:r>
      <w:r w:rsidR="00E928A6">
        <w:t>DI&amp;C</w:t>
      </w:r>
      <w:r w:rsidRPr="009F6609">
        <w:t xml:space="preserve"> will typically rely on selection of a sample of attributes for verification. Given the importance of the various Life Cycle Plans in defining and detailing the quality design and development process expected for </w:t>
      </w:r>
      <w:r>
        <w:t>safety significant</w:t>
      </w:r>
      <w:r w:rsidRPr="009F6609">
        <w:t xml:space="preserve"> </w:t>
      </w:r>
      <w:r w:rsidR="00E928A6">
        <w:t>DI&amp;C</w:t>
      </w:r>
      <w:r w:rsidRPr="009F6609">
        <w:t xml:space="preserve"> systems/software, inspection of a larger representative sample of attributes associated with each of the Planning Phase documents is appropriate. </w:t>
      </w:r>
    </w:p>
    <w:p w14:paraId="1278B3A5" w14:textId="6B607D24" w:rsidR="002316CD" w:rsidRDefault="00690FAA" w:rsidP="007F06F5">
      <w:pPr>
        <w:pStyle w:val="BodyText"/>
      </w:pPr>
      <w:r>
        <w:t xml:space="preserve">Sample size is </w:t>
      </w:r>
      <w:r w:rsidR="007F06F5" w:rsidRPr="007F06F5">
        <w:t>determined by Principal Inspection Plan.</w:t>
      </w:r>
    </w:p>
    <w:p w14:paraId="5A8AD4E9" w14:textId="7AE0D6E6" w:rsidR="00AE78DD" w:rsidRDefault="00791E1B" w:rsidP="000848B3">
      <w:pPr>
        <w:pStyle w:val="BodyText"/>
      </w:pPr>
      <w:r w:rsidRPr="007D0BB9">
        <w:rPr>
          <w:u w:val="single"/>
        </w:rPr>
        <w:t xml:space="preserve">Specific </w:t>
      </w:r>
      <w:r w:rsidR="00AE78DD">
        <w:rPr>
          <w:u w:val="single"/>
        </w:rPr>
        <w:t>G</w:t>
      </w:r>
      <w:r w:rsidRPr="007D0BB9">
        <w:rPr>
          <w:u w:val="single"/>
        </w:rPr>
        <w:t>uidance</w:t>
      </w:r>
    </w:p>
    <w:p w14:paraId="08E105EE" w14:textId="7ABDB30C" w:rsidR="00791E1B" w:rsidRPr="000848B3" w:rsidRDefault="00791E1B" w:rsidP="000848B3">
      <w:pPr>
        <w:pStyle w:val="BodyText"/>
      </w:pPr>
      <w:r w:rsidRPr="000848B3">
        <w:t>In addition to below, for additional specific inspection guidance, refer to Appendix M, “Inspection of Digital Instrumentation and Control (</w:t>
      </w:r>
      <w:r w:rsidR="00E928A6" w:rsidRPr="000848B3">
        <w:t>DI&amp;C</w:t>
      </w:r>
      <w:r w:rsidRPr="000848B3">
        <w:t>) System/Software Design.”</w:t>
      </w:r>
    </w:p>
    <w:p w14:paraId="3F3F8CB2" w14:textId="77777777" w:rsidR="00176307" w:rsidRDefault="00791E1B" w:rsidP="006F21F2">
      <w:pPr>
        <w:pStyle w:val="BodyText"/>
        <w:numPr>
          <w:ilvl w:val="0"/>
          <w:numId w:val="83"/>
        </w:numPr>
        <w:rPr>
          <w:u w:val="single"/>
        </w:rPr>
      </w:pPr>
      <w:r w:rsidRPr="00F74D2E">
        <w:rPr>
          <w:u w:val="single"/>
        </w:rPr>
        <w:t>Inspection of Software Management Plan (SMP)</w:t>
      </w:r>
    </w:p>
    <w:p w14:paraId="441CEDD3" w14:textId="77777777" w:rsidR="00176307" w:rsidRDefault="00791E1B" w:rsidP="006F21F2">
      <w:pPr>
        <w:pStyle w:val="BodyText"/>
        <w:numPr>
          <w:ilvl w:val="1"/>
          <w:numId w:val="83"/>
        </w:numPr>
      </w:pPr>
      <w:r w:rsidRPr="009F6609">
        <w:t>Verify that the SMP addresses the following specific management aspects of the software development project, as committed to in the licensing basis:</w:t>
      </w:r>
    </w:p>
    <w:p w14:paraId="67BBCC2F" w14:textId="77777777" w:rsidR="00176307" w:rsidRDefault="00791E1B" w:rsidP="006F21F2">
      <w:pPr>
        <w:pStyle w:val="BodyText"/>
        <w:numPr>
          <w:ilvl w:val="2"/>
          <w:numId w:val="83"/>
        </w:numPr>
      </w:pPr>
      <w:r w:rsidRPr="009F6609">
        <w:t>Organizational structure is defined. Responsibilities are known and documented, and a management structure exists to keep the SMP up to date through a configuration control process.</w:t>
      </w:r>
    </w:p>
    <w:p w14:paraId="0F0019E6" w14:textId="77777777" w:rsidR="00176307" w:rsidRDefault="00791E1B" w:rsidP="006F21F2">
      <w:pPr>
        <w:pStyle w:val="BodyText"/>
        <w:numPr>
          <w:ilvl w:val="2"/>
          <w:numId w:val="83"/>
        </w:numPr>
      </w:pPr>
      <w:r w:rsidRPr="009F6609">
        <w:t xml:space="preserve">Oversight of vendors. The SMP should describe the interaction between licensee and system/software vendors, extension of </w:t>
      </w:r>
      <w:r w:rsidR="00E83FB0">
        <w:t>quality assurance (</w:t>
      </w:r>
      <w:r w:rsidR="00B44B46">
        <w:t>QA</w:t>
      </w:r>
      <w:r w:rsidR="00E83FB0">
        <w:t>)</w:t>
      </w:r>
      <w:r w:rsidRPr="009F6609">
        <w:t xml:space="preserve"> requirements to vendors, what checks and audits the licensee will perform and their impact.</w:t>
      </w:r>
    </w:p>
    <w:p w14:paraId="359FD1C1" w14:textId="77777777" w:rsidR="00176307" w:rsidRDefault="00791E1B" w:rsidP="006F21F2">
      <w:pPr>
        <w:pStyle w:val="BodyText"/>
        <w:numPr>
          <w:ilvl w:val="2"/>
          <w:numId w:val="83"/>
        </w:numPr>
      </w:pPr>
      <w:r w:rsidRPr="009F6609">
        <w:t xml:space="preserve">Independence between the software development group and the QA group, system/software safety group, and </w:t>
      </w:r>
      <w:r>
        <w:t>v</w:t>
      </w:r>
      <w:r w:rsidRPr="0080299D">
        <w:t>erification and validation</w:t>
      </w:r>
      <w:r>
        <w:t xml:space="preserve"> (</w:t>
      </w:r>
      <w:r w:rsidRPr="009F6609">
        <w:t>V&amp;V</w:t>
      </w:r>
      <w:r>
        <w:t>)</w:t>
      </w:r>
      <w:r w:rsidRPr="009F6609">
        <w:t xml:space="preserve"> group. If independence aspects are described in the planning documents of these organizations, such as the V&amp;V Plan, Safety Plan or QA plan, the SMP should provide a pointer to those plans.</w:t>
      </w:r>
    </w:p>
    <w:p w14:paraId="142CCE84" w14:textId="77777777" w:rsidR="00176307" w:rsidRDefault="00791E1B" w:rsidP="006F21F2">
      <w:pPr>
        <w:pStyle w:val="BodyText"/>
        <w:numPr>
          <w:ilvl w:val="2"/>
          <w:numId w:val="83"/>
        </w:numPr>
      </w:pPr>
      <w:r w:rsidRPr="009F6609">
        <w:t>Personnel responsible for various items have the experience, training and qualifications to perform those duties.</w:t>
      </w:r>
    </w:p>
    <w:p w14:paraId="2512766D" w14:textId="77777777" w:rsidR="00176307" w:rsidRDefault="00791E1B" w:rsidP="006F21F2">
      <w:pPr>
        <w:pStyle w:val="BodyText"/>
        <w:numPr>
          <w:ilvl w:val="1"/>
          <w:numId w:val="83"/>
        </w:numPr>
      </w:pPr>
      <w:r w:rsidRPr="009F6609">
        <w:lastRenderedPageBreak/>
        <w:t>Verify that the SMP includes the following key attributes, as committed to in the licensing basis:</w:t>
      </w:r>
    </w:p>
    <w:p w14:paraId="7F8D5C43" w14:textId="152E1CC5" w:rsidR="00791E1B" w:rsidRPr="009F6609" w:rsidRDefault="00791E1B" w:rsidP="006F21F2">
      <w:pPr>
        <w:pStyle w:val="BodyText"/>
        <w:numPr>
          <w:ilvl w:val="2"/>
          <w:numId w:val="83"/>
        </w:numPr>
      </w:pPr>
      <w:r w:rsidRPr="009F6609">
        <w:t>Project schedule includes time allotted for review (management, V&amp;V, etc.) and audit.</w:t>
      </w:r>
    </w:p>
    <w:p w14:paraId="6D196442" w14:textId="77777777" w:rsidR="00791E1B" w:rsidRPr="009F6609" w:rsidRDefault="00791E1B" w:rsidP="006F21F2">
      <w:pPr>
        <w:pStyle w:val="BodyText"/>
        <w:numPr>
          <w:ilvl w:val="2"/>
          <w:numId w:val="83"/>
        </w:numPr>
      </w:pPr>
      <w:r w:rsidRPr="009F6609">
        <w:t>Project work products and deliverables are adequately defined.</w:t>
      </w:r>
    </w:p>
    <w:p w14:paraId="022823CD" w14:textId="77777777" w:rsidR="00791E1B" w:rsidRPr="009F6609" w:rsidRDefault="00791E1B" w:rsidP="006F21F2">
      <w:pPr>
        <w:pStyle w:val="BodyText"/>
        <w:numPr>
          <w:ilvl w:val="2"/>
          <w:numId w:val="83"/>
        </w:numPr>
      </w:pPr>
      <w:r w:rsidRPr="009F6609">
        <w:t>Responsibilities documented and communicated to the development organization.</w:t>
      </w:r>
    </w:p>
    <w:p w14:paraId="58F231A2" w14:textId="77777777" w:rsidR="00791E1B" w:rsidRPr="009F6609" w:rsidRDefault="00791E1B" w:rsidP="006F21F2">
      <w:pPr>
        <w:pStyle w:val="BodyText"/>
        <w:numPr>
          <w:ilvl w:val="2"/>
          <w:numId w:val="83"/>
        </w:numPr>
      </w:pPr>
      <w:r w:rsidRPr="009F6609">
        <w:t>Project constraints that may have an impact on safety are identified.</w:t>
      </w:r>
    </w:p>
    <w:p w14:paraId="5E66FC9A" w14:textId="77777777" w:rsidR="00791E1B" w:rsidRPr="009F6609" w:rsidRDefault="00791E1B" w:rsidP="006F21F2">
      <w:pPr>
        <w:pStyle w:val="BodyText"/>
        <w:numPr>
          <w:ilvl w:val="2"/>
          <w:numId w:val="83"/>
        </w:numPr>
      </w:pPr>
      <w:proofErr w:type="gramStart"/>
      <w:r w:rsidRPr="009F6609">
        <w:t>Known</w:t>
      </w:r>
      <w:proofErr w:type="gramEnd"/>
      <w:r w:rsidRPr="009F6609">
        <w:t xml:space="preserve"> risk factors identified.</w:t>
      </w:r>
    </w:p>
    <w:p w14:paraId="2FF58E3E" w14:textId="77777777" w:rsidR="00791E1B" w:rsidRPr="009F6609" w:rsidRDefault="00791E1B" w:rsidP="006F21F2">
      <w:pPr>
        <w:pStyle w:val="BodyText"/>
        <w:numPr>
          <w:ilvl w:val="2"/>
          <w:numId w:val="83"/>
        </w:numPr>
      </w:pPr>
      <w:r w:rsidRPr="009F6609">
        <w:t>Required reports and technical documents identified.</w:t>
      </w:r>
    </w:p>
    <w:p w14:paraId="7A5EA262" w14:textId="77777777" w:rsidR="00791E1B" w:rsidRPr="009F6609" w:rsidRDefault="00791E1B" w:rsidP="006F21F2">
      <w:pPr>
        <w:pStyle w:val="BodyText"/>
        <w:numPr>
          <w:ilvl w:val="2"/>
          <w:numId w:val="83"/>
        </w:numPr>
      </w:pPr>
      <w:r w:rsidRPr="009F6609">
        <w:t xml:space="preserve">Training requirements </w:t>
      </w:r>
      <w:proofErr w:type="gramStart"/>
      <w:r w:rsidRPr="009F6609">
        <w:t>known</w:t>
      </w:r>
      <w:proofErr w:type="gramEnd"/>
      <w:r w:rsidRPr="009F6609">
        <w:t xml:space="preserve"> and documented.</w:t>
      </w:r>
    </w:p>
    <w:p w14:paraId="0A3CFA4F" w14:textId="77777777" w:rsidR="00176307" w:rsidRDefault="00791E1B" w:rsidP="006F21F2">
      <w:pPr>
        <w:pStyle w:val="BodyText"/>
        <w:numPr>
          <w:ilvl w:val="2"/>
          <w:numId w:val="83"/>
        </w:numPr>
      </w:pPr>
      <w:r w:rsidRPr="009F6609">
        <w:t>Internal review and audit processes identified.</w:t>
      </w:r>
    </w:p>
    <w:p w14:paraId="20169443" w14:textId="77777777" w:rsidR="00176307" w:rsidRDefault="00791E1B" w:rsidP="006F21F2">
      <w:pPr>
        <w:pStyle w:val="BodyText"/>
        <w:numPr>
          <w:ilvl w:val="0"/>
          <w:numId w:val="83"/>
        </w:numPr>
        <w:rPr>
          <w:u w:val="single"/>
        </w:rPr>
      </w:pPr>
      <w:r w:rsidRPr="0080299D">
        <w:rPr>
          <w:u w:val="single"/>
        </w:rPr>
        <w:t>Inspection of Software Quality Assurance Plan (SQAP)</w:t>
      </w:r>
    </w:p>
    <w:p w14:paraId="0380F0E1" w14:textId="77777777" w:rsidR="00176307" w:rsidRDefault="00791E1B" w:rsidP="006F21F2">
      <w:pPr>
        <w:pStyle w:val="BodyText"/>
        <w:numPr>
          <w:ilvl w:val="1"/>
          <w:numId w:val="83"/>
        </w:numPr>
      </w:pPr>
      <w:r w:rsidRPr="009F6609">
        <w:t xml:space="preserve">Many aspects of software quality are described in the various life cycle Plans. These include the </w:t>
      </w:r>
      <w:r w:rsidR="00E07701" w:rsidRPr="009177E1">
        <w:t>SCMP</w:t>
      </w:r>
      <w:r w:rsidRPr="009F6609">
        <w:t>, the S</w:t>
      </w:r>
      <w:r w:rsidR="000D3442">
        <w:t>SP</w:t>
      </w:r>
      <w:r w:rsidRPr="009F6609">
        <w:t>, and the S</w:t>
      </w:r>
      <w:r w:rsidR="003A4956">
        <w:t>VVP</w:t>
      </w:r>
      <w:r w:rsidRPr="009F6609">
        <w:t>.</w:t>
      </w:r>
    </w:p>
    <w:p w14:paraId="6FEC8874" w14:textId="3A12EFA9" w:rsidR="00791E1B" w:rsidRPr="004343F5" w:rsidRDefault="00791E1B" w:rsidP="00F74D2E">
      <w:pPr>
        <w:pStyle w:val="BodyText4"/>
      </w:pPr>
      <w:r w:rsidRPr="004343F5">
        <w:t xml:space="preserve">The SQAP should comply with the requirements of </w:t>
      </w:r>
      <w:r w:rsidR="00DD2F5D">
        <w:t xml:space="preserve">Title </w:t>
      </w:r>
      <w:r w:rsidRPr="004343F5">
        <w:t>10</w:t>
      </w:r>
      <w:r w:rsidR="00115419">
        <w:t xml:space="preserve"> of the</w:t>
      </w:r>
      <w:r w:rsidRPr="004343F5">
        <w:t xml:space="preserve"> </w:t>
      </w:r>
      <w:r w:rsidRPr="004D1B31">
        <w:rPr>
          <w:i/>
          <w:iCs/>
        </w:rPr>
        <w:t>C</w:t>
      </w:r>
      <w:r w:rsidR="00115419" w:rsidRPr="004D1B31">
        <w:rPr>
          <w:i/>
          <w:iCs/>
        </w:rPr>
        <w:t xml:space="preserve">ode of </w:t>
      </w:r>
      <w:r w:rsidRPr="004D1B31">
        <w:rPr>
          <w:i/>
          <w:iCs/>
        </w:rPr>
        <w:t>F</w:t>
      </w:r>
      <w:r w:rsidR="00115419" w:rsidRPr="004D1B31">
        <w:rPr>
          <w:i/>
          <w:iCs/>
        </w:rPr>
        <w:t xml:space="preserve">ederal </w:t>
      </w:r>
      <w:r w:rsidRPr="004D1B31">
        <w:rPr>
          <w:i/>
          <w:iCs/>
        </w:rPr>
        <w:t>R</w:t>
      </w:r>
      <w:r w:rsidR="00115419" w:rsidRPr="004D1B31">
        <w:rPr>
          <w:i/>
          <w:iCs/>
        </w:rPr>
        <w:t>egulations</w:t>
      </w:r>
      <w:r w:rsidRPr="004343F5">
        <w:t xml:space="preserve"> Part 50, Appendix B, and the licensee’s approved QA program. The SQAP should typically: 1) identify which QA procedures are applicable to specific software processes; 2) identify </w:t>
      </w:r>
      <w:proofErr w:type="gramStart"/>
      <w:r w:rsidRPr="004343F5">
        <w:t>particular methods</w:t>
      </w:r>
      <w:proofErr w:type="gramEnd"/>
      <w:r w:rsidRPr="004343F5">
        <w:t xml:space="preserve"> chosen to implement QA procedural requirements; and 3) augment and supplement the QA program as needed for software. Verify that the SQAP addresses the following, as committed to in the licensing basis:</w:t>
      </w:r>
    </w:p>
    <w:p w14:paraId="603BB1EA" w14:textId="7A3B1F05" w:rsidR="00791E1B" w:rsidRPr="009F6609" w:rsidRDefault="00EC68FF" w:rsidP="006F21F2">
      <w:pPr>
        <w:pStyle w:val="BodyText"/>
        <w:numPr>
          <w:ilvl w:val="2"/>
          <w:numId w:val="83"/>
        </w:numPr>
        <w:contextualSpacing/>
      </w:pPr>
      <w:r>
        <w:t>m</w:t>
      </w:r>
      <w:r w:rsidR="00791E1B" w:rsidRPr="009F6609">
        <w:t xml:space="preserve">anagement </w:t>
      </w:r>
      <w:r>
        <w:t>t</w:t>
      </w:r>
      <w:r w:rsidR="00791E1B" w:rsidRPr="009F6609">
        <w:t>asks</w:t>
      </w:r>
    </w:p>
    <w:p w14:paraId="6D254DE0" w14:textId="35A76D7F" w:rsidR="00791E1B" w:rsidRPr="009F6609" w:rsidRDefault="00EC68FF" w:rsidP="006F21F2">
      <w:pPr>
        <w:pStyle w:val="BodyText"/>
        <w:numPr>
          <w:ilvl w:val="2"/>
          <w:numId w:val="83"/>
        </w:numPr>
        <w:contextualSpacing/>
      </w:pPr>
      <w:r>
        <w:t>d</w:t>
      </w:r>
      <w:r w:rsidR="00791E1B" w:rsidRPr="009F6609">
        <w:t>ocumentation</w:t>
      </w:r>
    </w:p>
    <w:p w14:paraId="4B296B7B" w14:textId="3FE9BCB1" w:rsidR="00791E1B" w:rsidRPr="009F6609" w:rsidRDefault="00EC68FF" w:rsidP="006F21F2">
      <w:pPr>
        <w:pStyle w:val="BodyText"/>
        <w:numPr>
          <w:ilvl w:val="2"/>
          <w:numId w:val="83"/>
        </w:numPr>
        <w:contextualSpacing/>
      </w:pPr>
      <w:r>
        <w:t>r</w:t>
      </w:r>
      <w:r w:rsidR="00791E1B" w:rsidRPr="009F6609">
        <w:t>ecordkeeping</w:t>
      </w:r>
    </w:p>
    <w:p w14:paraId="0F0D371C" w14:textId="24EEF0DF" w:rsidR="00791E1B" w:rsidRPr="009F6609" w:rsidRDefault="00EC68FF" w:rsidP="006F21F2">
      <w:pPr>
        <w:pStyle w:val="BodyText"/>
        <w:numPr>
          <w:ilvl w:val="2"/>
          <w:numId w:val="83"/>
        </w:numPr>
        <w:contextualSpacing/>
      </w:pPr>
      <w:r>
        <w:t>s</w:t>
      </w:r>
      <w:r w:rsidR="00791E1B" w:rsidRPr="009F6609">
        <w:t xml:space="preserve">tandards, </w:t>
      </w:r>
      <w:r>
        <w:t>p</w:t>
      </w:r>
      <w:r w:rsidR="00791E1B" w:rsidRPr="009F6609">
        <w:t xml:space="preserve">ractices, </w:t>
      </w:r>
      <w:r>
        <w:t>c</w:t>
      </w:r>
      <w:r w:rsidR="00791E1B" w:rsidRPr="009F6609">
        <w:t>onventions</w:t>
      </w:r>
    </w:p>
    <w:p w14:paraId="0907F675" w14:textId="2C633361" w:rsidR="00791E1B" w:rsidRPr="009F6609" w:rsidRDefault="00EC68FF" w:rsidP="006F21F2">
      <w:pPr>
        <w:pStyle w:val="BodyText"/>
        <w:numPr>
          <w:ilvl w:val="2"/>
          <w:numId w:val="83"/>
        </w:numPr>
        <w:contextualSpacing/>
      </w:pPr>
      <w:r>
        <w:t>r</w:t>
      </w:r>
      <w:r w:rsidR="00791E1B" w:rsidRPr="009F6609">
        <w:t xml:space="preserve">eviews and </w:t>
      </w:r>
      <w:r>
        <w:t>a</w:t>
      </w:r>
      <w:r w:rsidR="00791E1B" w:rsidRPr="009F6609">
        <w:t>udits</w:t>
      </w:r>
    </w:p>
    <w:p w14:paraId="11868C59" w14:textId="39AAC20B" w:rsidR="00791E1B" w:rsidRPr="009F6609" w:rsidRDefault="00EC68FF" w:rsidP="006F21F2">
      <w:pPr>
        <w:pStyle w:val="BodyText"/>
        <w:numPr>
          <w:ilvl w:val="2"/>
          <w:numId w:val="83"/>
        </w:numPr>
        <w:contextualSpacing/>
      </w:pPr>
      <w:r>
        <w:t>p</w:t>
      </w:r>
      <w:r w:rsidR="00791E1B" w:rsidRPr="009F6609">
        <w:t xml:space="preserve">roblem </w:t>
      </w:r>
      <w:r>
        <w:t>r</w:t>
      </w:r>
      <w:r w:rsidR="00791E1B" w:rsidRPr="009F6609">
        <w:t xml:space="preserve">eporting and </w:t>
      </w:r>
      <w:r>
        <w:t>c</w:t>
      </w:r>
      <w:r w:rsidR="00791E1B" w:rsidRPr="009F6609">
        <w:t xml:space="preserve">orrective </w:t>
      </w:r>
      <w:r>
        <w:t>a</w:t>
      </w:r>
      <w:r w:rsidR="00791E1B" w:rsidRPr="009F6609">
        <w:t>ction</w:t>
      </w:r>
    </w:p>
    <w:p w14:paraId="71C2DB64" w14:textId="038D5AE2" w:rsidR="00791E1B" w:rsidRPr="009F6609" w:rsidRDefault="00EC68FF" w:rsidP="006F21F2">
      <w:pPr>
        <w:pStyle w:val="BodyText"/>
        <w:numPr>
          <w:ilvl w:val="2"/>
          <w:numId w:val="83"/>
        </w:numPr>
        <w:contextualSpacing/>
      </w:pPr>
      <w:r>
        <w:t>c</w:t>
      </w:r>
      <w:r w:rsidR="00791E1B" w:rsidRPr="009F6609">
        <w:t xml:space="preserve">ontrol of </w:t>
      </w:r>
      <w:r>
        <w:t>t</w:t>
      </w:r>
      <w:r w:rsidR="00791E1B" w:rsidRPr="009F6609">
        <w:t xml:space="preserve">ools, </w:t>
      </w:r>
      <w:r>
        <w:t>t</w:t>
      </w:r>
      <w:r w:rsidR="00791E1B" w:rsidRPr="009F6609">
        <w:t xml:space="preserve">echniques, and </w:t>
      </w:r>
      <w:r>
        <w:t>m</w:t>
      </w:r>
      <w:r w:rsidR="00791E1B" w:rsidRPr="009F6609">
        <w:t>ethodologies</w:t>
      </w:r>
    </w:p>
    <w:p w14:paraId="5B6779D9" w14:textId="29969D43" w:rsidR="00791E1B" w:rsidRPr="009F6609" w:rsidRDefault="00EC68FF" w:rsidP="006F21F2">
      <w:pPr>
        <w:pStyle w:val="BodyText"/>
        <w:numPr>
          <w:ilvl w:val="2"/>
          <w:numId w:val="83"/>
        </w:numPr>
        <w:contextualSpacing/>
      </w:pPr>
      <w:r>
        <w:t>s</w:t>
      </w:r>
      <w:r w:rsidR="00791E1B" w:rsidRPr="009F6609">
        <w:t>upplier (</w:t>
      </w:r>
      <w:r>
        <w:t>v</w:t>
      </w:r>
      <w:r w:rsidR="00791E1B" w:rsidRPr="009F6609">
        <w:t xml:space="preserve">endor) </w:t>
      </w:r>
      <w:r>
        <w:t>c</w:t>
      </w:r>
      <w:r w:rsidR="00791E1B" w:rsidRPr="009F6609">
        <w:t>ontrol</w:t>
      </w:r>
    </w:p>
    <w:p w14:paraId="2BBA50AD" w14:textId="48B56019" w:rsidR="00791E1B" w:rsidRPr="009F6609" w:rsidRDefault="00EC68FF" w:rsidP="006F21F2">
      <w:pPr>
        <w:pStyle w:val="BodyText"/>
        <w:numPr>
          <w:ilvl w:val="2"/>
          <w:numId w:val="83"/>
        </w:numPr>
        <w:contextualSpacing/>
      </w:pPr>
      <w:r>
        <w:t>v</w:t>
      </w:r>
      <w:r w:rsidR="00791E1B" w:rsidRPr="009F6609">
        <w:t xml:space="preserve">ersion </w:t>
      </w:r>
      <w:r>
        <w:t>c</w:t>
      </w:r>
      <w:r w:rsidR="00791E1B" w:rsidRPr="009F6609">
        <w:t>ontrol</w:t>
      </w:r>
    </w:p>
    <w:p w14:paraId="332AEE71" w14:textId="77777777" w:rsidR="00176307" w:rsidRDefault="00EC68FF" w:rsidP="006F21F2">
      <w:pPr>
        <w:pStyle w:val="BodyText"/>
        <w:numPr>
          <w:ilvl w:val="2"/>
          <w:numId w:val="83"/>
        </w:numPr>
      </w:pPr>
      <w:r>
        <w:t>a</w:t>
      </w:r>
      <w:r w:rsidR="00791E1B" w:rsidRPr="009F6609">
        <w:t xml:space="preserve">udit </w:t>
      </w:r>
      <w:r>
        <w:t>t</w:t>
      </w:r>
      <w:r w:rsidR="00791E1B" w:rsidRPr="009F6609">
        <w:t>rails</w:t>
      </w:r>
    </w:p>
    <w:p w14:paraId="4506B5D9" w14:textId="42D9A8BB" w:rsidR="00791E1B" w:rsidRPr="009F6609" w:rsidRDefault="00791E1B" w:rsidP="006F21F2">
      <w:pPr>
        <w:pStyle w:val="BodyText"/>
        <w:numPr>
          <w:ilvl w:val="1"/>
          <w:numId w:val="83"/>
        </w:numPr>
      </w:pPr>
      <w:r w:rsidRPr="009F6609">
        <w:t>Verify that the SQAP includes the following key attributes, as committed to in the licensing basis:</w:t>
      </w:r>
    </w:p>
    <w:p w14:paraId="2D7B2B5C" w14:textId="77777777" w:rsidR="00791E1B" w:rsidRPr="009F6609" w:rsidRDefault="00791E1B" w:rsidP="006F21F2">
      <w:pPr>
        <w:pStyle w:val="BodyText"/>
        <w:numPr>
          <w:ilvl w:val="2"/>
          <w:numId w:val="83"/>
        </w:numPr>
      </w:pPr>
      <w:r w:rsidRPr="009F6609">
        <w:t>SQAP specifies which software products are covered by the Plan.</w:t>
      </w:r>
    </w:p>
    <w:p w14:paraId="693B46FB" w14:textId="77777777" w:rsidR="00791E1B" w:rsidRPr="009F6609" w:rsidRDefault="00791E1B" w:rsidP="006F21F2">
      <w:pPr>
        <w:pStyle w:val="BodyText"/>
        <w:numPr>
          <w:ilvl w:val="2"/>
          <w:numId w:val="83"/>
        </w:numPr>
      </w:pPr>
      <w:r w:rsidRPr="009F6609">
        <w:t>Project elements (organizations) that interact with the QA organization are listed.</w:t>
      </w:r>
    </w:p>
    <w:p w14:paraId="221EEDDE" w14:textId="77777777" w:rsidR="00791E1B" w:rsidRPr="009F6609" w:rsidRDefault="00791E1B" w:rsidP="006F21F2">
      <w:pPr>
        <w:pStyle w:val="BodyText"/>
        <w:numPr>
          <w:ilvl w:val="2"/>
          <w:numId w:val="83"/>
        </w:numPr>
      </w:pPr>
      <w:r w:rsidRPr="009F6609">
        <w:lastRenderedPageBreak/>
        <w:t>Organization engaged in software QA activities is independent of the development organization, including cost and schedule.</w:t>
      </w:r>
    </w:p>
    <w:p w14:paraId="17981998" w14:textId="77777777" w:rsidR="00791E1B" w:rsidRPr="009F6609" w:rsidRDefault="00791E1B" w:rsidP="006F21F2">
      <w:pPr>
        <w:pStyle w:val="BodyText"/>
        <w:numPr>
          <w:ilvl w:val="2"/>
          <w:numId w:val="83"/>
        </w:numPr>
      </w:pPr>
      <w:r w:rsidRPr="009F6609">
        <w:t>Life Cycle development phases that will be subject to QA oversight are listed.</w:t>
      </w:r>
    </w:p>
    <w:p w14:paraId="411A9BAF" w14:textId="77777777" w:rsidR="00791E1B" w:rsidRPr="009F6609" w:rsidRDefault="00791E1B" w:rsidP="006F21F2">
      <w:pPr>
        <w:pStyle w:val="BodyText"/>
        <w:numPr>
          <w:ilvl w:val="2"/>
          <w:numId w:val="83"/>
        </w:numPr>
      </w:pPr>
      <w:r w:rsidRPr="009F6609">
        <w:t>Required QA tasks are listed and described.</w:t>
      </w:r>
    </w:p>
    <w:p w14:paraId="34D35CA5" w14:textId="77777777" w:rsidR="00791E1B" w:rsidRPr="009F6609" w:rsidRDefault="00791E1B" w:rsidP="006F21F2">
      <w:pPr>
        <w:pStyle w:val="BodyText"/>
        <w:numPr>
          <w:ilvl w:val="2"/>
          <w:numId w:val="83"/>
        </w:numPr>
      </w:pPr>
      <w:r w:rsidRPr="009F6609">
        <w:t>Conflict resolution among organizations is described.</w:t>
      </w:r>
    </w:p>
    <w:p w14:paraId="2B95F824" w14:textId="77777777" w:rsidR="00791E1B" w:rsidRPr="009F6609" w:rsidRDefault="00791E1B" w:rsidP="006F21F2">
      <w:pPr>
        <w:pStyle w:val="BodyText"/>
        <w:numPr>
          <w:ilvl w:val="2"/>
          <w:numId w:val="83"/>
        </w:numPr>
      </w:pPr>
      <w:r w:rsidRPr="009F6609">
        <w:t>Required software documents are listed.</w:t>
      </w:r>
    </w:p>
    <w:p w14:paraId="335D3A85" w14:textId="77777777" w:rsidR="00791E1B" w:rsidRPr="009F6609" w:rsidRDefault="00791E1B" w:rsidP="006F21F2">
      <w:pPr>
        <w:pStyle w:val="BodyText"/>
        <w:numPr>
          <w:ilvl w:val="2"/>
          <w:numId w:val="83"/>
        </w:numPr>
      </w:pPr>
      <w:r w:rsidRPr="009F6609">
        <w:t>Required reviews and audits are listed.</w:t>
      </w:r>
    </w:p>
    <w:p w14:paraId="1A9AD80F" w14:textId="77777777" w:rsidR="00791E1B" w:rsidRPr="009F6609" w:rsidRDefault="00791E1B" w:rsidP="006F21F2">
      <w:pPr>
        <w:pStyle w:val="BodyText"/>
        <w:numPr>
          <w:ilvl w:val="2"/>
          <w:numId w:val="83"/>
        </w:numPr>
      </w:pPr>
      <w:r w:rsidRPr="009F6609">
        <w:t xml:space="preserve">Methods by which each review and audit will be carried out </w:t>
      </w:r>
      <w:proofErr w:type="gramStart"/>
      <w:r w:rsidRPr="009F6609">
        <w:t>is</w:t>
      </w:r>
      <w:proofErr w:type="gramEnd"/>
      <w:r w:rsidRPr="009F6609">
        <w:t xml:space="preserve"> described.</w:t>
      </w:r>
    </w:p>
    <w:p w14:paraId="03695855" w14:textId="77777777" w:rsidR="00176307" w:rsidRDefault="00791E1B" w:rsidP="006F21F2">
      <w:pPr>
        <w:pStyle w:val="BodyText"/>
        <w:numPr>
          <w:ilvl w:val="2"/>
          <w:numId w:val="83"/>
        </w:numPr>
      </w:pPr>
      <w:r w:rsidRPr="009F6609">
        <w:t xml:space="preserve">SQAP includes provisions to </w:t>
      </w:r>
      <w:proofErr w:type="gramStart"/>
      <w:r w:rsidRPr="009F6609">
        <w:t>assure</w:t>
      </w:r>
      <w:proofErr w:type="gramEnd"/>
      <w:r w:rsidRPr="009F6609">
        <w:t xml:space="preserve"> that problems will be documented and corrected.</w:t>
      </w:r>
    </w:p>
    <w:p w14:paraId="727AB66E" w14:textId="77777777" w:rsidR="00176307" w:rsidRDefault="00791E1B" w:rsidP="006F21F2">
      <w:pPr>
        <w:pStyle w:val="BodyText"/>
        <w:numPr>
          <w:ilvl w:val="0"/>
          <w:numId w:val="83"/>
        </w:numPr>
      </w:pPr>
      <w:r w:rsidRPr="0080299D">
        <w:rPr>
          <w:u w:val="single"/>
        </w:rPr>
        <w:t>Inspection of Software Configuration Management Plan (SCMP)</w:t>
      </w:r>
    </w:p>
    <w:p w14:paraId="3AEDFAA8" w14:textId="3A192A5B" w:rsidR="00791E1B" w:rsidRPr="009F6609" w:rsidRDefault="00791E1B" w:rsidP="006F21F2">
      <w:pPr>
        <w:pStyle w:val="BodyText"/>
        <w:numPr>
          <w:ilvl w:val="1"/>
          <w:numId w:val="83"/>
        </w:numPr>
      </w:pPr>
      <w:r w:rsidRPr="009F6609">
        <w:t xml:space="preserve">Verify that the SCMP addresses the following specific activities, as committed to </w:t>
      </w:r>
      <w:proofErr w:type="gramStart"/>
      <w:r w:rsidRPr="009F6609">
        <w:t>in</w:t>
      </w:r>
      <w:proofErr w:type="gramEnd"/>
      <w:r w:rsidRPr="009F6609">
        <w:t xml:space="preserve"> the licensing basis:</w:t>
      </w:r>
    </w:p>
    <w:p w14:paraId="56B5D1D3" w14:textId="7F5FBA17" w:rsidR="00791E1B" w:rsidRPr="009F6609" w:rsidRDefault="00BD69B5" w:rsidP="006F21F2">
      <w:pPr>
        <w:pStyle w:val="BodyText"/>
        <w:numPr>
          <w:ilvl w:val="2"/>
          <w:numId w:val="83"/>
        </w:numPr>
        <w:contextualSpacing/>
      </w:pPr>
      <w:r>
        <w:t>P</w:t>
      </w:r>
      <w:r w:rsidR="00791E1B" w:rsidRPr="009F6609">
        <w:t>roduction/development baselines are identified and established</w:t>
      </w:r>
      <w:r>
        <w:t>.</w:t>
      </w:r>
    </w:p>
    <w:p w14:paraId="183F80D8" w14:textId="601A6839" w:rsidR="00791E1B" w:rsidRPr="009F6609" w:rsidRDefault="00BD69B5" w:rsidP="006F21F2">
      <w:pPr>
        <w:pStyle w:val="BodyText"/>
        <w:numPr>
          <w:ilvl w:val="2"/>
          <w:numId w:val="83"/>
        </w:numPr>
        <w:contextualSpacing/>
      </w:pPr>
      <w:r>
        <w:t>R</w:t>
      </w:r>
      <w:r w:rsidR="00791E1B" w:rsidRPr="009F6609">
        <w:t xml:space="preserve">eview, approval, and control of changes </w:t>
      </w:r>
      <w:r w:rsidR="0036448C" w:rsidRPr="009F6609">
        <w:t>are</w:t>
      </w:r>
      <w:r w:rsidR="00791E1B" w:rsidRPr="009F6609">
        <w:t xml:space="preserve"> defined</w:t>
      </w:r>
      <w:r>
        <w:t>.</w:t>
      </w:r>
    </w:p>
    <w:p w14:paraId="573E953E" w14:textId="5A85B7D8" w:rsidR="00791E1B" w:rsidRPr="009F6609" w:rsidRDefault="00BD69B5" w:rsidP="006F21F2">
      <w:pPr>
        <w:pStyle w:val="BodyText"/>
        <w:numPr>
          <w:ilvl w:val="2"/>
          <w:numId w:val="83"/>
        </w:numPr>
        <w:contextualSpacing/>
      </w:pPr>
      <w:r>
        <w:t>T</w:t>
      </w:r>
      <w:r w:rsidR="00791E1B" w:rsidRPr="009F6609">
        <w:t xml:space="preserve">racking and reporting </w:t>
      </w:r>
      <w:proofErr w:type="gramStart"/>
      <w:r w:rsidR="00791E1B" w:rsidRPr="009F6609">
        <w:t>of</w:t>
      </w:r>
      <w:proofErr w:type="gramEnd"/>
      <w:r w:rsidR="00791E1B" w:rsidRPr="009F6609">
        <w:t xml:space="preserve"> changes is defined</w:t>
      </w:r>
      <w:r>
        <w:t>.</w:t>
      </w:r>
    </w:p>
    <w:p w14:paraId="16F03CE6" w14:textId="5FF8D886" w:rsidR="00791E1B" w:rsidRPr="009F6609" w:rsidRDefault="00BD69B5" w:rsidP="006F21F2">
      <w:pPr>
        <w:pStyle w:val="BodyText"/>
        <w:numPr>
          <w:ilvl w:val="2"/>
          <w:numId w:val="83"/>
        </w:numPr>
        <w:contextualSpacing/>
      </w:pPr>
      <w:r>
        <w:t>A</w:t>
      </w:r>
      <w:r w:rsidR="00791E1B" w:rsidRPr="009F6609">
        <w:t xml:space="preserve">udits and reviews of </w:t>
      </w:r>
      <w:proofErr w:type="gramStart"/>
      <w:r w:rsidR="00791E1B" w:rsidRPr="009F6609">
        <w:t>the evolving</w:t>
      </w:r>
      <w:proofErr w:type="gramEnd"/>
      <w:r w:rsidR="00791E1B" w:rsidRPr="009F6609">
        <w:t xml:space="preserve"> products are established</w:t>
      </w:r>
      <w:r>
        <w:t>.</w:t>
      </w:r>
    </w:p>
    <w:p w14:paraId="3CE0929F" w14:textId="77777777" w:rsidR="00176307" w:rsidRDefault="00BD69B5" w:rsidP="006F21F2">
      <w:pPr>
        <w:pStyle w:val="BodyText"/>
        <w:numPr>
          <w:ilvl w:val="2"/>
          <w:numId w:val="83"/>
        </w:numPr>
      </w:pPr>
      <w:r>
        <w:t>C</w:t>
      </w:r>
      <w:r w:rsidR="00791E1B" w:rsidRPr="009F6609">
        <w:t>ontrol of interface documentation is defined</w:t>
      </w:r>
      <w:r>
        <w:t>.</w:t>
      </w:r>
    </w:p>
    <w:p w14:paraId="1206D782" w14:textId="31AC5FB6" w:rsidR="00791E1B" w:rsidRPr="009F6609" w:rsidRDefault="00791E1B" w:rsidP="006F21F2">
      <w:pPr>
        <w:pStyle w:val="BodyText"/>
        <w:numPr>
          <w:ilvl w:val="1"/>
          <w:numId w:val="83"/>
        </w:numPr>
      </w:pPr>
      <w:r w:rsidRPr="009F6609">
        <w:t>Verify that the SCMP includes the following key attributes, as committed to in the licensing basis:</w:t>
      </w:r>
    </w:p>
    <w:p w14:paraId="2B8649EE" w14:textId="77777777" w:rsidR="00791E1B" w:rsidRPr="009F6609" w:rsidRDefault="00791E1B" w:rsidP="006F21F2">
      <w:pPr>
        <w:pStyle w:val="BodyText"/>
        <w:numPr>
          <w:ilvl w:val="2"/>
          <w:numId w:val="83"/>
        </w:numPr>
      </w:pPr>
      <w:r w:rsidRPr="009F6609">
        <w:t xml:space="preserve">Product interfaces that </w:t>
      </w:r>
      <w:proofErr w:type="gramStart"/>
      <w:r w:rsidRPr="009F6609">
        <w:t>have to</w:t>
      </w:r>
      <w:proofErr w:type="gramEnd"/>
      <w:r w:rsidRPr="009F6609">
        <w:t xml:space="preserve"> be supported within the project are identified.</w:t>
      </w:r>
    </w:p>
    <w:p w14:paraId="59CEEFAC" w14:textId="7AF2BB53" w:rsidR="00791E1B" w:rsidRPr="009F6609" w:rsidRDefault="00791E1B" w:rsidP="006F21F2">
      <w:pPr>
        <w:pStyle w:val="BodyText"/>
        <w:numPr>
          <w:ilvl w:val="2"/>
          <w:numId w:val="83"/>
        </w:numPr>
      </w:pPr>
      <w:r w:rsidRPr="009F6609">
        <w:t xml:space="preserve">The required capabilities of the staff needed to perform </w:t>
      </w:r>
      <w:r w:rsidR="00E01F57">
        <w:t>software configuration manage</w:t>
      </w:r>
      <w:r w:rsidR="00AF0B38">
        <w:t>ment</w:t>
      </w:r>
      <w:r w:rsidRPr="009F6609">
        <w:t xml:space="preserve"> </w:t>
      </w:r>
      <w:r w:rsidR="00AF0B38">
        <w:t>(</w:t>
      </w:r>
      <w:r w:rsidRPr="009177E1">
        <w:t>SCM</w:t>
      </w:r>
      <w:r w:rsidR="00AF0B38">
        <w:t>)</w:t>
      </w:r>
      <w:r w:rsidRPr="009F6609">
        <w:t xml:space="preserve"> activities are defined.</w:t>
      </w:r>
    </w:p>
    <w:p w14:paraId="72CD8CDF" w14:textId="77777777" w:rsidR="00791E1B" w:rsidRPr="009F6609" w:rsidRDefault="00791E1B" w:rsidP="006F21F2">
      <w:pPr>
        <w:pStyle w:val="BodyText"/>
        <w:numPr>
          <w:ilvl w:val="2"/>
          <w:numId w:val="83"/>
        </w:numPr>
      </w:pPr>
      <w:r w:rsidRPr="009F6609">
        <w:t>The responsibilities for processing baseline changes are defined.</w:t>
      </w:r>
    </w:p>
    <w:p w14:paraId="52A23CB9" w14:textId="77777777" w:rsidR="00791E1B" w:rsidRPr="009F6609" w:rsidRDefault="00791E1B" w:rsidP="006F21F2">
      <w:pPr>
        <w:pStyle w:val="BodyText"/>
        <w:numPr>
          <w:ilvl w:val="2"/>
          <w:numId w:val="83"/>
        </w:numPr>
      </w:pPr>
      <w:r w:rsidRPr="009F6609">
        <w:t>The SCMP specifies who is responsible for each SCM activity.</w:t>
      </w:r>
    </w:p>
    <w:p w14:paraId="35006CD5" w14:textId="77777777" w:rsidR="00791E1B" w:rsidRPr="009F6609" w:rsidRDefault="00791E1B" w:rsidP="006F21F2">
      <w:pPr>
        <w:pStyle w:val="BodyText"/>
        <w:numPr>
          <w:ilvl w:val="2"/>
          <w:numId w:val="83"/>
        </w:numPr>
      </w:pPr>
      <w:r w:rsidRPr="009F6609">
        <w:t>The organizational interfaces that affect the SCM process are identified.</w:t>
      </w:r>
    </w:p>
    <w:p w14:paraId="6C5C093C" w14:textId="77777777" w:rsidR="00791E1B" w:rsidRPr="009F6609" w:rsidRDefault="00791E1B" w:rsidP="006F21F2">
      <w:pPr>
        <w:pStyle w:val="BodyText"/>
        <w:numPr>
          <w:ilvl w:val="2"/>
          <w:numId w:val="83"/>
        </w:numPr>
      </w:pPr>
      <w:r w:rsidRPr="009F6609">
        <w:t>SCM activities that will be coordinated with other project activities are described.</w:t>
      </w:r>
    </w:p>
    <w:p w14:paraId="21DB252E" w14:textId="77777777" w:rsidR="00791E1B" w:rsidRPr="009F6609" w:rsidRDefault="00791E1B" w:rsidP="006F21F2">
      <w:pPr>
        <w:pStyle w:val="BodyText"/>
        <w:numPr>
          <w:ilvl w:val="2"/>
          <w:numId w:val="83"/>
        </w:numPr>
      </w:pPr>
      <w:r w:rsidRPr="009F6609">
        <w:t>Describes how phase-specific SCM activities will be managed during the different life cycle phases.</w:t>
      </w:r>
    </w:p>
    <w:p w14:paraId="6F2E1C37" w14:textId="77777777" w:rsidR="00791E1B" w:rsidRPr="009F6609" w:rsidRDefault="00791E1B" w:rsidP="006F21F2">
      <w:pPr>
        <w:pStyle w:val="BodyText"/>
        <w:numPr>
          <w:ilvl w:val="2"/>
          <w:numId w:val="83"/>
        </w:numPr>
      </w:pPr>
      <w:r w:rsidRPr="009F6609">
        <w:t>Specific procedures exist to manage the change process.</w:t>
      </w:r>
    </w:p>
    <w:p w14:paraId="56FD6742" w14:textId="77777777" w:rsidR="00791E1B" w:rsidRPr="009F6609" w:rsidRDefault="00791E1B" w:rsidP="006F21F2">
      <w:pPr>
        <w:pStyle w:val="BodyText"/>
        <w:numPr>
          <w:ilvl w:val="2"/>
          <w:numId w:val="83"/>
        </w:numPr>
      </w:pPr>
      <w:r w:rsidRPr="009F6609">
        <w:t>Audit procedures are defined.</w:t>
      </w:r>
    </w:p>
    <w:p w14:paraId="526F43CA" w14:textId="77777777" w:rsidR="00791E1B" w:rsidRPr="009F6609" w:rsidRDefault="00791E1B" w:rsidP="006F21F2">
      <w:pPr>
        <w:pStyle w:val="BodyText"/>
        <w:numPr>
          <w:ilvl w:val="2"/>
          <w:numId w:val="83"/>
        </w:numPr>
      </w:pPr>
      <w:proofErr w:type="gramStart"/>
      <w:r w:rsidRPr="009F6609">
        <w:lastRenderedPageBreak/>
        <w:t>Configuration</w:t>
      </w:r>
      <w:proofErr w:type="gramEnd"/>
      <w:r w:rsidRPr="009F6609">
        <w:t xml:space="preserve"> identification scheme matches the structure of the software product.</w:t>
      </w:r>
    </w:p>
    <w:p w14:paraId="11887D0B" w14:textId="77777777" w:rsidR="00791E1B" w:rsidRPr="009F6609" w:rsidRDefault="00791E1B" w:rsidP="006F21F2">
      <w:pPr>
        <w:pStyle w:val="BodyText"/>
        <w:numPr>
          <w:ilvl w:val="2"/>
          <w:numId w:val="83"/>
        </w:numPr>
      </w:pPr>
      <w:r w:rsidRPr="009F6609">
        <w:t>SCMP specifies which items will be placed under configuration control (configuration items (CI)).</w:t>
      </w:r>
    </w:p>
    <w:p w14:paraId="3C31CE9C" w14:textId="77777777" w:rsidR="00791E1B" w:rsidRPr="009F6609" w:rsidRDefault="00791E1B" w:rsidP="006F21F2">
      <w:pPr>
        <w:pStyle w:val="BodyText"/>
        <w:numPr>
          <w:ilvl w:val="2"/>
          <w:numId w:val="83"/>
        </w:numPr>
      </w:pPr>
      <w:r w:rsidRPr="009F6609">
        <w:t>SCMP describes the authority of the Configuration Control Board (CCB).</w:t>
      </w:r>
    </w:p>
    <w:p w14:paraId="5DD018AD" w14:textId="77777777" w:rsidR="00791E1B" w:rsidRPr="009F6609" w:rsidRDefault="00791E1B" w:rsidP="006F21F2">
      <w:pPr>
        <w:pStyle w:val="BodyText"/>
        <w:numPr>
          <w:ilvl w:val="2"/>
          <w:numId w:val="83"/>
        </w:numPr>
      </w:pPr>
      <w:r w:rsidRPr="009F6609">
        <w:t xml:space="preserve">CCB authority is sufficient to control </w:t>
      </w:r>
      <w:r>
        <w:t>safety significant</w:t>
      </w:r>
      <w:r w:rsidRPr="009F6609">
        <w:t xml:space="preserve"> changes to the CI baseline.</w:t>
      </w:r>
    </w:p>
    <w:p w14:paraId="134F952B" w14:textId="77777777" w:rsidR="00791E1B" w:rsidRPr="009F6609" w:rsidRDefault="00791E1B" w:rsidP="006F21F2">
      <w:pPr>
        <w:pStyle w:val="BodyText"/>
        <w:numPr>
          <w:ilvl w:val="2"/>
          <w:numId w:val="83"/>
        </w:numPr>
      </w:pPr>
      <w:r w:rsidRPr="009F6609">
        <w:t>SCMP requires the CCB to assess the safety impact of change requests.</w:t>
      </w:r>
    </w:p>
    <w:p w14:paraId="6F1A50CF" w14:textId="77777777" w:rsidR="00791E1B" w:rsidRPr="009F6609" w:rsidRDefault="00791E1B" w:rsidP="006F21F2">
      <w:pPr>
        <w:pStyle w:val="BodyText"/>
        <w:numPr>
          <w:ilvl w:val="2"/>
          <w:numId w:val="83"/>
        </w:numPr>
      </w:pPr>
      <w:r w:rsidRPr="009F6609">
        <w:t>Provisions are included for auditing the SCM process.</w:t>
      </w:r>
    </w:p>
    <w:p w14:paraId="5F9B0C42" w14:textId="77777777" w:rsidR="00791E1B" w:rsidRPr="009F6609" w:rsidRDefault="00791E1B" w:rsidP="006F21F2">
      <w:pPr>
        <w:pStyle w:val="BodyText"/>
        <w:numPr>
          <w:ilvl w:val="2"/>
          <w:numId w:val="83"/>
        </w:numPr>
      </w:pPr>
      <w:r w:rsidRPr="009F6609">
        <w:t>SCMP provides for periodic reviews and audits of the configuration baseline, including physical audits of the baseline.</w:t>
      </w:r>
    </w:p>
    <w:p w14:paraId="5A3231F1" w14:textId="77777777" w:rsidR="00791E1B" w:rsidRPr="009F6609" w:rsidRDefault="00791E1B" w:rsidP="006F21F2">
      <w:pPr>
        <w:pStyle w:val="BodyText"/>
        <w:numPr>
          <w:ilvl w:val="2"/>
          <w:numId w:val="83"/>
        </w:numPr>
      </w:pPr>
      <w:r w:rsidRPr="009F6609">
        <w:t>SCMP provides for audits of suppliers and subcontractors, if such are used.</w:t>
      </w:r>
    </w:p>
    <w:p w14:paraId="14544B49" w14:textId="77777777" w:rsidR="00176307" w:rsidRDefault="00791E1B" w:rsidP="006F21F2">
      <w:pPr>
        <w:pStyle w:val="BodyText"/>
        <w:numPr>
          <w:ilvl w:val="2"/>
          <w:numId w:val="83"/>
        </w:numPr>
      </w:pPr>
      <w:r w:rsidRPr="009F6609">
        <w:t>SCMP accounts for all assets, including backup and recovery software.</w:t>
      </w:r>
    </w:p>
    <w:p w14:paraId="5DA316C1" w14:textId="77777777" w:rsidR="00176307" w:rsidRDefault="00791E1B" w:rsidP="006F21F2">
      <w:pPr>
        <w:pStyle w:val="BodyText"/>
        <w:numPr>
          <w:ilvl w:val="0"/>
          <w:numId w:val="83"/>
        </w:numPr>
      </w:pPr>
      <w:r w:rsidRPr="00202CEF">
        <w:rPr>
          <w:u w:val="single"/>
        </w:rPr>
        <w:t>Inspection of Software Verification &amp; Validation Plan (SVVP)</w:t>
      </w:r>
    </w:p>
    <w:p w14:paraId="4D5CA1D5" w14:textId="77777777" w:rsidR="00176307" w:rsidRDefault="00791E1B" w:rsidP="006F21F2">
      <w:pPr>
        <w:pStyle w:val="BodyText"/>
        <w:numPr>
          <w:ilvl w:val="1"/>
          <w:numId w:val="83"/>
        </w:numPr>
      </w:pPr>
      <w:r w:rsidRPr="009C4D8F">
        <w:t xml:space="preserve">Verify that the SVVP addresses the following specific activities, as committed to </w:t>
      </w:r>
      <w:proofErr w:type="gramStart"/>
      <w:r w:rsidRPr="009C4D8F">
        <w:t>in</w:t>
      </w:r>
      <w:proofErr w:type="gramEnd"/>
      <w:r w:rsidRPr="009C4D8F">
        <w:t xml:space="preserve"> the licensing basis:</w:t>
      </w:r>
    </w:p>
    <w:p w14:paraId="250BB5E7" w14:textId="77777777" w:rsidR="00176307" w:rsidRDefault="00791E1B" w:rsidP="006F21F2">
      <w:pPr>
        <w:pStyle w:val="BodyText"/>
        <w:numPr>
          <w:ilvl w:val="2"/>
          <w:numId w:val="83"/>
        </w:numPr>
      </w:pPr>
      <w:r w:rsidRPr="009C4D8F">
        <w:t>Management of Life Cycle V&amp;V. The major portion of the V&amp;V Plan will describe the methods in which V&amp;V will be carried out through the life of the development project. In general, the following activities should be required for each phase of the life cycle:</w:t>
      </w:r>
    </w:p>
    <w:p w14:paraId="1E086075" w14:textId="6FF1A9CB" w:rsidR="00791E1B" w:rsidRPr="009C4D8F" w:rsidRDefault="00791E1B" w:rsidP="006F21F2">
      <w:pPr>
        <w:pStyle w:val="BodyText"/>
        <w:numPr>
          <w:ilvl w:val="3"/>
          <w:numId w:val="83"/>
        </w:numPr>
      </w:pPr>
      <w:r w:rsidRPr="009C4D8F">
        <w:t>Identify the V&amp;V tasks for the life cycle phase.</w:t>
      </w:r>
    </w:p>
    <w:p w14:paraId="426932AF" w14:textId="77777777" w:rsidR="00791E1B" w:rsidRPr="009C4D8F" w:rsidRDefault="00791E1B" w:rsidP="006F21F2">
      <w:pPr>
        <w:pStyle w:val="BodyText"/>
        <w:numPr>
          <w:ilvl w:val="3"/>
          <w:numId w:val="83"/>
        </w:numPr>
      </w:pPr>
      <w:r w:rsidRPr="009C4D8F">
        <w:t>Identify the methods that will be used to perform each task.</w:t>
      </w:r>
    </w:p>
    <w:p w14:paraId="58CA36AB" w14:textId="77777777" w:rsidR="00791E1B" w:rsidRPr="009C4D8F" w:rsidRDefault="00791E1B" w:rsidP="006F21F2">
      <w:pPr>
        <w:pStyle w:val="BodyText"/>
        <w:numPr>
          <w:ilvl w:val="3"/>
          <w:numId w:val="83"/>
        </w:numPr>
      </w:pPr>
      <w:r w:rsidRPr="009C4D8F">
        <w:t>Specify the source and form for each input item required for each task.</w:t>
      </w:r>
    </w:p>
    <w:p w14:paraId="60A028D1" w14:textId="77777777" w:rsidR="00791E1B" w:rsidRPr="009C4D8F" w:rsidRDefault="00791E1B" w:rsidP="006F21F2">
      <w:pPr>
        <w:pStyle w:val="BodyText"/>
        <w:numPr>
          <w:ilvl w:val="3"/>
          <w:numId w:val="83"/>
        </w:numPr>
      </w:pPr>
      <w:r w:rsidRPr="009C4D8F">
        <w:t>Specify the purpose, target and form for each output item required for each task.</w:t>
      </w:r>
    </w:p>
    <w:p w14:paraId="7B4ACCF0" w14:textId="77777777" w:rsidR="00791E1B" w:rsidRPr="009C4D8F" w:rsidRDefault="00791E1B" w:rsidP="006F21F2">
      <w:pPr>
        <w:pStyle w:val="BodyText"/>
        <w:numPr>
          <w:ilvl w:val="3"/>
          <w:numId w:val="83"/>
        </w:numPr>
      </w:pPr>
      <w:r w:rsidRPr="009C4D8F">
        <w:t>Specify the schedule for each V&amp;V task.</w:t>
      </w:r>
    </w:p>
    <w:p w14:paraId="7FA50C6B" w14:textId="77777777" w:rsidR="00791E1B" w:rsidRPr="009C4D8F" w:rsidRDefault="00791E1B" w:rsidP="006F21F2">
      <w:pPr>
        <w:pStyle w:val="BodyText"/>
        <w:numPr>
          <w:ilvl w:val="3"/>
          <w:numId w:val="83"/>
        </w:numPr>
      </w:pPr>
      <w:r w:rsidRPr="009C4D8F">
        <w:t>Identify the resources required for each task.</w:t>
      </w:r>
    </w:p>
    <w:p w14:paraId="79DA612D" w14:textId="77777777" w:rsidR="00791E1B" w:rsidRPr="009C4D8F" w:rsidRDefault="00791E1B" w:rsidP="006F21F2">
      <w:pPr>
        <w:pStyle w:val="BodyText"/>
        <w:numPr>
          <w:ilvl w:val="3"/>
          <w:numId w:val="83"/>
        </w:numPr>
      </w:pPr>
      <w:r w:rsidRPr="009C4D8F">
        <w:t>Identify the risks and assumptions associated with each V&amp;V task.</w:t>
      </w:r>
    </w:p>
    <w:p w14:paraId="16886E08" w14:textId="77777777" w:rsidR="00176307" w:rsidRDefault="00791E1B" w:rsidP="006F21F2">
      <w:pPr>
        <w:pStyle w:val="BodyText"/>
        <w:numPr>
          <w:ilvl w:val="3"/>
          <w:numId w:val="83"/>
        </w:numPr>
      </w:pPr>
      <w:r w:rsidRPr="009C4D8F">
        <w:t>Identify the organizations or individuals responsible for performing each V&amp;V task.</w:t>
      </w:r>
    </w:p>
    <w:p w14:paraId="4BDA0C30" w14:textId="03F62F7D" w:rsidR="00791E1B" w:rsidRPr="009C4D8F" w:rsidRDefault="00791E1B" w:rsidP="00E45F08">
      <w:pPr>
        <w:pStyle w:val="BodyText"/>
        <w:keepNext/>
        <w:numPr>
          <w:ilvl w:val="2"/>
          <w:numId w:val="83"/>
        </w:numPr>
      </w:pPr>
      <w:r w:rsidRPr="009C4D8F">
        <w:lastRenderedPageBreak/>
        <w:t>Requirements Phase V&amp;V. The V&amp;V Plan should describe how the various V&amp;V tasks will be carried out for the following:</w:t>
      </w:r>
    </w:p>
    <w:p w14:paraId="0712731E" w14:textId="77777777" w:rsidR="00791E1B" w:rsidRPr="009C4D8F" w:rsidRDefault="00791E1B" w:rsidP="005C6662">
      <w:pPr>
        <w:pStyle w:val="BodyText"/>
        <w:numPr>
          <w:ilvl w:val="3"/>
          <w:numId w:val="83"/>
        </w:numPr>
        <w:spacing w:line="259" w:lineRule="auto"/>
        <w:contextualSpacing/>
      </w:pPr>
      <w:r w:rsidRPr="009C4D8F">
        <w:t>Software Requirements Traceability Analysis</w:t>
      </w:r>
    </w:p>
    <w:p w14:paraId="69D70C07" w14:textId="77777777" w:rsidR="00791E1B" w:rsidRPr="009C4D8F" w:rsidRDefault="00791E1B" w:rsidP="005C6662">
      <w:pPr>
        <w:pStyle w:val="BodyText"/>
        <w:numPr>
          <w:ilvl w:val="3"/>
          <w:numId w:val="83"/>
        </w:numPr>
        <w:spacing w:line="259" w:lineRule="auto"/>
        <w:contextualSpacing/>
      </w:pPr>
      <w:r w:rsidRPr="009C4D8F">
        <w:t>Software Requirements Evaluation (Report)</w:t>
      </w:r>
    </w:p>
    <w:p w14:paraId="79F56957" w14:textId="77777777" w:rsidR="00791E1B" w:rsidRPr="009C4D8F" w:rsidRDefault="00791E1B" w:rsidP="005C6662">
      <w:pPr>
        <w:pStyle w:val="BodyText"/>
        <w:numPr>
          <w:ilvl w:val="3"/>
          <w:numId w:val="83"/>
        </w:numPr>
        <w:spacing w:line="259" w:lineRule="auto"/>
        <w:contextualSpacing/>
      </w:pPr>
      <w:r w:rsidRPr="009C4D8F">
        <w:t>Software Requirements Interface Analysis</w:t>
      </w:r>
    </w:p>
    <w:p w14:paraId="56D73806" w14:textId="77777777" w:rsidR="00791E1B" w:rsidRPr="009C4D8F" w:rsidRDefault="00791E1B" w:rsidP="005C6662">
      <w:pPr>
        <w:pStyle w:val="BodyText"/>
        <w:numPr>
          <w:ilvl w:val="3"/>
          <w:numId w:val="83"/>
        </w:numPr>
        <w:spacing w:line="259" w:lineRule="auto"/>
        <w:contextualSpacing/>
      </w:pPr>
      <w:r w:rsidRPr="009C4D8F">
        <w:t>System Test Plan Generation</w:t>
      </w:r>
    </w:p>
    <w:p w14:paraId="178677A4" w14:textId="77777777" w:rsidR="00176307" w:rsidRDefault="00791E1B" w:rsidP="006F21F2">
      <w:pPr>
        <w:pStyle w:val="BodyText"/>
        <w:numPr>
          <w:ilvl w:val="3"/>
          <w:numId w:val="83"/>
        </w:numPr>
      </w:pPr>
      <w:r w:rsidRPr="009C4D8F">
        <w:t>Acceptance Test Plan Generation</w:t>
      </w:r>
    </w:p>
    <w:p w14:paraId="5FC73A5D" w14:textId="28B0890D" w:rsidR="00791E1B" w:rsidRPr="009C4D8F" w:rsidRDefault="00791E1B" w:rsidP="006F21F2">
      <w:pPr>
        <w:pStyle w:val="BodyText"/>
        <w:numPr>
          <w:ilvl w:val="2"/>
          <w:numId w:val="83"/>
        </w:numPr>
      </w:pPr>
      <w:r w:rsidRPr="009C4D8F">
        <w:t>Design &amp; Implementation Phase V&amp;V. The V&amp;V Plan should describe how the various V&amp;V tasks will be carried out for the following:</w:t>
      </w:r>
    </w:p>
    <w:p w14:paraId="7916E97C" w14:textId="77777777" w:rsidR="00791E1B" w:rsidRPr="009C4D8F" w:rsidRDefault="00791E1B" w:rsidP="005C6662">
      <w:pPr>
        <w:pStyle w:val="BodyText"/>
        <w:numPr>
          <w:ilvl w:val="3"/>
          <w:numId w:val="83"/>
        </w:numPr>
        <w:spacing w:line="259" w:lineRule="auto"/>
        <w:contextualSpacing/>
      </w:pPr>
      <w:r w:rsidRPr="009C4D8F">
        <w:t>Software Design Traceability Analysis</w:t>
      </w:r>
    </w:p>
    <w:p w14:paraId="7F0822DE" w14:textId="77777777" w:rsidR="00791E1B" w:rsidRPr="009C4D8F" w:rsidRDefault="00791E1B" w:rsidP="005C6662">
      <w:pPr>
        <w:pStyle w:val="BodyText"/>
        <w:numPr>
          <w:ilvl w:val="3"/>
          <w:numId w:val="83"/>
        </w:numPr>
        <w:spacing w:line="259" w:lineRule="auto"/>
        <w:contextualSpacing/>
      </w:pPr>
      <w:r w:rsidRPr="009C4D8F">
        <w:t>Software Design Evaluation (Report)</w:t>
      </w:r>
    </w:p>
    <w:p w14:paraId="762EA358" w14:textId="77777777" w:rsidR="00791E1B" w:rsidRPr="009C4D8F" w:rsidRDefault="00791E1B" w:rsidP="005C6662">
      <w:pPr>
        <w:pStyle w:val="BodyText"/>
        <w:numPr>
          <w:ilvl w:val="3"/>
          <w:numId w:val="83"/>
        </w:numPr>
        <w:spacing w:line="259" w:lineRule="auto"/>
        <w:contextualSpacing/>
      </w:pPr>
      <w:r w:rsidRPr="009C4D8F">
        <w:t>Software Design Interface Analysis</w:t>
      </w:r>
    </w:p>
    <w:p w14:paraId="763D5B2E" w14:textId="77777777" w:rsidR="00791E1B" w:rsidRPr="009C4D8F" w:rsidRDefault="00791E1B" w:rsidP="005C6662">
      <w:pPr>
        <w:pStyle w:val="BodyText"/>
        <w:numPr>
          <w:ilvl w:val="3"/>
          <w:numId w:val="83"/>
        </w:numPr>
        <w:spacing w:line="259" w:lineRule="auto"/>
        <w:contextualSpacing/>
      </w:pPr>
      <w:r w:rsidRPr="009C4D8F">
        <w:t>Test Plan Generation</w:t>
      </w:r>
    </w:p>
    <w:p w14:paraId="2ADFE96D" w14:textId="77777777" w:rsidR="00791E1B" w:rsidRPr="009C4D8F" w:rsidRDefault="00791E1B" w:rsidP="005C6662">
      <w:pPr>
        <w:pStyle w:val="BodyText"/>
        <w:numPr>
          <w:ilvl w:val="3"/>
          <w:numId w:val="83"/>
        </w:numPr>
        <w:spacing w:line="259" w:lineRule="auto"/>
        <w:contextualSpacing/>
      </w:pPr>
      <w:r w:rsidRPr="009C4D8F">
        <w:t>Source Code Traceability Analysis</w:t>
      </w:r>
    </w:p>
    <w:p w14:paraId="6B0ABBDC" w14:textId="77777777" w:rsidR="00791E1B" w:rsidRPr="009C4D8F" w:rsidRDefault="00791E1B" w:rsidP="005C6662">
      <w:pPr>
        <w:pStyle w:val="BodyText"/>
        <w:numPr>
          <w:ilvl w:val="3"/>
          <w:numId w:val="83"/>
        </w:numPr>
        <w:spacing w:line="259" w:lineRule="auto"/>
        <w:contextualSpacing/>
      </w:pPr>
      <w:r w:rsidRPr="009C4D8F">
        <w:t>Source Code Evaluation</w:t>
      </w:r>
    </w:p>
    <w:p w14:paraId="15D5C8C8" w14:textId="77777777" w:rsidR="00791E1B" w:rsidRPr="009C4D8F" w:rsidRDefault="00791E1B" w:rsidP="005C6662">
      <w:pPr>
        <w:pStyle w:val="BodyText"/>
        <w:numPr>
          <w:ilvl w:val="3"/>
          <w:numId w:val="83"/>
        </w:numPr>
        <w:spacing w:line="259" w:lineRule="auto"/>
        <w:contextualSpacing/>
      </w:pPr>
      <w:r w:rsidRPr="009C4D8F">
        <w:t>Source Code Interface Analysis</w:t>
      </w:r>
    </w:p>
    <w:p w14:paraId="540089DD" w14:textId="77777777" w:rsidR="00176307" w:rsidRDefault="00791E1B" w:rsidP="006F21F2">
      <w:pPr>
        <w:pStyle w:val="BodyText"/>
        <w:numPr>
          <w:ilvl w:val="3"/>
          <w:numId w:val="83"/>
        </w:numPr>
      </w:pPr>
      <w:r w:rsidRPr="009C4D8F">
        <w:t>Source Code Documentation Analysis</w:t>
      </w:r>
    </w:p>
    <w:p w14:paraId="041DB0E4" w14:textId="1D8009B1" w:rsidR="00791E1B" w:rsidRPr="009C4D8F" w:rsidRDefault="00791E1B" w:rsidP="006F21F2">
      <w:pPr>
        <w:pStyle w:val="BodyText"/>
        <w:numPr>
          <w:ilvl w:val="2"/>
          <w:numId w:val="83"/>
        </w:numPr>
      </w:pPr>
      <w:r w:rsidRPr="009C4D8F">
        <w:t>Integration Phase V&amp;V. The V&amp;V Plan should describe how the various V&amp;V tasks will be carried out for the following:</w:t>
      </w:r>
    </w:p>
    <w:p w14:paraId="0217C7CB" w14:textId="77777777" w:rsidR="00791E1B" w:rsidRPr="009C4D8F" w:rsidRDefault="00791E1B" w:rsidP="005C6662">
      <w:pPr>
        <w:pStyle w:val="BodyText"/>
        <w:numPr>
          <w:ilvl w:val="3"/>
          <w:numId w:val="83"/>
        </w:numPr>
        <w:spacing w:line="259" w:lineRule="auto"/>
        <w:contextualSpacing/>
      </w:pPr>
      <w:r w:rsidRPr="009C4D8F">
        <w:t>Integration Test Procedure Generation</w:t>
      </w:r>
    </w:p>
    <w:p w14:paraId="39AC6C33" w14:textId="77777777" w:rsidR="00176307" w:rsidRDefault="00791E1B" w:rsidP="006F21F2">
      <w:pPr>
        <w:pStyle w:val="BodyText"/>
        <w:numPr>
          <w:ilvl w:val="3"/>
          <w:numId w:val="83"/>
        </w:numPr>
      </w:pPr>
      <w:r w:rsidRPr="009C4D8F">
        <w:t>Integration Test Procedure Execution</w:t>
      </w:r>
    </w:p>
    <w:p w14:paraId="3DD437B1" w14:textId="77FE0C1A" w:rsidR="00791E1B" w:rsidRPr="009C4D8F" w:rsidRDefault="00791E1B" w:rsidP="006F21F2">
      <w:pPr>
        <w:pStyle w:val="BodyText"/>
        <w:numPr>
          <w:ilvl w:val="2"/>
          <w:numId w:val="83"/>
        </w:numPr>
      </w:pPr>
      <w:r w:rsidRPr="009C4D8F">
        <w:t>Validation &amp; Test Phase V&amp;V. The V&amp;V Plan should describe how the various V&amp;V tasks will be carried out for the following:</w:t>
      </w:r>
    </w:p>
    <w:p w14:paraId="116965C8" w14:textId="77777777" w:rsidR="00791E1B" w:rsidRPr="009C4D8F" w:rsidRDefault="00791E1B" w:rsidP="00D27A32">
      <w:pPr>
        <w:pStyle w:val="BodyText"/>
        <w:numPr>
          <w:ilvl w:val="3"/>
          <w:numId w:val="83"/>
        </w:numPr>
        <w:spacing w:line="259" w:lineRule="auto"/>
        <w:contextualSpacing/>
      </w:pPr>
      <w:r w:rsidRPr="009C4D8F">
        <w:t>Acceptance Test Procedure Generation</w:t>
      </w:r>
    </w:p>
    <w:p w14:paraId="13727364" w14:textId="77777777" w:rsidR="00791E1B" w:rsidRPr="009C4D8F" w:rsidRDefault="00791E1B" w:rsidP="00D27A32">
      <w:pPr>
        <w:pStyle w:val="BodyText"/>
        <w:numPr>
          <w:ilvl w:val="3"/>
          <w:numId w:val="83"/>
        </w:numPr>
        <w:spacing w:line="259" w:lineRule="auto"/>
        <w:contextualSpacing/>
      </w:pPr>
      <w:r w:rsidRPr="009C4D8F">
        <w:t>System Test Procedure Execution</w:t>
      </w:r>
    </w:p>
    <w:p w14:paraId="552478FC" w14:textId="77777777" w:rsidR="00176307" w:rsidRDefault="00791E1B" w:rsidP="006F21F2">
      <w:pPr>
        <w:pStyle w:val="BodyText"/>
        <w:numPr>
          <w:ilvl w:val="3"/>
          <w:numId w:val="83"/>
        </w:numPr>
      </w:pPr>
      <w:r w:rsidRPr="009C4D8F">
        <w:t>Acceptance Test Procedure Execution</w:t>
      </w:r>
    </w:p>
    <w:p w14:paraId="3EBAA97C" w14:textId="1C3C6CBE" w:rsidR="00791E1B" w:rsidRPr="009C4D8F" w:rsidRDefault="00791E1B" w:rsidP="006F21F2">
      <w:pPr>
        <w:pStyle w:val="BodyText"/>
        <w:numPr>
          <w:ilvl w:val="2"/>
          <w:numId w:val="83"/>
        </w:numPr>
      </w:pPr>
      <w:r w:rsidRPr="009C4D8F">
        <w:t>Installation Phase V&amp;V. The V&amp;V Plan should describe how the various V&amp;V tasks will be carried out for the following:</w:t>
      </w:r>
    </w:p>
    <w:p w14:paraId="1A04E20D" w14:textId="77777777" w:rsidR="00791E1B" w:rsidRPr="009C4D8F" w:rsidRDefault="00791E1B" w:rsidP="00D27A32">
      <w:pPr>
        <w:pStyle w:val="BodyText"/>
        <w:numPr>
          <w:ilvl w:val="3"/>
          <w:numId w:val="83"/>
        </w:numPr>
        <w:spacing w:line="259" w:lineRule="auto"/>
        <w:contextualSpacing/>
      </w:pPr>
      <w:r w:rsidRPr="009C4D8F">
        <w:t>Installation Configuration Audit</w:t>
      </w:r>
    </w:p>
    <w:p w14:paraId="24EAAEEE" w14:textId="77777777" w:rsidR="00176307" w:rsidRDefault="00791E1B" w:rsidP="006F21F2">
      <w:pPr>
        <w:pStyle w:val="BodyText"/>
        <w:numPr>
          <w:ilvl w:val="3"/>
          <w:numId w:val="83"/>
        </w:numPr>
      </w:pPr>
      <w:r w:rsidRPr="009C4D8F">
        <w:t>Final V&amp;V Report Generation</w:t>
      </w:r>
    </w:p>
    <w:p w14:paraId="553EED5B" w14:textId="19F69CD1" w:rsidR="00791E1B" w:rsidRPr="009C4D8F" w:rsidRDefault="00791E1B" w:rsidP="006F21F2">
      <w:pPr>
        <w:pStyle w:val="BodyText"/>
        <w:keepNext/>
        <w:numPr>
          <w:ilvl w:val="1"/>
          <w:numId w:val="83"/>
        </w:numPr>
      </w:pPr>
      <w:r w:rsidRPr="009C4D8F">
        <w:t>Verify that the SVVP includes the following key attributes, as committed to in the licensing basis:</w:t>
      </w:r>
    </w:p>
    <w:p w14:paraId="6A24A0C3" w14:textId="77777777" w:rsidR="00791E1B" w:rsidRPr="009C4D8F" w:rsidRDefault="00791E1B" w:rsidP="006F21F2">
      <w:pPr>
        <w:pStyle w:val="BodyText"/>
        <w:numPr>
          <w:ilvl w:val="2"/>
          <w:numId w:val="83"/>
        </w:numPr>
      </w:pPr>
      <w:r w:rsidRPr="009C4D8F">
        <w:t>SVVP references the SMP and/or SQAP.</w:t>
      </w:r>
    </w:p>
    <w:p w14:paraId="1A38377A" w14:textId="77777777" w:rsidR="00791E1B" w:rsidRPr="009C4D8F" w:rsidRDefault="00791E1B" w:rsidP="006F21F2">
      <w:pPr>
        <w:pStyle w:val="BodyText"/>
        <w:numPr>
          <w:ilvl w:val="2"/>
          <w:numId w:val="83"/>
        </w:numPr>
      </w:pPr>
      <w:r w:rsidRPr="009C4D8F">
        <w:t>Specific elements of the higher-level plans are addressed in the SVVP.</w:t>
      </w:r>
    </w:p>
    <w:p w14:paraId="79B5069A" w14:textId="77777777" w:rsidR="00791E1B" w:rsidRPr="009C4D8F" w:rsidRDefault="00791E1B" w:rsidP="006F21F2">
      <w:pPr>
        <w:pStyle w:val="BodyText"/>
        <w:numPr>
          <w:ilvl w:val="2"/>
          <w:numId w:val="83"/>
        </w:numPr>
      </w:pPr>
      <w:r w:rsidRPr="009C4D8F">
        <w:t>Scope of the V&amp;V effort is defined.</w:t>
      </w:r>
    </w:p>
    <w:p w14:paraId="30CB467F" w14:textId="77777777" w:rsidR="00791E1B" w:rsidRPr="009C4D8F" w:rsidRDefault="00791E1B" w:rsidP="006F21F2">
      <w:pPr>
        <w:pStyle w:val="BodyText"/>
        <w:numPr>
          <w:ilvl w:val="2"/>
          <w:numId w:val="83"/>
        </w:numPr>
      </w:pPr>
      <w:r w:rsidRPr="009C4D8F">
        <w:t>SVVP describes the V&amp;V organization, including its relationship to the development organization (should be independent).</w:t>
      </w:r>
    </w:p>
    <w:p w14:paraId="015C360E" w14:textId="77777777" w:rsidR="00791E1B" w:rsidRPr="009C4D8F" w:rsidRDefault="00791E1B" w:rsidP="006F21F2">
      <w:pPr>
        <w:pStyle w:val="BodyText"/>
        <w:numPr>
          <w:ilvl w:val="2"/>
          <w:numId w:val="83"/>
        </w:numPr>
      </w:pPr>
      <w:r w:rsidRPr="009C4D8F">
        <w:lastRenderedPageBreak/>
        <w:t>Schedule is defined that provides enough time for V&amp;V activities to be carried out. The V&amp;V organization should have freedom from scheduling constraints or impact.</w:t>
      </w:r>
    </w:p>
    <w:p w14:paraId="4992683D" w14:textId="77777777" w:rsidR="00791E1B" w:rsidRPr="009C4D8F" w:rsidRDefault="00791E1B" w:rsidP="006F21F2">
      <w:pPr>
        <w:pStyle w:val="BodyText"/>
        <w:numPr>
          <w:ilvl w:val="2"/>
          <w:numId w:val="83"/>
        </w:numPr>
      </w:pPr>
      <w:r w:rsidRPr="009C4D8F">
        <w:t>Tools, techniques, and methods to be used in the V&amp;V process defined.</w:t>
      </w:r>
    </w:p>
    <w:p w14:paraId="10B5CBFF" w14:textId="02481061" w:rsidR="00791E1B" w:rsidRPr="009C4D8F" w:rsidRDefault="00721B03" w:rsidP="006F21F2">
      <w:pPr>
        <w:pStyle w:val="BodyText"/>
        <w:numPr>
          <w:ilvl w:val="2"/>
          <w:numId w:val="83"/>
        </w:numPr>
      </w:pPr>
      <w:r w:rsidRPr="00233995">
        <w:t>S</w:t>
      </w:r>
      <w:r w:rsidR="00791E1B" w:rsidRPr="009C4D8F">
        <w:t xml:space="preserve">VVP identifies </w:t>
      </w:r>
      <w:proofErr w:type="gramStart"/>
      <w:r w:rsidR="00791E1B" w:rsidRPr="009C4D8F">
        <w:t>method</w:t>
      </w:r>
      <w:proofErr w:type="gramEnd"/>
      <w:r w:rsidR="00791E1B" w:rsidRPr="009C4D8F">
        <w:t xml:space="preserve"> of handling anomalies encountered during each activity.</w:t>
      </w:r>
    </w:p>
    <w:p w14:paraId="295FC0CB" w14:textId="77777777" w:rsidR="00791E1B" w:rsidRPr="009C4D8F" w:rsidRDefault="00791E1B" w:rsidP="006F21F2">
      <w:pPr>
        <w:pStyle w:val="BodyText"/>
        <w:numPr>
          <w:ilvl w:val="2"/>
          <w:numId w:val="83"/>
        </w:numPr>
      </w:pPr>
      <w:r w:rsidRPr="009C4D8F">
        <w:t>V&amp;V schedule and resource requirements are described in detail.</w:t>
      </w:r>
    </w:p>
    <w:p w14:paraId="4E587318" w14:textId="70C9E0C1" w:rsidR="00791E1B" w:rsidRPr="009C4D8F" w:rsidRDefault="00791E1B" w:rsidP="004F0775">
      <w:pPr>
        <w:pStyle w:val="BodyText"/>
        <w:numPr>
          <w:ilvl w:val="2"/>
          <w:numId w:val="83"/>
        </w:numPr>
      </w:pPr>
      <w:r w:rsidRPr="009C4D8F">
        <w:t>SVVP identifies the responsibilities, line organization and reporting</w:t>
      </w:r>
      <w:r w:rsidR="004F0775">
        <w:t xml:space="preserve"> </w:t>
      </w:r>
      <w:r w:rsidRPr="009C4D8F">
        <w:t>requirements for the V&amp;V organization.</w:t>
      </w:r>
    </w:p>
    <w:p w14:paraId="3244313E" w14:textId="77777777" w:rsidR="00791E1B" w:rsidRPr="009C4D8F" w:rsidRDefault="00791E1B" w:rsidP="006F21F2">
      <w:pPr>
        <w:pStyle w:val="BodyText"/>
        <w:numPr>
          <w:ilvl w:val="2"/>
          <w:numId w:val="83"/>
        </w:numPr>
      </w:pPr>
      <w:r w:rsidRPr="009C4D8F">
        <w:t>SVVP defines procedure for management review of the V&amp;V process.</w:t>
      </w:r>
    </w:p>
    <w:p w14:paraId="180D674A" w14:textId="37A0FA41" w:rsidR="00791E1B" w:rsidRPr="009C4D8F" w:rsidRDefault="00791E1B" w:rsidP="004F0775">
      <w:pPr>
        <w:pStyle w:val="BodyText"/>
        <w:numPr>
          <w:ilvl w:val="2"/>
          <w:numId w:val="83"/>
        </w:numPr>
      </w:pPr>
      <w:r w:rsidRPr="009C4D8F">
        <w:t xml:space="preserve">Process is developed for periodic assessment and updating of </w:t>
      </w:r>
      <w:proofErr w:type="spellStart"/>
      <w:r w:rsidRPr="009C4D8F">
        <w:t>V&amp;Vprocedures</w:t>
      </w:r>
      <w:proofErr w:type="spellEnd"/>
      <w:r w:rsidRPr="009C4D8F">
        <w:t xml:space="preserve"> and tools.</w:t>
      </w:r>
    </w:p>
    <w:p w14:paraId="55404D09" w14:textId="77777777" w:rsidR="00791E1B" w:rsidRPr="009C4D8F" w:rsidRDefault="00791E1B" w:rsidP="006F21F2">
      <w:pPr>
        <w:pStyle w:val="BodyText"/>
        <w:numPr>
          <w:ilvl w:val="2"/>
          <w:numId w:val="83"/>
        </w:numPr>
      </w:pPr>
      <w:r w:rsidRPr="009C4D8F">
        <w:t>Defined procedure is developed for correlating V&amp;V results with management and technical review documents.</w:t>
      </w:r>
    </w:p>
    <w:p w14:paraId="1ED8333B" w14:textId="77777777" w:rsidR="00791E1B" w:rsidRPr="009C4D8F" w:rsidRDefault="00791E1B" w:rsidP="006F21F2">
      <w:pPr>
        <w:pStyle w:val="BodyText"/>
        <w:numPr>
          <w:ilvl w:val="2"/>
          <w:numId w:val="83"/>
        </w:numPr>
      </w:pPr>
      <w:r w:rsidRPr="009C4D8F">
        <w:t>SVVP is coordinated with project planning documents to ensure early availability of the planning documents for the V&amp;V effort.</w:t>
      </w:r>
    </w:p>
    <w:p w14:paraId="57B84635" w14:textId="77777777" w:rsidR="00176307" w:rsidRDefault="00791E1B" w:rsidP="006F21F2">
      <w:pPr>
        <w:pStyle w:val="BodyText"/>
        <w:numPr>
          <w:ilvl w:val="2"/>
          <w:numId w:val="83"/>
        </w:numPr>
      </w:pPr>
      <w:r w:rsidRPr="009C4D8F">
        <w:t>SVVP explicitly defines and describes the following (as a minimum) V&amp;V tasks:</w:t>
      </w:r>
    </w:p>
    <w:p w14:paraId="0725267A" w14:textId="4ABD3572" w:rsidR="00791E1B" w:rsidRPr="009C4D8F" w:rsidRDefault="00BD69B5" w:rsidP="006F21F2">
      <w:pPr>
        <w:pStyle w:val="BodyText"/>
        <w:numPr>
          <w:ilvl w:val="3"/>
          <w:numId w:val="83"/>
        </w:numPr>
        <w:contextualSpacing/>
      </w:pPr>
      <w:r>
        <w:t>a</w:t>
      </w:r>
      <w:r w:rsidR="00791E1B" w:rsidRPr="009C4D8F">
        <w:t>udits</w:t>
      </w:r>
    </w:p>
    <w:p w14:paraId="3741BB69" w14:textId="04BC6820" w:rsidR="00791E1B" w:rsidRPr="009C4D8F" w:rsidRDefault="00BD69B5" w:rsidP="006F21F2">
      <w:pPr>
        <w:pStyle w:val="BodyText"/>
        <w:numPr>
          <w:ilvl w:val="3"/>
          <w:numId w:val="83"/>
        </w:numPr>
        <w:contextualSpacing/>
      </w:pPr>
      <w:r>
        <w:t>r</w:t>
      </w:r>
      <w:r w:rsidR="00791E1B" w:rsidRPr="009C4D8F">
        <w:t>egression testing and analysis</w:t>
      </w:r>
    </w:p>
    <w:p w14:paraId="6FBF819C" w14:textId="746B460D" w:rsidR="00791E1B" w:rsidRPr="009C4D8F" w:rsidRDefault="00BD69B5" w:rsidP="006F21F2">
      <w:pPr>
        <w:pStyle w:val="BodyText"/>
        <w:numPr>
          <w:ilvl w:val="3"/>
          <w:numId w:val="83"/>
        </w:numPr>
        <w:contextualSpacing/>
      </w:pPr>
      <w:r>
        <w:t>s</w:t>
      </w:r>
      <w:r w:rsidR="00791E1B" w:rsidRPr="009C4D8F">
        <w:t>ecurity assessment</w:t>
      </w:r>
    </w:p>
    <w:p w14:paraId="20DC2F0A" w14:textId="7A97EB41" w:rsidR="00791E1B" w:rsidRPr="009C4D8F" w:rsidRDefault="00BD69B5" w:rsidP="006F21F2">
      <w:pPr>
        <w:pStyle w:val="BodyText"/>
        <w:numPr>
          <w:ilvl w:val="3"/>
          <w:numId w:val="83"/>
        </w:numPr>
        <w:contextualSpacing/>
      </w:pPr>
      <w:r>
        <w:t>t</w:t>
      </w:r>
      <w:r w:rsidR="00791E1B" w:rsidRPr="009C4D8F">
        <w:t>esting evaluation</w:t>
      </w:r>
    </w:p>
    <w:p w14:paraId="20897BDA" w14:textId="77777777" w:rsidR="00176307" w:rsidRDefault="00BD69B5" w:rsidP="006F21F2">
      <w:pPr>
        <w:pStyle w:val="BodyText"/>
        <w:numPr>
          <w:ilvl w:val="3"/>
          <w:numId w:val="83"/>
        </w:numPr>
      </w:pPr>
      <w:r>
        <w:t>d</w:t>
      </w:r>
      <w:r w:rsidR="00791E1B" w:rsidRPr="009C4D8F">
        <w:t>ocumentation evaluation</w:t>
      </w:r>
    </w:p>
    <w:p w14:paraId="3A719C21" w14:textId="77777777" w:rsidR="00176307" w:rsidRDefault="00791E1B" w:rsidP="006F21F2">
      <w:pPr>
        <w:pStyle w:val="BodyText"/>
        <w:numPr>
          <w:ilvl w:val="1"/>
          <w:numId w:val="83"/>
        </w:numPr>
      </w:pPr>
      <w:r w:rsidRPr="00214945">
        <w:t>Verify that the SVVP includes the following life cycle phase-specific attributes, as committed to in the licensing basis:</w:t>
      </w:r>
    </w:p>
    <w:p w14:paraId="1286E8F8" w14:textId="4E235B8E" w:rsidR="00176307" w:rsidRDefault="00C70D87" w:rsidP="006F21F2">
      <w:pPr>
        <w:pStyle w:val="BodyText"/>
        <w:numPr>
          <w:ilvl w:val="2"/>
          <w:numId w:val="83"/>
        </w:numPr>
      </w:pPr>
      <w:r w:rsidRPr="0064118E">
        <w:t>Requirements Activities</w:t>
      </w:r>
    </w:p>
    <w:p w14:paraId="2114076E" w14:textId="7C9245A6" w:rsidR="00C70D87" w:rsidRDefault="00C70D87" w:rsidP="006F21F2">
      <w:pPr>
        <w:pStyle w:val="BodyText"/>
        <w:numPr>
          <w:ilvl w:val="3"/>
          <w:numId w:val="83"/>
        </w:numPr>
      </w:pPr>
      <w:r w:rsidRPr="009F6609">
        <w:t>Concept documentation, software requirements specification (SRS), interface requirements, hazards analysis, and user documentation will be complete prior to beginning the V&amp;V requirements analysis.</w:t>
      </w:r>
    </w:p>
    <w:p w14:paraId="46901599" w14:textId="2B168D6F" w:rsidR="00C70D87" w:rsidRDefault="00C70D87" w:rsidP="006F21F2">
      <w:pPr>
        <w:pStyle w:val="BodyText"/>
        <w:numPr>
          <w:ilvl w:val="3"/>
          <w:numId w:val="83"/>
        </w:numPr>
      </w:pPr>
      <w:r w:rsidRPr="009F6609">
        <w:t xml:space="preserve">SVVP explicitly defines the activities required during the requirements </w:t>
      </w:r>
      <w:r w:rsidR="00AC2E0B">
        <w:t xml:space="preserve">    </w:t>
      </w:r>
      <w:r w:rsidRPr="009F6609">
        <w:t>analysis.</w:t>
      </w:r>
    </w:p>
    <w:p w14:paraId="38C0837A" w14:textId="53EE1F5F" w:rsidR="00C70D87" w:rsidRDefault="00C70D87" w:rsidP="006F21F2">
      <w:pPr>
        <w:pStyle w:val="BodyText"/>
        <w:numPr>
          <w:ilvl w:val="3"/>
          <w:numId w:val="83"/>
        </w:numPr>
      </w:pPr>
      <w:r w:rsidRPr="009F6609">
        <w:t>SVVP requires the performance of a software requirements traceability</w:t>
      </w:r>
      <w:r w:rsidR="00435564">
        <w:t xml:space="preserve"> </w:t>
      </w:r>
      <w:r w:rsidRPr="009F6609">
        <w:t>analysis.</w:t>
      </w:r>
    </w:p>
    <w:p w14:paraId="7E49CE39" w14:textId="77777777" w:rsidR="00C70D87" w:rsidRPr="00214945" w:rsidRDefault="00C70D87" w:rsidP="006F21F2">
      <w:pPr>
        <w:pStyle w:val="BodyText"/>
        <w:numPr>
          <w:ilvl w:val="3"/>
          <w:numId w:val="83"/>
        </w:numPr>
      </w:pPr>
      <w:r w:rsidRPr="00214945">
        <w:t>SVVP requires that the SRS be evaluated for performance issues.</w:t>
      </w:r>
    </w:p>
    <w:p w14:paraId="4FA114FD" w14:textId="77777777" w:rsidR="00176307" w:rsidRDefault="00C70D87" w:rsidP="006F21F2">
      <w:pPr>
        <w:pStyle w:val="BodyText"/>
        <w:numPr>
          <w:ilvl w:val="3"/>
          <w:numId w:val="83"/>
        </w:numPr>
      </w:pPr>
      <w:r w:rsidRPr="00214945">
        <w:t>SVVP requires that a system test plan and an acceptance test plan be generated during the requirements phase.</w:t>
      </w:r>
    </w:p>
    <w:p w14:paraId="72F14354" w14:textId="77777777" w:rsidR="00176307" w:rsidRDefault="00C70D87" w:rsidP="006F21F2">
      <w:pPr>
        <w:pStyle w:val="BodyText"/>
        <w:numPr>
          <w:ilvl w:val="2"/>
          <w:numId w:val="83"/>
        </w:numPr>
      </w:pPr>
      <w:r w:rsidRPr="00EE1D9A">
        <w:lastRenderedPageBreak/>
        <w:t>Design &amp; Implementation Activities</w:t>
      </w:r>
    </w:p>
    <w:p w14:paraId="62ED9A57" w14:textId="43ECEA9C" w:rsidR="00C70D87" w:rsidRPr="00EE1D9A" w:rsidRDefault="00C70D87" w:rsidP="006F21F2">
      <w:pPr>
        <w:pStyle w:val="BodyText"/>
        <w:numPr>
          <w:ilvl w:val="3"/>
          <w:numId w:val="83"/>
        </w:numPr>
      </w:pPr>
      <w:r w:rsidRPr="00EE1D9A">
        <w:t>SVVP requires the generation and dissemination of anomaly reports.</w:t>
      </w:r>
    </w:p>
    <w:p w14:paraId="5046E404" w14:textId="77777777" w:rsidR="00C70D87" w:rsidRPr="00EE1D9A" w:rsidRDefault="00C70D87" w:rsidP="006F21F2">
      <w:pPr>
        <w:pStyle w:val="BodyText"/>
        <w:numPr>
          <w:ilvl w:val="3"/>
          <w:numId w:val="83"/>
        </w:numPr>
      </w:pPr>
      <w:r w:rsidRPr="00EE1D9A">
        <w:t>SVVP explicitly defines the activities required during the design and implementation phase.</w:t>
      </w:r>
    </w:p>
    <w:p w14:paraId="4AA65EE5" w14:textId="77777777" w:rsidR="00C70D87" w:rsidRPr="00EE1D9A" w:rsidRDefault="00C70D87" w:rsidP="006F21F2">
      <w:pPr>
        <w:pStyle w:val="BodyText"/>
        <w:numPr>
          <w:ilvl w:val="3"/>
          <w:numId w:val="83"/>
        </w:numPr>
      </w:pPr>
      <w:r w:rsidRPr="00EE1D9A">
        <w:t>SVVP requires the performance of a design traceability analysis that traces elements of the detailed design and coding to elements of the software requirements.</w:t>
      </w:r>
    </w:p>
    <w:p w14:paraId="6B93512E" w14:textId="77777777" w:rsidR="00C70D87" w:rsidRPr="00EE1D9A" w:rsidRDefault="00C70D87" w:rsidP="006F21F2">
      <w:pPr>
        <w:pStyle w:val="BodyText"/>
        <w:numPr>
          <w:ilvl w:val="3"/>
          <w:numId w:val="83"/>
        </w:numPr>
      </w:pPr>
      <w:r w:rsidRPr="00EE1D9A">
        <w:t>SVVP requires a design evaluation (report).</w:t>
      </w:r>
    </w:p>
    <w:p w14:paraId="0D9E3153" w14:textId="77777777" w:rsidR="00C70D87" w:rsidRPr="00EE1D9A" w:rsidRDefault="00C70D87" w:rsidP="006F21F2">
      <w:pPr>
        <w:pStyle w:val="BodyText"/>
        <w:numPr>
          <w:ilvl w:val="3"/>
          <w:numId w:val="83"/>
        </w:numPr>
      </w:pPr>
      <w:r w:rsidRPr="00EE1D9A">
        <w:t>SVVP requires a design interface analysis.</w:t>
      </w:r>
    </w:p>
    <w:p w14:paraId="08D6E7F1" w14:textId="77777777" w:rsidR="00C70D87" w:rsidRPr="00EE1D9A" w:rsidRDefault="00C70D87" w:rsidP="006F21F2">
      <w:pPr>
        <w:pStyle w:val="BodyText"/>
        <w:numPr>
          <w:ilvl w:val="3"/>
          <w:numId w:val="83"/>
        </w:numPr>
      </w:pPr>
      <w:r w:rsidRPr="00EE1D9A">
        <w:t>SVVP requires that the software design document be evaluated against hardware requirements, operator requirements, and software interface requirements documentation.</w:t>
      </w:r>
    </w:p>
    <w:p w14:paraId="378CB12A" w14:textId="77777777" w:rsidR="00C70D87" w:rsidRPr="00EE1D9A" w:rsidRDefault="00C70D87" w:rsidP="006F21F2">
      <w:pPr>
        <w:pStyle w:val="BodyText"/>
        <w:numPr>
          <w:ilvl w:val="3"/>
          <w:numId w:val="83"/>
        </w:numPr>
      </w:pPr>
      <w:r w:rsidRPr="00EE1D9A">
        <w:t xml:space="preserve">SVVP requires a software component test plan, an integration test plan, and a test design </w:t>
      </w:r>
      <w:proofErr w:type="gramStart"/>
      <w:r w:rsidRPr="00EE1D9A">
        <w:t>be</w:t>
      </w:r>
      <w:proofErr w:type="gramEnd"/>
      <w:r w:rsidRPr="00EE1D9A">
        <w:t xml:space="preserve"> generated for use in later testing.</w:t>
      </w:r>
    </w:p>
    <w:p w14:paraId="2B755CF8" w14:textId="77777777" w:rsidR="00C70D87" w:rsidRPr="00EE1D9A" w:rsidRDefault="00C70D87" w:rsidP="006F21F2">
      <w:pPr>
        <w:pStyle w:val="BodyText"/>
        <w:numPr>
          <w:ilvl w:val="3"/>
          <w:numId w:val="83"/>
        </w:numPr>
      </w:pPr>
      <w:r w:rsidRPr="00EE1D9A">
        <w:t>SVVP requires that the source code be evaluated for correctness, consistency, completeness, accuracy, readability, safety, and testability.</w:t>
      </w:r>
    </w:p>
    <w:p w14:paraId="3BB61F00" w14:textId="77777777" w:rsidR="00D66F4F" w:rsidRDefault="00C70D87" w:rsidP="006F21F2">
      <w:pPr>
        <w:pStyle w:val="BodyText"/>
        <w:numPr>
          <w:ilvl w:val="3"/>
          <w:numId w:val="83"/>
        </w:numPr>
      </w:pPr>
      <w:r w:rsidRPr="00EE1D9A">
        <w:t>SVVP requires generation and use of test cases to help ensure the adequacy of test coverage.</w:t>
      </w:r>
    </w:p>
    <w:p w14:paraId="34AFC932" w14:textId="77777777" w:rsidR="00176307" w:rsidRDefault="00C70D87" w:rsidP="006F21F2">
      <w:pPr>
        <w:pStyle w:val="BodyText"/>
        <w:numPr>
          <w:ilvl w:val="3"/>
          <w:numId w:val="83"/>
        </w:numPr>
      </w:pPr>
      <w:r w:rsidRPr="002C379E">
        <w:t>SVVP requires the generation of test cases for software component, integration, system, and acceptance testing.</w:t>
      </w:r>
    </w:p>
    <w:p w14:paraId="3691460D" w14:textId="29AEDF0D" w:rsidR="00C70D87" w:rsidRPr="00EE1D9A" w:rsidRDefault="00C70D87" w:rsidP="006F21F2">
      <w:pPr>
        <w:pStyle w:val="BodyText"/>
        <w:numPr>
          <w:ilvl w:val="2"/>
          <w:numId w:val="83"/>
        </w:numPr>
      </w:pPr>
      <w:r w:rsidRPr="00EE1D9A">
        <w:t>Integration, Validation &amp; Test, and Installation Activities</w:t>
      </w:r>
    </w:p>
    <w:p w14:paraId="7E393E88" w14:textId="77777777" w:rsidR="00C70D87" w:rsidRPr="009F6609" w:rsidRDefault="00C70D87" w:rsidP="006F21F2">
      <w:pPr>
        <w:pStyle w:val="BodyText"/>
        <w:numPr>
          <w:ilvl w:val="3"/>
          <w:numId w:val="83"/>
        </w:numPr>
      </w:pPr>
      <w:r w:rsidRPr="00EE1D9A">
        <w:t xml:space="preserve">SVVP explicitly defines the activities required during </w:t>
      </w:r>
      <w:proofErr w:type="gramStart"/>
      <w:r w:rsidRPr="00EE1D9A">
        <w:t>the integration</w:t>
      </w:r>
      <w:proofErr w:type="gramEnd"/>
      <w:r w:rsidRPr="00EE1D9A">
        <w:t xml:space="preserve"> and validation analysis and</w:t>
      </w:r>
      <w:r w:rsidRPr="009F6609">
        <w:t xml:space="preserve"> testing.</w:t>
      </w:r>
    </w:p>
    <w:p w14:paraId="7520D121" w14:textId="77777777" w:rsidR="00C70D87" w:rsidRPr="009F6609" w:rsidRDefault="00C70D87" w:rsidP="006F21F2">
      <w:pPr>
        <w:pStyle w:val="BodyText"/>
        <w:numPr>
          <w:ilvl w:val="3"/>
          <w:numId w:val="83"/>
        </w:numPr>
      </w:pPr>
      <w:r w:rsidRPr="009F6609">
        <w:t xml:space="preserve">SVVP requires the performance of sufficiently detailed testing requirements </w:t>
      </w:r>
      <w:proofErr w:type="gramStart"/>
      <w:r w:rsidRPr="009F6609">
        <w:t>so as to</w:t>
      </w:r>
      <w:proofErr w:type="gramEnd"/>
      <w:r w:rsidRPr="009F6609">
        <w:t xml:space="preserve"> ensure that there is a very low probability of error during operation, and describes the consequences if errors were to occur.</w:t>
      </w:r>
    </w:p>
    <w:p w14:paraId="0703C438" w14:textId="77777777" w:rsidR="00C70D87" w:rsidRPr="009F6609" w:rsidRDefault="00C70D87" w:rsidP="006F21F2">
      <w:pPr>
        <w:pStyle w:val="BodyText"/>
        <w:numPr>
          <w:ilvl w:val="3"/>
          <w:numId w:val="83"/>
        </w:numPr>
      </w:pPr>
      <w:r w:rsidRPr="009F6609">
        <w:t>SVVP explicitly defines the activities required during the installation analysis and testing.</w:t>
      </w:r>
    </w:p>
    <w:p w14:paraId="368B5B1B" w14:textId="77777777" w:rsidR="00C70D87" w:rsidRPr="009F6609" w:rsidRDefault="00C70D87" w:rsidP="006F21F2">
      <w:pPr>
        <w:pStyle w:val="BodyText"/>
        <w:numPr>
          <w:ilvl w:val="3"/>
          <w:numId w:val="83"/>
        </w:numPr>
      </w:pPr>
      <w:r w:rsidRPr="009F6609">
        <w:t>SVVP requires the performance of an installation configuration audit.</w:t>
      </w:r>
    </w:p>
    <w:p w14:paraId="61953FEB" w14:textId="77777777" w:rsidR="00176307" w:rsidRDefault="00C70D87" w:rsidP="006F21F2">
      <w:pPr>
        <w:pStyle w:val="BodyText"/>
        <w:numPr>
          <w:ilvl w:val="3"/>
          <w:numId w:val="83"/>
        </w:numPr>
      </w:pPr>
      <w:r w:rsidRPr="009F6609">
        <w:t>SVVP requires the generation of a final report.</w:t>
      </w:r>
    </w:p>
    <w:p w14:paraId="49417344" w14:textId="77777777" w:rsidR="00176307" w:rsidRDefault="00C70D87" w:rsidP="00DC1343">
      <w:pPr>
        <w:pStyle w:val="BodyText"/>
        <w:keepNext/>
        <w:numPr>
          <w:ilvl w:val="0"/>
          <w:numId w:val="83"/>
        </w:numPr>
      </w:pPr>
      <w:r w:rsidRPr="00134D65">
        <w:rPr>
          <w:u w:val="single"/>
        </w:rPr>
        <w:t>Inspection of Software Safety Plan (SSP)</w:t>
      </w:r>
    </w:p>
    <w:p w14:paraId="3438AF55" w14:textId="7F0DA35F" w:rsidR="00C70D87" w:rsidRPr="009F6609" w:rsidRDefault="00C70D87" w:rsidP="006F21F2">
      <w:pPr>
        <w:pStyle w:val="BodyText"/>
        <w:numPr>
          <w:ilvl w:val="1"/>
          <w:numId w:val="83"/>
        </w:numPr>
      </w:pPr>
      <w:r w:rsidRPr="009F6609">
        <w:t xml:space="preserve">Verify, consistent with commitments </w:t>
      </w:r>
      <w:proofErr w:type="gramStart"/>
      <w:r w:rsidRPr="009F6609">
        <w:t>in</w:t>
      </w:r>
      <w:proofErr w:type="gramEnd"/>
      <w:r w:rsidRPr="009F6609">
        <w:t xml:space="preserve"> the licensing basis</w:t>
      </w:r>
      <w:r w:rsidR="00DD1165">
        <w:t>, that</w:t>
      </w:r>
      <w:r w:rsidRPr="009F6609">
        <w:t xml:space="preserve"> the SSP addresses the following documentation that will be required as part of the software safety program:</w:t>
      </w:r>
    </w:p>
    <w:p w14:paraId="7DAB2F42" w14:textId="524B72FB" w:rsidR="00C70D87" w:rsidRPr="009F6609" w:rsidRDefault="00C70D87" w:rsidP="006F21F2">
      <w:pPr>
        <w:pStyle w:val="BodyText"/>
        <w:numPr>
          <w:ilvl w:val="2"/>
          <w:numId w:val="83"/>
        </w:numPr>
      </w:pPr>
      <w:r w:rsidRPr="009F6609">
        <w:lastRenderedPageBreak/>
        <w:t>Results of all safety analyses</w:t>
      </w:r>
      <w:r w:rsidR="005E38B7">
        <w:t>.</w:t>
      </w:r>
    </w:p>
    <w:p w14:paraId="2B40FFF2" w14:textId="01E2F685" w:rsidR="00C70D87" w:rsidRPr="009F6609" w:rsidRDefault="00C70D87" w:rsidP="006F21F2">
      <w:pPr>
        <w:pStyle w:val="BodyText"/>
        <w:numPr>
          <w:ilvl w:val="2"/>
          <w:numId w:val="83"/>
        </w:numPr>
      </w:pPr>
      <w:r w:rsidRPr="009F6609">
        <w:t>Information on suspected or verified safety problems</w:t>
      </w:r>
      <w:r w:rsidR="005E38B7">
        <w:t>.</w:t>
      </w:r>
    </w:p>
    <w:p w14:paraId="77A7C240" w14:textId="12C71E0A" w:rsidR="00C70D87" w:rsidRPr="009F6609" w:rsidRDefault="00C70D87" w:rsidP="006F21F2">
      <w:pPr>
        <w:pStyle w:val="BodyText"/>
        <w:numPr>
          <w:ilvl w:val="2"/>
          <w:numId w:val="83"/>
        </w:numPr>
      </w:pPr>
      <w:r w:rsidRPr="009F6609">
        <w:t>Results of audits performed on software safety program activity</w:t>
      </w:r>
      <w:r w:rsidR="005E38B7">
        <w:t>.</w:t>
      </w:r>
    </w:p>
    <w:p w14:paraId="79D3FB32" w14:textId="6AEFC506" w:rsidR="00C70D87" w:rsidRPr="009F6609" w:rsidRDefault="00C70D87" w:rsidP="006F21F2">
      <w:pPr>
        <w:pStyle w:val="BodyText"/>
        <w:numPr>
          <w:ilvl w:val="2"/>
          <w:numId w:val="83"/>
        </w:numPr>
      </w:pPr>
      <w:r w:rsidRPr="009F6609">
        <w:t>Results of safety tests carried out on the software system</w:t>
      </w:r>
      <w:r w:rsidR="005E38B7">
        <w:t>.</w:t>
      </w:r>
    </w:p>
    <w:p w14:paraId="477F30FD" w14:textId="77777777" w:rsidR="00176307" w:rsidRDefault="00C70D87" w:rsidP="006F21F2">
      <w:pPr>
        <w:pStyle w:val="BodyText"/>
        <w:numPr>
          <w:ilvl w:val="2"/>
          <w:numId w:val="83"/>
        </w:numPr>
      </w:pPr>
      <w:r w:rsidRPr="009F6609">
        <w:t>Records on training provided to software safety personnel and software development personnel</w:t>
      </w:r>
      <w:r w:rsidR="005E38B7">
        <w:t>.</w:t>
      </w:r>
    </w:p>
    <w:p w14:paraId="4096DA4C" w14:textId="318E9F3A" w:rsidR="00C70D87" w:rsidRPr="009F6609" w:rsidRDefault="00C70D87" w:rsidP="006F21F2">
      <w:pPr>
        <w:pStyle w:val="BodyText"/>
        <w:numPr>
          <w:ilvl w:val="1"/>
          <w:numId w:val="83"/>
        </w:numPr>
      </w:pPr>
      <w:r w:rsidRPr="009F6609">
        <w:t>Verify that the SSP includes the following key attributes, as committed to in the licensing basis:</w:t>
      </w:r>
    </w:p>
    <w:p w14:paraId="7641681A" w14:textId="50A34B8B" w:rsidR="00C70D87" w:rsidRPr="009F6609" w:rsidRDefault="00C70D87" w:rsidP="006F21F2">
      <w:pPr>
        <w:pStyle w:val="BodyText"/>
        <w:numPr>
          <w:ilvl w:val="2"/>
          <w:numId w:val="83"/>
        </w:numPr>
      </w:pPr>
      <w:r w:rsidRPr="009F6609">
        <w:t xml:space="preserve">Software safety organization is </w:t>
      </w:r>
      <w:r w:rsidR="0018729A" w:rsidRPr="009F6609">
        <w:t>described,</w:t>
      </w:r>
      <w:r w:rsidRPr="009F6609">
        <w:t xml:space="preserve"> and authority defined; authority sufficient to enforce compliance with safety requirements and practices.</w:t>
      </w:r>
    </w:p>
    <w:p w14:paraId="4643AD20" w14:textId="392112DB" w:rsidR="00C70D87" w:rsidRPr="009F6609" w:rsidRDefault="00C70D87" w:rsidP="006F21F2">
      <w:pPr>
        <w:pStyle w:val="BodyText"/>
        <w:numPr>
          <w:ilvl w:val="2"/>
          <w:numId w:val="83"/>
        </w:numPr>
      </w:pPr>
      <w:r w:rsidRPr="009F6609">
        <w:t xml:space="preserve">SSP provides a mechanism for defining safety requirements, performing software safety analysis tasks, and testing safety-critical features of the </w:t>
      </w:r>
      <w:r w:rsidR="00E928A6">
        <w:t>DI&amp;C</w:t>
      </w:r>
      <w:r w:rsidRPr="009F6609">
        <w:t xml:space="preserve"> system.</w:t>
      </w:r>
    </w:p>
    <w:p w14:paraId="2D556BE2" w14:textId="77777777" w:rsidR="00C70D87" w:rsidRPr="009F6609" w:rsidRDefault="00C70D87" w:rsidP="006F21F2">
      <w:pPr>
        <w:pStyle w:val="BodyText"/>
        <w:numPr>
          <w:ilvl w:val="2"/>
          <w:numId w:val="83"/>
        </w:numPr>
      </w:pPr>
      <w:r w:rsidRPr="009F6609">
        <w:t xml:space="preserve">SSP describes what </w:t>
      </w:r>
      <w:proofErr w:type="gramStart"/>
      <w:r>
        <w:t>safety significant</w:t>
      </w:r>
      <w:proofErr w:type="gramEnd"/>
      <w:r w:rsidRPr="009F6609">
        <w:t xml:space="preserve"> documents will be produced during the development life cycle; contents sufficient to ensure that known safety concerns are addressed in the appropriate places within the development life cycle.</w:t>
      </w:r>
    </w:p>
    <w:p w14:paraId="41188CFA" w14:textId="77777777" w:rsidR="00C70D87" w:rsidRPr="009F6609" w:rsidRDefault="00C70D87" w:rsidP="006F21F2">
      <w:pPr>
        <w:pStyle w:val="BodyText"/>
        <w:numPr>
          <w:ilvl w:val="2"/>
          <w:numId w:val="83"/>
        </w:numPr>
      </w:pPr>
      <w:r w:rsidRPr="009F6609">
        <w:t xml:space="preserve">SSP identifies the </w:t>
      </w:r>
      <w:r>
        <w:t>safety significant</w:t>
      </w:r>
      <w:r w:rsidRPr="009F6609">
        <w:t xml:space="preserve"> records that will be generated, maintained, and preserved.</w:t>
      </w:r>
    </w:p>
    <w:p w14:paraId="65E51E6C" w14:textId="77777777" w:rsidR="00C70D87" w:rsidRPr="009F6609" w:rsidRDefault="00C70D87" w:rsidP="006F21F2">
      <w:pPr>
        <w:pStyle w:val="BodyText"/>
        <w:numPr>
          <w:ilvl w:val="2"/>
          <w:numId w:val="83"/>
        </w:numPr>
      </w:pPr>
      <w:r w:rsidRPr="009F6609">
        <w:t>SSP specifies the process of approving and controlling software tool use.</w:t>
      </w:r>
    </w:p>
    <w:p w14:paraId="2A9E8895" w14:textId="77777777" w:rsidR="00176307" w:rsidRDefault="00C70D87" w:rsidP="006F21F2">
      <w:pPr>
        <w:pStyle w:val="BodyText"/>
        <w:numPr>
          <w:ilvl w:val="2"/>
          <w:numId w:val="83"/>
        </w:numPr>
      </w:pPr>
      <w:r w:rsidRPr="009F6609">
        <w:t>SSP provides a means to ensure that safety-critical software developed by a subcontractor meets the requirements of the software safety program.</w:t>
      </w:r>
    </w:p>
    <w:p w14:paraId="1C728E98" w14:textId="77777777" w:rsidR="00176307" w:rsidRDefault="00C70D87" w:rsidP="006F21F2">
      <w:pPr>
        <w:pStyle w:val="BodyText"/>
        <w:numPr>
          <w:ilvl w:val="0"/>
          <w:numId w:val="83"/>
        </w:numPr>
      </w:pPr>
      <w:r w:rsidRPr="00134D65">
        <w:rPr>
          <w:u w:val="single"/>
        </w:rPr>
        <w:t>Inspection of Software Development Plan (SDP)</w:t>
      </w:r>
    </w:p>
    <w:p w14:paraId="074AC13E" w14:textId="67149A5B" w:rsidR="00C70D87" w:rsidRDefault="00C70D87" w:rsidP="006F21F2">
      <w:pPr>
        <w:pStyle w:val="BodyText"/>
        <w:numPr>
          <w:ilvl w:val="1"/>
          <w:numId w:val="83"/>
        </w:numPr>
      </w:pPr>
      <w:r w:rsidRPr="009F6609">
        <w:t xml:space="preserve">Verify, consistent with commitments </w:t>
      </w:r>
      <w:proofErr w:type="gramStart"/>
      <w:r w:rsidRPr="009F6609">
        <w:t>in</w:t>
      </w:r>
      <w:proofErr w:type="gramEnd"/>
      <w:r w:rsidRPr="009F6609">
        <w:t xml:space="preserve"> the licensing basis, the following:</w:t>
      </w:r>
    </w:p>
    <w:p w14:paraId="59E41767" w14:textId="77777777" w:rsidR="00C70D87" w:rsidRPr="009F6609" w:rsidRDefault="00C70D87" w:rsidP="006F21F2">
      <w:pPr>
        <w:pStyle w:val="BodyText"/>
        <w:numPr>
          <w:ilvl w:val="2"/>
          <w:numId w:val="83"/>
        </w:numPr>
      </w:pPr>
      <w:r w:rsidRPr="009F6609">
        <w:t>SDP defines the tasks that are a part of each life cycle phase.</w:t>
      </w:r>
    </w:p>
    <w:p w14:paraId="1E62A6E2" w14:textId="77777777" w:rsidR="00C70D87" w:rsidRPr="009F6609" w:rsidRDefault="00C70D87" w:rsidP="006F21F2">
      <w:pPr>
        <w:pStyle w:val="BodyText"/>
        <w:numPr>
          <w:ilvl w:val="2"/>
          <w:numId w:val="83"/>
        </w:numPr>
      </w:pPr>
      <w:r w:rsidRPr="009F6609">
        <w:t>SDP defines life cycle phase inputs and outputs, including review, verification and validation of those outputs.</w:t>
      </w:r>
    </w:p>
    <w:p w14:paraId="31E7FDC9" w14:textId="77777777" w:rsidR="00176307" w:rsidRDefault="00C70D87" w:rsidP="006F21F2">
      <w:pPr>
        <w:pStyle w:val="BodyText"/>
        <w:numPr>
          <w:ilvl w:val="2"/>
          <w:numId w:val="83"/>
        </w:numPr>
      </w:pPr>
      <w:r w:rsidRPr="009F6609">
        <w:t xml:space="preserve">SDP lists the international, national, industry, and company standards and guidelines, including regulatory guides, which will be followed, and </w:t>
      </w:r>
      <w:proofErr w:type="gramStart"/>
      <w:r w:rsidRPr="009F6609">
        <w:t>whether or not</w:t>
      </w:r>
      <w:proofErr w:type="gramEnd"/>
      <w:r w:rsidRPr="009F6609">
        <w:t xml:space="preserve"> these standards and guidelines have previously been approved by the NRC staff.</w:t>
      </w:r>
    </w:p>
    <w:p w14:paraId="6C42F7FC" w14:textId="240A1583" w:rsidR="00C70D87" w:rsidRPr="009F6609" w:rsidRDefault="00C70D87" w:rsidP="006F21F2">
      <w:pPr>
        <w:pStyle w:val="BodyText"/>
        <w:numPr>
          <w:ilvl w:val="1"/>
          <w:numId w:val="83"/>
        </w:numPr>
      </w:pPr>
      <w:r w:rsidRPr="009F6609">
        <w:t xml:space="preserve">Verify that the SDP includes the following key attributes, as committed to </w:t>
      </w:r>
      <w:proofErr w:type="gramStart"/>
      <w:r w:rsidRPr="009F6609">
        <w:t>in</w:t>
      </w:r>
      <w:proofErr w:type="gramEnd"/>
      <w:r w:rsidRPr="009F6609">
        <w:t xml:space="preserve"> the licensing basis:</w:t>
      </w:r>
    </w:p>
    <w:p w14:paraId="60306892" w14:textId="77777777" w:rsidR="00C70D87" w:rsidRPr="009F6609" w:rsidRDefault="00C70D87" w:rsidP="006F21F2">
      <w:pPr>
        <w:pStyle w:val="BodyText"/>
        <w:numPr>
          <w:ilvl w:val="2"/>
          <w:numId w:val="83"/>
        </w:numPr>
      </w:pPr>
      <w:r w:rsidRPr="009F6609">
        <w:t>Technical standards that will be followed are listed.</w:t>
      </w:r>
    </w:p>
    <w:p w14:paraId="3C2883C7" w14:textId="77777777" w:rsidR="00C70D87" w:rsidRPr="009F6609" w:rsidRDefault="00C70D87" w:rsidP="006F21F2">
      <w:pPr>
        <w:pStyle w:val="BodyText"/>
        <w:numPr>
          <w:ilvl w:val="2"/>
          <w:numId w:val="83"/>
        </w:numPr>
      </w:pPr>
      <w:r w:rsidRPr="009F6609">
        <w:lastRenderedPageBreak/>
        <w:t>Technical milestones are listed.</w:t>
      </w:r>
    </w:p>
    <w:p w14:paraId="795441DB" w14:textId="77777777" w:rsidR="00C70D87" w:rsidRPr="009F6609" w:rsidRDefault="00C70D87" w:rsidP="006F21F2">
      <w:pPr>
        <w:pStyle w:val="BodyText"/>
        <w:numPr>
          <w:ilvl w:val="2"/>
          <w:numId w:val="83"/>
        </w:numPr>
      </w:pPr>
      <w:r w:rsidRPr="009F6609">
        <w:t>Milestones are consistent with the schedule provided in the SMP.</w:t>
      </w:r>
    </w:p>
    <w:p w14:paraId="306F6339" w14:textId="77777777" w:rsidR="00C70D87" w:rsidRPr="009F6609" w:rsidRDefault="00C70D87" w:rsidP="006F21F2">
      <w:pPr>
        <w:pStyle w:val="BodyText"/>
        <w:numPr>
          <w:ilvl w:val="2"/>
          <w:numId w:val="83"/>
        </w:numPr>
      </w:pPr>
      <w:r w:rsidRPr="009F6609">
        <w:t xml:space="preserve">Technical documents that </w:t>
      </w:r>
      <w:r>
        <w:t>should</w:t>
      </w:r>
      <w:r w:rsidRPr="009F6609">
        <w:t xml:space="preserve"> be produced are listed.</w:t>
      </w:r>
    </w:p>
    <w:p w14:paraId="3C3E5481" w14:textId="77777777" w:rsidR="00C70D87" w:rsidRPr="009F6609" w:rsidRDefault="00C70D87" w:rsidP="006F21F2">
      <w:pPr>
        <w:pStyle w:val="BodyText"/>
        <w:numPr>
          <w:ilvl w:val="2"/>
          <w:numId w:val="83"/>
        </w:numPr>
      </w:pPr>
      <w:r w:rsidRPr="009F6609">
        <w:t>Technical documents are consistent with those listed in the SMP.</w:t>
      </w:r>
    </w:p>
    <w:p w14:paraId="3E3CA7B0" w14:textId="77777777" w:rsidR="00C70D87" w:rsidRPr="009F6609" w:rsidRDefault="00C70D87" w:rsidP="006F21F2">
      <w:pPr>
        <w:pStyle w:val="BodyText"/>
        <w:numPr>
          <w:ilvl w:val="2"/>
          <w:numId w:val="83"/>
        </w:numPr>
      </w:pPr>
      <w:r w:rsidRPr="009F6609">
        <w:t>Milestones, baselines, reviews, and signoffs are listed for each document.</w:t>
      </w:r>
    </w:p>
    <w:p w14:paraId="6B9BEF8E" w14:textId="77777777" w:rsidR="00176307" w:rsidRDefault="00C70D87" w:rsidP="006F21F2">
      <w:pPr>
        <w:pStyle w:val="BodyText"/>
        <w:numPr>
          <w:ilvl w:val="2"/>
          <w:numId w:val="83"/>
        </w:numPr>
      </w:pPr>
      <w:r w:rsidRPr="009F6609">
        <w:t>Audit reports document that the SDP is being followed.</w:t>
      </w:r>
    </w:p>
    <w:p w14:paraId="1387C983" w14:textId="77777777" w:rsidR="00176307" w:rsidRDefault="00C70D87" w:rsidP="006F21F2">
      <w:pPr>
        <w:pStyle w:val="BodyText"/>
        <w:numPr>
          <w:ilvl w:val="0"/>
          <w:numId w:val="83"/>
        </w:numPr>
      </w:pPr>
      <w:r w:rsidRPr="00567EBB">
        <w:rPr>
          <w:u w:val="single"/>
        </w:rPr>
        <w:t>Inspection of Software Integration Plan (</w:t>
      </w:r>
      <w:proofErr w:type="spellStart"/>
      <w:r w:rsidRPr="00567EBB">
        <w:rPr>
          <w:u w:val="single"/>
        </w:rPr>
        <w:t>SIntP</w:t>
      </w:r>
      <w:proofErr w:type="spellEnd"/>
      <w:r w:rsidRPr="00567EBB">
        <w:rPr>
          <w:u w:val="single"/>
        </w:rPr>
        <w:t>)</w:t>
      </w:r>
    </w:p>
    <w:p w14:paraId="26692A66" w14:textId="2250DF00" w:rsidR="00C70D87" w:rsidRPr="009F6609" w:rsidRDefault="00C70D87" w:rsidP="006F21F2">
      <w:pPr>
        <w:pStyle w:val="BodyText"/>
        <w:numPr>
          <w:ilvl w:val="1"/>
          <w:numId w:val="83"/>
        </w:numPr>
      </w:pPr>
      <w:r w:rsidRPr="009F6609">
        <w:t xml:space="preserve">Verify, consistent with commitments </w:t>
      </w:r>
      <w:proofErr w:type="gramStart"/>
      <w:r w:rsidRPr="009F6609">
        <w:t>in</w:t>
      </w:r>
      <w:proofErr w:type="gramEnd"/>
      <w:r w:rsidRPr="009F6609">
        <w:t xml:space="preserve"> the licensing basis, the following:</w:t>
      </w:r>
    </w:p>
    <w:p w14:paraId="2B8C651F" w14:textId="77777777" w:rsidR="00C70D87" w:rsidRPr="009F6609" w:rsidRDefault="00C70D87" w:rsidP="006F21F2">
      <w:pPr>
        <w:pStyle w:val="BodyText"/>
        <w:numPr>
          <w:ilvl w:val="2"/>
          <w:numId w:val="83"/>
        </w:numPr>
      </w:pPr>
      <w:proofErr w:type="spellStart"/>
      <w:r w:rsidRPr="009F6609">
        <w:t>SIntP</w:t>
      </w:r>
      <w:proofErr w:type="spellEnd"/>
      <w:r w:rsidRPr="009F6609">
        <w:t xml:space="preserve"> describes the general strategy for integrating the software modules together into one or more programs.</w:t>
      </w:r>
    </w:p>
    <w:p w14:paraId="4410167A" w14:textId="77777777" w:rsidR="00C70D87" w:rsidRPr="009F6609" w:rsidRDefault="00C70D87" w:rsidP="006F21F2">
      <w:pPr>
        <w:pStyle w:val="BodyText"/>
        <w:numPr>
          <w:ilvl w:val="2"/>
          <w:numId w:val="83"/>
        </w:numPr>
      </w:pPr>
      <w:proofErr w:type="spellStart"/>
      <w:r w:rsidRPr="009F6609">
        <w:t>SIntP</w:t>
      </w:r>
      <w:proofErr w:type="spellEnd"/>
      <w:r w:rsidRPr="009F6609">
        <w:t xml:space="preserve"> integration strategy includes integrating the various software modules together to form single programs.</w:t>
      </w:r>
    </w:p>
    <w:p w14:paraId="383B1359" w14:textId="77777777" w:rsidR="00C70D87" w:rsidRPr="009F6609" w:rsidRDefault="00C70D87" w:rsidP="006F21F2">
      <w:pPr>
        <w:pStyle w:val="BodyText"/>
        <w:numPr>
          <w:ilvl w:val="2"/>
          <w:numId w:val="83"/>
        </w:numPr>
      </w:pPr>
      <w:proofErr w:type="spellStart"/>
      <w:r w:rsidRPr="009F6609">
        <w:t>SIntP</w:t>
      </w:r>
      <w:proofErr w:type="spellEnd"/>
      <w:r w:rsidRPr="009F6609">
        <w:t xml:space="preserve"> integration strategy includes integrating the software with the hardware and </w:t>
      </w:r>
      <w:proofErr w:type="gramStart"/>
      <w:r w:rsidRPr="009F6609">
        <w:t>instrumentation, and</w:t>
      </w:r>
      <w:proofErr w:type="gramEnd"/>
      <w:r w:rsidRPr="009F6609">
        <w:t xml:space="preserve"> testing the resulting integrated product.</w:t>
      </w:r>
    </w:p>
    <w:p w14:paraId="7C4FA163" w14:textId="77777777" w:rsidR="00176307" w:rsidRDefault="00C70D87" w:rsidP="006F21F2">
      <w:pPr>
        <w:pStyle w:val="BodyText"/>
        <w:numPr>
          <w:ilvl w:val="2"/>
          <w:numId w:val="83"/>
        </w:numPr>
      </w:pPr>
      <w:proofErr w:type="spellStart"/>
      <w:r w:rsidRPr="009F6609">
        <w:t>SIntP</w:t>
      </w:r>
      <w:proofErr w:type="spellEnd"/>
      <w:r w:rsidRPr="009F6609">
        <w:t xml:space="preserve"> integration strategy includes regression testing.</w:t>
      </w:r>
    </w:p>
    <w:p w14:paraId="5A4651BA" w14:textId="7263DE2F" w:rsidR="00C70D87" w:rsidRPr="009F6609" w:rsidRDefault="00C70D87" w:rsidP="006F21F2">
      <w:pPr>
        <w:pStyle w:val="BodyText"/>
        <w:numPr>
          <w:ilvl w:val="1"/>
          <w:numId w:val="83"/>
        </w:numPr>
      </w:pPr>
      <w:r w:rsidRPr="009F6609">
        <w:t xml:space="preserve">Verify that </w:t>
      </w:r>
      <w:proofErr w:type="gramStart"/>
      <w:r w:rsidRPr="009F6609">
        <w:t xml:space="preserve">the </w:t>
      </w:r>
      <w:proofErr w:type="spellStart"/>
      <w:r w:rsidRPr="009F6609">
        <w:t>SIntP</w:t>
      </w:r>
      <w:proofErr w:type="spellEnd"/>
      <w:proofErr w:type="gramEnd"/>
      <w:r w:rsidRPr="009F6609">
        <w:t xml:space="preserve"> includes the following key attributes, as committed to in the licensing basis:</w:t>
      </w:r>
    </w:p>
    <w:p w14:paraId="56BA3312" w14:textId="77777777" w:rsidR="00C70D87" w:rsidRPr="009F6609" w:rsidRDefault="00C70D87" w:rsidP="006F21F2">
      <w:pPr>
        <w:pStyle w:val="BodyText"/>
        <w:numPr>
          <w:ilvl w:val="2"/>
          <w:numId w:val="83"/>
        </w:numPr>
      </w:pPr>
      <w:proofErr w:type="spellStart"/>
      <w:r w:rsidRPr="009F6609">
        <w:t>SIntP</w:t>
      </w:r>
      <w:proofErr w:type="spellEnd"/>
      <w:r w:rsidRPr="009F6609">
        <w:t xml:space="preserve"> specifies the levels of integration required.</w:t>
      </w:r>
    </w:p>
    <w:p w14:paraId="404625F6" w14:textId="77777777" w:rsidR="00C70D87" w:rsidRPr="009F6609" w:rsidRDefault="00C70D87" w:rsidP="006F21F2">
      <w:pPr>
        <w:pStyle w:val="BodyText"/>
        <w:numPr>
          <w:ilvl w:val="2"/>
          <w:numId w:val="83"/>
        </w:numPr>
      </w:pPr>
      <w:proofErr w:type="spellStart"/>
      <w:r w:rsidRPr="009F6609">
        <w:t>SIntP</w:t>
      </w:r>
      <w:proofErr w:type="spellEnd"/>
      <w:r w:rsidRPr="009F6609">
        <w:t xml:space="preserve"> is consistent with the software design specification.</w:t>
      </w:r>
    </w:p>
    <w:p w14:paraId="5E2B21D6" w14:textId="77777777" w:rsidR="00C70D87" w:rsidRPr="009F6609" w:rsidRDefault="00C70D87" w:rsidP="006F21F2">
      <w:pPr>
        <w:pStyle w:val="BodyText"/>
        <w:numPr>
          <w:ilvl w:val="2"/>
          <w:numId w:val="83"/>
        </w:numPr>
      </w:pPr>
      <w:proofErr w:type="spellStart"/>
      <w:r w:rsidRPr="009F6609">
        <w:t>SIntP</w:t>
      </w:r>
      <w:proofErr w:type="spellEnd"/>
      <w:r w:rsidRPr="009F6609">
        <w:t xml:space="preserve"> describes each step of the integration process.</w:t>
      </w:r>
    </w:p>
    <w:p w14:paraId="37BDF5EB" w14:textId="77777777" w:rsidR="00C70D87" w:rsidRPr="009F6609" w:rsidRDefault="00C70D87" w:rsidP="006F21F2">
      <w:pPr>
        <w:pStyle w:val="BodyText"/>
        <w:numPr>
          <w:ilvl w:val="2"/>
          <w:numId w:val="83"/>
        </w:numPr>
      </w:pPr>
      <w:proofErr w:type="spellStart"/>
      <w:r w:rsidRPr="009F6609">
        <w:t>SIntP</w:t>
      </w:r>
      <w:proofErr w:type="spellEnd"/>
      <w:r w:rsidRPr="009F6609">
        <w:t xml:space="preserve"> describes the environment that will be used to perform and test each integration step.</w:t>
      </w:r>
    </w:p>
    <w:p w14:paraId="0D9016C9" w14:textId="77777777" w:rsidR="00C70D87" w:rsidRPr="009F6609" w:rsidRDefault="00C70D87" w:rsidP="006F21F2">
      <w:pPr>
        <w:pStyle w:val="BodyText"/>
        <w:numPr>
          <w:ilvl w:val="2"/>
          <w:numId w:val="83"/>
        </w:numPr>
      </w:pPr>
      <w:r w:rsidRPr="009F6609">
        <w:t>Software and hardware tools that will be used to integrate the computer system are listed.</w:t>
      </w:r>
    </w:p>
    <w:p w14:paraId="6BC6CB66" w14:textId="77777777" w:rsidR="00C70D87" w:rsidRPr="009F6609" w:rsidRDefault="00C70D87" w:rsidP="006F21F2">
      <w:pPr>
        <w:pStyle w:val="BodyText"/>
        <w:numPr>
          <w:ilvl w:val="2"/>
          <w:numId w:val="83"/>
        </w:numPr>
      </w:pPr>
      <w:proofErr w:type="spellStart"/>
      <w:r w:rsidRPr="009F6609">
        <w:t>SIntP</w:t>
      </w:r>
      <w:proofErr w:type="spellEnd"/>
      <w:r w:rsidRPr="009F6609">
        <w:t xml:space="preserve"> includes instructions on how to carry out integration steps.</w:t>
      </w:r>
    </w:p>
    <w:p w14:paraId="4475F29A" w14:textId="77777777" w:rsidR="00C70D87" w:rsidRPr="009F6609" w:rsidRDefault="00C70D87" w:rsidP="006F21F2">
      <w:pPr>
        <w:pStyle w:val="BodyText"/>
        <w:numPr>
          <w:ilvl w:val="2"/>
          <w:numId w:val="83"/>
        </w:numPr>
      </w:pPr>
      <w:proofErr w:type="spellStart"/>
      <w:r w:rsidRPr="009F6609">
        <w:t>SIntP</w:t>
      </w:r>
      <w:proofErr w:type="spellEnd"/>
      <w:r w:rsidRPr="009F6609">
        <w:t xml:space="preserve"> includes a contingency plan in case the integration fails.</w:t>
      </w:r>
    </w:p>
    <w:p w14:paraId="1F6001B6" w14:textId="77777777" w:rsidR="00176307" w:rsidRDefault="00C70D87" w:rsidP="006F21F2">
      <w:pPr>
        <w:pStyle w:val="BodyText"/>
        <w:numPr>
          <w:ilvl w:val="2"/>
          <w:numId w:val="83"/>
        </w:numPr>
      </w:pPr>
      <w:proofErr w:type="spellStart"/>
      <w:r w:rsidRPr="009F6609">
        <w:t>SIntP</w:t>
      </w:r>
      <w:proofErr w:type="spellEnd"/>
      <w:r w:rsidRPr="009F6609">
        <w:t xml:space="preserve"> includes a requirement for configuration control of the completed product.</w:t>
      </w:r>
    </w:p>
    <w:p w14:paraId="52C67042" w14:textId="77777777" w:rsidR="00176307" w:rsidRDefault="00C70D87" w:rsidP="006F21F2">
      <w:pPr>
        <w:pStyle w:val="BodyText"/>
        <w:numPr>
          <w:ilvl w:val="0"/>
          <w:numId w:val="83"/>
        </w:numPr>
      </w:pPr>
      <w:r w:rsidRPr="00420012">
        <w:rPr>
          <w:u w:val="single"/>
        </w:rPr>
        <w:t>Inspection of Software Installation Plan (</w:t>
      </w:r>
      <w:proofErr w:type="spellStart"/>
      <w:r w:rsidRPr="00420012">
        <w:rPr>
          <w:u w:val="single"/>
        </w:rPr>
        <w:t>SInstP</w:t>
      </w:r>
      <w:proofErr w:type="spellEnd"/>
      <w:r w:rsidRPr="00420012">
        <w:rPr>
          <w:u w:val="single"/>
        </w:rPr>
        <w:t>)</w:t>
      </w:r>
    </w:p>
    <w:p w14:paraId="79EB0CD0" w14:textId="570415D5" w:rsidR="00C70D87" w:rsidRPr="009F6609" w:rsidRDefault="00C70D87" w:rsidP="001121CA">
      <w:pPr>
        <w:pStyle w:val="BodyText"/>
        <w:numPr>
          <w:ilvl w:val="1"/>
          <w:numId w:val="83"/>
        </w:numPr>
      </w:pPr>
      <w:r w:rsidRPr="009F6609">
        <w:t xml:space="preserve">Verify that </w:t>
      </w:r>
      <w:proofErr w:type="gramStart"/>
      <w:r w:rsidRPr="009F6609">
        <w:t xml:space="preserve">the </w:t>
      </w:r>
      <w:proofErr w:type="spellStart"/>
      <w:r w:rsidRPr="009F6609">
        <w:t>SInstP</w:t>
      </w:r>
      <w:proofErr w:type="spellEnd"/>
      <w:proofErr w:type="gramEnd"/>
      <w:r w:rsidRPr="009F6609">
        <w:t xml:space="preserve"> includes the following key attributes, as committed to in the licensing basis:</w:t>
      </w:r>
    </w:p>
    <w:p w14:paraId="49577003" w14:textId="77777777" w:rsidR="00C70D87" w:rsidRPr="009F6609" w:rsidRDefault="00C70D87" w:rsidP="001121CA">
      <w:pPr>
        <w:pStyle w:val="BodyText"/>
        <w:numPr>
          <w:ilvl w:val="2"/>
          <w:numId w:val="83"/>
        </w:numPr>
      </w:pPr>
      <w:r w:rsidRPr="009F6609">
        <w:lastRenderedPageBreak/>
        <w:t>General procedures for installing the software product are described.</w:t>
      </w:r>
    </w:p>
    <w:p w14:paraId="3A710506" w14:textId="77777777" w:rsidR="00C70D87" w:rsidRPr="009F6609" w:rsidRDefault="00C70D87" w:rsidP="001121CA">
      <w:pPr>
        <w:pStyle w:val="BodyText"/>
        <w:numPr>
          <w:ilvl w:val="2"/>
          <w:numId w:val="83"/>
        </w:numPr>
      </w:pPr>
      <w:r w:rsidRPr="009F6609">
        <w:t>Materials required are listed in an Installation Package.</w:t>
      </w:r>
    </w:p>
    <w:p w14:paraId="1CDA7A2B" w14:textId="76655C4C" w:rsidR="00C70D87" w:rsidRPr="009F6609" w:rsidRDefault="00C70D87" w:rsidP="001121CA">
      <w:pPr>
        <w:pStyle w:val="BodyText"/>
        <w:numPr>
          <w:ilvl w:val="2"/>
          <w:numId w:val="83"/>
        </w:numPr>
      </w:pPr>
      <w:r w:rsidRPr="009F6609">
        <w:t>Complete step-by</w:t>
      </w:r>
      <w:r w:rsidR="00E72116" w:rsidRPr="001121CA">
        <w:rPr>
          <w:rFonts w:ascii="Cambria Math" w:hAnsi="Cambria Math" w:cs="Cambria Math"/>
        </w:rPr>
        <w:t>‑</w:t>
      </w:r>
      <w:r w:rsidRPr="009F6609">
        <w:t>step procedures exist for installation in the operational environment.</w:t>
      </w:r>
    </w:p>
    <w:p w14:paraId="048D85F0" w14:textId="77777777" w:rsidR="00C70D87" w:rsidRPr="009F6609" w:rsidRDefault="00C70D87" w:rsidP="001121CA">
      <w:pPr>
        <w:pStyle w:val="BodyText"/>
        <w:numPr>
          <w:ilvl w:val="2"/>
          <w:numId w:val="83"/>
        </w:numPr>
      </w:pPr>
      <w:r w:rsidRPr="009F6609">
        <w:t>Expected results from each installation step are described.</w:t>
      </w:r>
    </w:p>
    <w:p w14:paraId="4457F226" w14:textId="77777777" w:rsidR="00C70D87" w:rsidRPr="009F6609" w:rsidRDefault="00C70D87" w:rsidP="001121CA">
      <w:pPr>
        <w:pStyle w:val="BodyText"/>
        <w:numPr>
          <w:ilvl w:val="2"/>
          <w:numId w:val="83"/>
        </w:numPr>
      </w:pPr>
      <w:r w:rsidRPr="009F6609">
        <w:t>Known installation error conditions and recovery procedures are described.</w:t>
      </w:r>
    </w:p>
    <w:p w14:paraId="1C35186A" w14:textId="77777777" w:rsidR="00176307" w:rsidRDefault="00C70D87" w:rsidP="001121CA">
      <w:pPr>
        <w:pStyle w:val="BodyText"/>
        <w:numPr>
          <w:ilvl w:val="2"/>
          <w:numId w:val="83"/>
        </w:numPr>
      </w:pPr>
      <w:proofErr w:type="gramStart"/>
      <w:r w:rsidRPr="009F6609">
        <w:t>Installation</w:t>
      </w:r>
      <w:proofErr w:type="gramEnd"/>
      <w:r w:rsidRPr="009F6609">
        <w:t xml:space="preserve"> Plan is fully tested.</w:t>
      </w:r>
    </w:p>
    <w:p w14:paraId="2AC42C52" w14:textId="49B0BC50" w:rsidR="00C70D87" w:rsidRPr="009F6609" w:rsidRDefault="00C70D87" w:rsidP="001121CA">
      <w:pPr>
        <w:pStyle w:val="BodyText"/>
        <w:numPr>
          <w:ilvl w:val="1"/>
          <w:numId w:val="83"/>
        </w:numPr>
      </w:pPr>
      <w:r w:rsidRPr="009F6609">
        <w:t xml:space="preserve">Verify that the </w:t>
      </w:r>
      <w:proofErr w:type="spellStart"/>
      <w:r w:rsidRPr="009F6609">
        <w:t>SInstP</w:t>
      </w:r>
      <w:proofErr w:type="spellEnd"/>
      <w:r w:rsidRPr="009F6609">
        <w:t xml:space="preserve"> exhibits the following characteristics, as committed to </w:t>
      </w:r>
      <w:proofErr w:type="gramStart"/>
      <w:r w:rsidRPr="009F6609">
        <w:t>in</w:t>
      </w:r>
      <w:proofErr w:type="gramEnd"/>
      <w:r w:rsidRPr="009F6609">
        <w:t xml:space="preserve"> the licensing basis:</w:t>
      </w:r>
    </w:p>
    <w:p w14:paraId="42E5125E" w14:textId="51C3AF00" w:rsidR="00C70D87" w:rsidRPr="009F6609" w:rsidRDefault="00C70D87" w:rsidP="001121CA">
      <w:pPr>
        <w:pStyle w:val="BodyText"/>
        <w:numPr>
          <w:ilvl w:val="2"/>
          <w:numId w:val="83"/>
        </w:numPr>
      </w:pPr>
      <w:r w:rsidRPr="009F6609">
        <w:t xml:space="preserve">Includes a description of the </w:t>
      </w:r>
      <w:r w:rsidR="009D272C">
        <w:t>s</w:t>
      </w:r>
      <w:r w:rsidRPr="009F6609">
        <w:t>ystem operating environment.</w:t>
      </w:r>
    </w:p>
    <w:p w14:paraId="68FE6C0C" w14:textId="77777777" w:rsidR="00C70D87" w:rsidRPr="009F6609" w:rsidRDefault="00C70D87" w:rsidP="001121CA">
      <w:pPr>
        <w:pStyle w:val="BodyText"/>
        <w:numPr>
          <w:ilvl w:val="2"/>
          <w:numId w:val="83"/>
        </w:numPr>
      </w:pPr>
      <w:r w:rsidRPr="009F6609">
        <w:t>Includes a description of the organization responsible for installation, their responsibilities, and interfaces with other organizations.</w:t>
      </w:r>
    </w:p>
    <w:p w14:paraId="038408A4" w14:textId="77777777" w:rsidR="00C70D87" w:rsidRPr="009F6609" w:rsidRDefault="00C70D87" w:rsidP="001121CA">
      <w:pPr>
        <w:pStyle w:val="BodyText"/>
        <w:numPr>
          <w:ilvl w:val="2"/>
          <w:numId w:val="83"/>
        </w:numPr>
      </w:pPr>
      <w:r w:rsidRPr="009F6609">
        <w:t>Includes acceptance criteria to determine success/failure of the installation effort.</w:t>
      </w:r>
    </w:p>
    <w:p w14:paraId="7B4C2DDA" w14:textId="756FB1BE" w:rsidR="00C70D87" w:rsidRPr="009F6609" w:rsidRDefault="00C70D87" w:rsidP="001121CA">
      <w:pPr>
        <w:pStyle w:val="BodyText"/>
        <w:numPr>
          <w:ilvl w:val="2"/>
          <w:numId w:val="83"/>
        </w:numPr>
      </w:pPr>
      <w:r w:rsidRPr="009F6609">
        <w:t xml:space="preserve">Includes a description of procedures for </w:t>
      </w:r>
      <w:r w:rsidR="009D272C">
        <w:t>s</w:t>
      </w:r>
      <w:r w:rsidRPr="009F6609">
        <w:t>ystem, combined hardware/software, and software installation.</w:t>
      </w:r>
    </w:p>
    <w:p w14:paraId="3487FFD4" w14:textId="77777777" w:rsidR="00C70D87" w:rsidRPr="009F6609" w:rsidRDefault="00C70D87" w:rsidP="001121CA">
      <w:pPr>
        <w:pStyle w:val="BodyText"/>
        <w:numPr>
          <w:ilvl w:val="2"/>
          <w:numId w:val="83"/>
        </w:numPr>
      </w:pPr>
      <w:r w:rsidRPr="009F6609">
        <w:t xml:space="preserve">Includes requirements for functional checks of the installation, including checks for </w:t>
      </w:r>
      <w:proofErr w:type="gramStart"/>
      <w:r w:rsidRPr="009F6609">
        <w:t>correct</w:t>
      </w:r>
      <w:proofErr w:type="gramEnd"/>
      <w:r w:rsidRPr="009F6609">
        <w:t xml:space="preserve"> version of the application software and source code on the correct hardware (platform).</w:t>
      </w:r>
    </w:p>
    <w:p w14:paraId="606E36C3" w14:textId="77777777" w:rsidR="00C70D87" w:rsidRPr="009F6609" w:rsidRDefault="00C70D87" w:rsidP="001121CA">
      <w:pPr>
        <w:pStyle w:val="BodyText"/>
        <w:numPr>
          <w:ilvl w:val="2"/>
          <w:numId w:val="83"/>
        </w:numPr>
      </w:pPr>
      <w:r w:rsidRPr="009F6609">
        <w:t>Includes requirement for adequate safety function testing.</w:t>
      </w:r>
    </w:p>
    <w:p w14:paraId="00090B2F" w14:textId="77777777" w:rsidR="00176307" w:rsidRDefault="00C70D87" w:rsidP="001121CA">
      <w:pPr>
        <w:pStyle w:val="BodyText"/>
        <w:numPr>
          <w:ilvl w:val="2"/>
          <w:numId w:val="83"/>
        </w:numPr>
      </w:pPr>
      <w:r w:rsidRPr="009F6609">
        <w:t>Includes requirement that installation tools be qualified to a degree commensurate with the safety significance of the installed software.</w:t>
      </w:r>
    </w:p>
    <w:p w14:paraId="6C264E67" w14:textId="77777777" w:rsidR="00176307" w:rsidRDefault="00C70D87" w:rsidP="006F21F2">
      <w:pPr>
        <w:pStyle w:val="BodyText"/>
        <w:numPr>
          <w:ilvl w:val="0"/>
          <w:numId w:val="83"/>
        </w:numPr>
      </w:pPr>
      <w:r w:rsidRPr="0037116E">
        <w:rPr>
          <w:u w:val="single"/>
        </w:rPr>
        <w:t>Inspection of Software Test Plan (STP)</w:t>
      </w:r>
    </w:p>
    <w:p w14:paraId="0CCD7C7E" w14:textId="0C59CD51" w:rsidR="00C70D87" w:rsidRPr="009F6609" w:rsidRDefault="00C70D87" w:rsidP="001121CA">
      <w:pPr>
        <w:pStyle w:val="BodyText"/>
        <w:numPr>
          <w:ilvl w:val="1"/>
          <w:numId w:val="83"/>
        </w:numPr>
      </w:pPr>
      <w:r w:rsidRPr="00B674C3">
        <w:rPr>
          <w:bCs/>
        </w:rPr>
        <w:t>Note</w:t>
      </w:r>
      <w:r w:rsidR="006A6CFB">
        <w:t>–</w:t>
      </w:r>
      <w:r w:rsidRPr="009F6609">
        <w:t xml:space="preserve">Attributes of the STP may also be verified as part of the Validation and test Phase activities in </w:t>
      </w:r>
      <w:r w:rsidRPr="00DC1BBF">
        <w:t>A</w:t>
      </w:r>
      <w:r w:rsidR="00943517" w:rsidRPr="00DC1BBF">
        <w:t>ttachment</w:t>
      </w:r>
      <w:r w:rsidRPr="00DC1BBF">
        <w:t xml:space="preserve"> 5</w:t>
      </w:r>
      <w:r w:rsidRPr="009F6609">
        <w:t xml:space="preserve">. Verify that </w:t>
      </w:r>
      <w:proofErr w:type="gramStart"/>
      <w:r w:rsidRPr="009F6609">
        <w:t>the STP</w:t>
      </w:r>
      <w:proofErr w:type="gramEnd"/>
      <w:r w:rsidRPr="009F6609">
        <w:t xml:space="preserve"> includes the following key attributes, as committed to in the licensing basis:</w:t>
      </w:r>
    </w:p>
    <w:p w14:paraId="422D9FFA" w14:textId="77777777" w:rsidR="00C70D87" w:rsidRPr="009F6609" w:rsidRDefault="00C70D87" w:rsidP="001121CA">
      <w:pPr>
        <w:pStyle w:val="BodyText"/>
        <w:numPr>
          <w:ilvl w:val="2"/>
          <w:numId w:val="83"/>
        </w:numPr>
      </w:pPr>
      <w:r w:rsidRPr="009F6609">
        <w:t xml:space="preserve">General testing for the software, including unit, integration, factory and site acceptance, and installation testing </w:t>
      </w:r>
      <w:proofErr w:type="gramStart"/>
      <w:r w:rsidRPr="009F6609">
        <w:t>is</w:t>
      </w:r>
      <w:proofErr w:type="gramEnd"/>
      <w:r w:rsidRPr="009F6609">
        <w:t xml:space="preserve"> described.</w:t>
      </w:r>
    </w:p>
    <w:p w14:paraId="6B5F081E" w14:textId="77777777" w:rsidR="00C70D87" w:rsidRPr="009F6609" w:rsidRDefault="00C70D87" w:rsidP="001121CA">
      <w:pPr>
        <w:pStyle w:val="BodyText"/>
        <w:numPr>
          <w:ilvl w:val="2"/>
          <w:numId w:val="83"/>
        </w:numPr>
      </w:pPr>
      <w:r w:rsidRPr="009F6609">
        <w:t>Testing responsibilities have been assigned to appropriate personnel groups (test group and V&amp;V group).</w:t>
      </w:r>
    </w:p>
    <w:p w14:paraId="37C75FFC" w14:textId="03A7A172" w:rsidR="00C70D87" w:rsidRPr="009F6609" w:rsidRDefault="00C70D87" w:rsidP="001121CA">
      <w:pPr>
        <w:pStyle w:val="BodyText"/>
        <w:numPr>
          <w:ilvl w:val="2"/>
          <w:numId w:val="83"/>
        </w:numPr>
      </w:pPr>
      <w:r w:rsidRPr="009F6609">
        <w:t xml:space="preserve">Provisions are included </w:t>
      </w:r>
      <w:proofErr w:type="gramStart"/>
      <w:r w:rsidRPr="009F6609">
        <w:t>for re</w:t>
      </w:r>
      <w:r w:rsidR="00E72116" w:rsidRPr="001121CA">
        <w:rPr>
          <w:rFonts w:ascii="Cambria Math" w:hAnsi="Cambria Math" w:cs="Cambria Math"/>
        </w:rPr>
        <w:t>‑</w:t>
      </w:r>
      <w:r w:rsidRPr="009F6609">
        <w:t>test</w:t>
      </w:r>
      <w:proofErr w:type="gramEnd"/>
      <w:r w:rsidRPr="009F6609">
        <w:t xml:space="preserve"> in the event of test failures.</w:t>
      </w:r>
    </w:p>
    <w:p w14:paraId="76BA0E66" w14:textId="77777777" w:rsidR="00C70D87" w:rsidRPr="009F6609" w:rsidRDefault="00C70D87" w:rsidP="001121CA">
      <w:pPr>
        <w:pStyle w:val="BodyText"/>
        <w:numPr>
          <w:ilvl w:val="2"/>
          <w:numId w:val="83"/>
        </w:numPr>
      </w:pPr>
      <w:r w:rsidRPr="009F6609">
        <w:t>Provisions are included for full testing after any software modifications.</w:t>
      </w:r>
    </w:p>
    <w:p w14:paraId="63223174" w14:textId="77777777" w:rsidR="00176307" w:rsidRDefault="00C70D87" w:rsidP="001121CA">
      <w:pPr>
        <w:pStyle w:val="BodyText"/>
        <w:numPr>
          <w:ilvl w:val="2"/>
          <w:numId w:val="83"/>
        </w:numPr>
      </w:pPr>
      <w:r w:rsidRPr="009F6609">
        <w:lastRenderedPageBreak/>
        <w:t xml:space="preserve">Provisions are included for the V&amp;V group to have </w:t>
      </w:r>
      <w:proofErr w:type="gramStart"/>
      <w:r w:rsidRPr="009F6609">
        <w:t>oversight</w:t>
      </w:r>
      <w:proofErr w:type="gramEnd"/>
      <w:r w:rsidRPr="009F6609">
        <w:t xml:space="preserve"> of final </w:t>
      </w:r>
      <w:r w:rsidR="009D272C">
        <w:t>s</w:t>
      </w:r>
      <w:r w:rsidRPr="009F6609">
        <w:t>ystem (hardware and software) testing.</w:t>
      </w:r>
    </w:p>
    <w:p w14:paraId="4F30C49C" w14:textId="741EF822" w:rsidR="00C70D87" w:rsidRPr="009F6609" w:rsidRDefault="00C70D87" w:rsidP="001121CA">
      <w:pPr>
        <w:pStyle w:val="BodyText"/>
        <w:numPr>
          <w:ilvl w:val="1"/>
          <w:numId w:val="83"/>
        </w:numPr>
      </w:pPr>
      <w:r w:rsidRPr="009F6609">
        <w:t xml:space="preserve">Verify that </w:t>
      </w:r>
      <w:proofErr w:type="gramStart"/>
      <w:r w:rsidRPr="009F6609">
        <w:t>the STP</w:t>
      </w:r>
      <w:proofErr w:type="gramEnd"/>
      <w:r w:rsidRPr="009F6609">
        <w:t xml:space="preserve"> exhibits the following characteristics, as committed to in the licensing basis:</w:t>
      </w:r>
    </w:p>
    <w:p w14:paraId="1CF37FBF" w14:textId="77777777" w:rsidR="00C70D87" w:rsidRPr="009F6609" w:rsidRDefault="00C70D87" w:rsidP="001121CA">
      <w:pPr>
        <w:pStyle w:val="BodyText"/>
        <w:numPr>
          <w:ilvl w:val="2"/>
          <w:numId w:val="83"/>
        </w:numPr>
      </w:pPr>
      <w:r w:rsidRPr="009F6609">
        <w:t>Testing organization and interfaces are described.</w:t>
      </w:r>
    </w:p>
    <w:p w14:paraId="44788B84" w14:textId="77777777" w:rsidR="00C70D87" w:rsidRPr="009F6609" w:rsidRDefault="00C70D87" w:rsidP="001121CA">
      <w:pPr>
        <w:pStyle w:val="BodyText"/>
        <w:numPr>
          <w:ilvl w:val="2"/>
          <w:numId w:val="83"/>
        </w:numPr>
      </w:pPr>
      <w:r w:rsidRPr="009F6609">
        <w:t>Scope of testing activities is described.</w:t>
      </w:r>
    </w:p>
    <w:p w14:paraId="5F8D2B95" w14:textId="2207D76C" w:rsidR="00C70D87" w:rsidRPr="009F6609" w:rsidRDefault="00C70D87" w:rsidP="001121CA">
      <w:pPr>
        <w:pStyle w:val="BodyText"/>
        <w:numPr>
          <w:ilvl w:val="2"/>
          <w:numId w:val="83"/>
        </w:numPr>
      </w:pPr>
      <w:r w:rsidRPr="009F6609">
        <w:t>Test scope includes secure development and operational environment testing strategy.</w:t>
      </w:r>
    </w:p>
    <w:p w14:paraId="45CDCACC" w14:textId="77777777" w:rsidR="00C70D87" w:rsidRPr="009F6609" w:rsidRDefault="00C70D87" w:rsidP="001121CA">
      <w:pPr>
        <w:pStyle w:val="BodyText"/>
        <w:numPr>
          <w:ilvl w:val="2"/>
          <w:numId w:val="83"/>
        </w:numPr>
      </w:pPr>
      <w:r w:rsidRPr="009F6609">
        <w:t>Acceptance criteria are included to determine the success or failure of testing activities.</w:t>
      </w:r>
    </w:p>
    <w:p w14:paraId="02E9BB85" w14:textId="77777777" w:rsidR="00C70D87" w:rsidRPr="009F6609" w:rsidRDefault="00C70D87" w:rsidP="001121CA">
      <w:pPr>
        <w:pStyle w:val="BodyText"/>
        <w:numPr>
          <w:ilvl w:val="2"/>
          <w:numId w:val="83"/>
        </w:numPr>
      </w:pPr>
      <w:r w:rsidRPr="009F6609">
        <w:t>Procedures for testing each software item are identified.</w:t>
      </w:r>
    </w:p>
    <w:p w14:paraId="5BCB94C3" w14:textId="77777777" w:rsidR="00C70D87" w:rsidRPr="009F6609" w:rsidRDefault="00C70D87" w:rsidP="001121CA">
      <w:pPr>
        <w:pStyle w:val="BodyText"/>
        <w:numPr>
          <w:ilvl w:val="2"/>
          <w:numId w:val="83"/>
        </w:numPr>
      </w:pPr>
      <w:r w:rsidRPr="009F6609">
        <w:t>Methods for synchronizing procedures and test cases with the software design are described.</w:t>
      </w:r>
    </w:p>
    <w:p w14:paraId="2C16E691" w14:textId="77777777" w:rsidR="00C70D87" w:rsidRPr="009F6609" w:rsidRDefault="00C70D87" w:rsidP="001121CA">
      <w:pPr>
        <w:pStyle w:val="BodyText"/>
        <w:numPr>
          <w:ilvl w:val="2"/>
          <w:numId w:val="83"/>
        </w:numPr>
      </w:pPr>
      <w:r w:rsidRPr="009F6609">
        <w:t>Procedures for tracking problem reports and their resolution are described.</w:t>
      </w:r>
    </w:p>
    <w:p w14:paraId="37D5BA9C" w14:textId="21E021C1" w:rsidR="00C70D87" w:rsidRPr="00FA5131" w:rsidRDefault="00C70D87" w:rsidP="001121CA">
      <w:pPr>
        <w:pStyle w:val="BodyText"/>
        <w:numPr>
          <w:ilvl w:val="2"/>
          <w:numId w:val="83"/>
        </w:numPr>
      </w:pPr>
      <w:r w:rsidRPr="009F6609">
        <w:t>Software test recordkeeping requirements are described.</w:t>
      </w:r>
    </w:p>
    <w:p w14:paraId="3DD01D3B" w14:textId="4FA1436F" w:rsidR="00C70D87" w:rsidRPr="00682992" w:rsidRDefault="00C70D87" w:rsidP="00121D15">
      <w:pPr>
        <w:pStyle w:val="BodyTextHeading1"/>
      </w:pPr>
      <w:r w:rsidRPr="00682992">
        <w:t>88200.M.A1</w:t>
      </w:r>
      <w:r w:rsidR="00C94659" w:rsidRPr="00682992">
        <w:rPr>
          <w:rFonts w:ascii="Cambria Math" w:hAnsi="Cambria Math" w:cs="Cambria Math"/>
        </w:rPr>
        <w:t>‑</w:t>
      </w:r>
      <w:r w:rsidR="00C94659" w:rsidRPr="00682992">
        <w:t>04</w:t>
      </w:r>
      <w:r w:rsidRPr="00682992">
        <w:t xml:space="preserve"> </w:t>
      </w:r>
      <w:r w:rsidRPr="00682992">
        <w:tab/>
        <w:t>RESOURCE ESTIMATE</w:t>
      </w:r>
    </w:p>
    <w:p w14:paraId="7BED1ECB" w14:textId="736DB1B6" w:rsidR="00C70D87" w:rsidRDefault="00C70D87" w:rsidP="00F55903">
      <w:pPr>
        <w:pStyle w:val="BodyText"/>
      </w:pPr>
      <w:r w:rsidRPr="00E360BA">
        <w:t xml:space="preserve">Appendix </w:t>
      </w:r>
      <w:r>
        <w:t xml:space="preserve">resource estimate </w:t>
      </w:r>
      <w:r w:rsidRPr="00E360BA">
        <w:t xml:space="preserve">listed in Appendix </w:t>
      </w:r>
      <w:r>
        <w:t>M</w:t>
      </w:r>
      <w:r w:rsidRPr="00E360BA">
        <w:t>, “Inspection of Digital Instrumentation and Control (</w:t>
      </w:r>
      <w:r w:rsidR="00E928A6">
        <w:t>DI&amp;C</w:t>
      </w:r>
      <w:r w:rsidRPr="00E360BA">
        <w:t>) System/Software Design.”</w:t>
      </w:r>
    </w:p>
    <w:p w14:paraId="2826404E" w14:textId="65099227" w:rsidR="00C70D87" w:rsidRPr="00682992" w:rsidRDefault="00C70D87" w:rsidP="00121D15">
      <w:pPr>
        <w:pStyle w:val="BodyTextHeading1"/>
      </w:pPr>
      <w:r w:rsidRPr="00682992">
        <w:t>88200.M.A1</w:t>
      </w:r>
      <w:r w:rsidR="00C94659" w:rsidRPr="00682992">
        <w:rPr>
          <w:rFonts w:ascii="Cambria Math" w:hAnsi="Cambria Math" w:cs="Cambria Math"/>
        </w:rPr>
        <w:t>‑</w:t>
      </w:r>
      <w:r w:rsidR="00C94659" w:rsidRPr="00682992">
        <w:t>05</w:t>
      </w:r>
      <w:r w:rsidRPr="00682992">
        <w:tab/>
        <w:t>PROCEDURE COMPLETION</w:t>
      </w:r>
    </w:p>
    <w:p w14:paraId="5E7DB737" w14:textId="1A9BB433" w:rsidR="00C70D87" w:rsidRPr="00E360BA" w:rsidRDefault="00C70D87" w:rsidP="00F55903">
      <w:pPr>
        <w:pStyle w:val="BodyText"/>
      </w:pPr>
      <w:r w:rsidRPr="00E360BA">
        <w:t xml:space="preserve">Appendix </w:t>
      </w:r>
      <w:r>
        <w:t xml:space="preserve">procedure completion </w:t>
      </w:r>
      <w:r w:rsidRPr="00E360BA">
        <w:t xml:space="preserve">listed in Appendix </w:t>
      </w:r>
      <w:r>
        <w:t>M</w:t>
      </w:r>
      <w:r w:rsidRPr="00E360BA">
        <w:t>, “Inspection of Digital Instrumentation and Control (</w:t>
      </w:r>
      <w:r w:rsidR="00E928A6">
        <w:t>DI&amp;C</w:t>
      </w:r>
      <w:r w:rsidRPr="00E360BA">
        <w:t>) System/Software Design.”</w:t>
      </w:r>
    </w:p>
    <w:p w14:paraId="7141132D" w14:textId="0F31B51F" w:rsidR="00C70D87" w:rsidRPr="00682992" w:rsidRDefault="00C70D87" w:rsidP="00121D15">
      <w:pPr>
        <w:pStyle w:val="BodyTextHeading1"/>
      </w:pPr>
      <w:r w:rsidRPr="00682992">
        <w:t>88200.M.A1</w:t>
      </w:r>
      <w:r w:rsidR="00C94659" w:rsidRPr="00682992">
        <w:rPr>
          <w:rFonts w:ascii="Cambria Math" w:hAnsi="Cambria Math" w:cs="Cambria Math"/>
        </w:rPr>
        <w:t>‑</w:t>
      </w:r>
      <w:r w:rsidR="00C94659" w:rsidRPr="00682992">
        <w:t>06</w:t>
      </w:r>
      <w:r w:rsidRPr="00682992">
        <w:tab/>
        <w:t>REFERENCES</w:t>
      </w:r>
    </w:p>
    <w:p w14:paraId="02CF0D7D" w14:textId="1D0F483C" w:rsidR="00C70D87" w:rsidRPr="00E360BA" w:rsidRDefault="00C70D87" w:rsidP="0074275B">
      <w:pPr>
        <w:pStyle w:val="BodyText"/>
      </w:pPr>
      <w:r w:rsidRPr="00E360BA">
        <w:t xml:space="preserve">Appendix </w:t>
      </w:r>
      <w:r>
        <w:t xml:space="preserve">references </w:t>
      </w:r>
      <w:r w:rsidRPr="00E360BA">
        <w:t xml:space="preserve">listed in Appendix </w:t>
      </w:r>
      <w:r>
        <w:t>M</w:t>
      </w:r>
      <w:r w:rsidRPr="00E360BA">
        <w:t>, “Inspection of Digital Instrumentation and Control (</w:t>
      </w:r>
      <w:r w:rsidR="00E928A6">
        <w:t>DI&amp;C</w:t>
      </w:r>
      <w:r w:rsidRPr="00E360BA">
        <w:t>) System/Software Design.”</w:t>
      </w:r>
    </w:p>
    <w:p w14:paraId="53D0E439" w14:textId="77777777" w:rsidR="00176307" w:rsidRDefault="00C70D87" w:rsidP="00E1279E">
      <w:pPr>
        <w:pStyle w:val="END"/>
      </w:pPr>
      <w:r w:rsidRPr="00396478">
        <w:t>END</w:t>
      </w:r>
    </w:p>
    <w:p w14:paraId="5861D013" w14:textId="782219E1" w:rsidR="00C70D87" w:rsidRPr="00FA5131" w:rsidRDefault="00C70D87" w:rsidP="00FA5131">
      <w:pPr>
        <w:widowControl/>
        <w:autoSpaceDE/>
        <w:autoSpaceDN/>
        <w:adjustRightInd/>
        <w:spacing w:after="220"/>
        <w:rPr>
          <w:rFonts w:ascii="Arial" w:eastAsiaTheme="minorHAnsi" w:hAnsi="Arial" w:cs="Arial"/>
          <w:sz w:val="22"/>
          <w:szCs w:val="22"/>
        </w:rPr>
      </w:pPr>
    </w:p>
    <w:p w14:paraId="06F8ABD5" w14:textId="77777777" w:rsidR="00374E88" w:rsidRDefault="00374E88" w:rsidP="00FD7408">
      <w:pPr>
        <w:pStyle w:val="attachmenttitle"/>
        <w:sectPr w:rsidR="00374E88" w:rsidSect="00F1063E">
          <w:footerReference w:type="default" r:id="rId12"/>
          <w:pgSz w:w="12240" w:h="15840" w:code="1"/>
          <w:pgMar w:top="1440" w:right="1440" w:bottom="1440" w:left="1440" w:header="1080" w:footer="720" w:gutter="0"/>
          <w:pgNumType w:start="1"/>
          <w:cols w:space="720"/>
          <w:docGrid w:linePitch="360"/>
        </w:sectPr>
      </w:pPr>
    </w:p>
    <w:p w14:paraId="2BD2E796" w14:textId="59BC902E" w:rsidR="00B875EE" w:rsidRDefault="00337D6F" w:rsidP="008A571C">
      <w:pPr>
        <w:pStyle w:val="attachmenttitle"/>
      </w:pPr>
      <w:r w:rsidRPr="009F6609">
        <w:lastRenderedPageBreak/>
        <w:t>A</w:t>
      </w:r>
      <w:r>
        <w:t>ttachment</w:t>
      </w:r>
      <w:r w:rsidR="00EA7B94">
        <w:t> 2</w:t>
      </w:r>
      <w:r w:rsidR="00C05FB1">
        <w:t xml:space="preserve">: </w:t>
      </w:r>
      <w:r w:rsidR="00F012FC" w:rsidRPr="009F6609">
        <w:t>I</w:t>
      </w:r>
      <w:r w:rsidR="00F012FC">
        <w:t xml:space="preserve">nspection Guide </w:t>
      </w:r>
      <w:r w:rsidR="00F12D42">
        <w:t>for</w:t>
      </w:r>
      <w:r w:rsidR="00F012FC">
        <w:t xml:space="preserve"> </w:t>
      </w:r>
      <w:r w:rsidR="00E928A6">
        <w:t>DI&amp;C</w:t>
      </w:r>
      <w:r>
        <w:t xml:space="preserve"> </w:t>
      </w:r>
      <w:r w:rsidR="00F012FC" w:rsidRPr="009F6609">
        <w:t>S</w:t>
      </w:r>
      <w:r w:rsidR="00F012FC">
        <w:t>ystem/Software Life Cycle</w:t>
      </w:r>
      <w:r w:rsidR="008A571C">
        <w:t xml:space="preserve"> </w:t>
      </w:r>
      <w:r w:rsidR="00F522C1">
        <w:t>–</w:t>
      </w:r>
      <w:r w:rsidR="0034640F">
        <w:t xml:space="preserve"> </w:t>
      </w:r>
      <w:r w:rsidR="00F012FC" w:rsidRPr="005217E8">
        <w:t>Requirement Phase</w:t>
      </w:r>
    </w:p>
    <w:p w14:paraId="0322179F" w14:textId="4BE29AF5" w:rsidR="00FD7408" w:rsidRPr="00682992" w:rsidRDefault="00FD7408" w:rsidP="00121D15">
      <w:pPr>
        <w:pStyle w:val="BodyTextHeading1"/>
      </w:pPr>
      <w:r w:rsidRPr="00682992">
        <w:t>88200.M.A2</w:t>
      </w:r>
      <w:r w:rsidR="00C94659" w:rsidRPr="00682992">
        <w:rPr>
          <w:rFonts w:ascii="Cambria Math" w:hAnsi="Cambria Math" w:cs="Cambria Math"/>
        </w:rPr>
        <w:t>‑</w:t>
      </w:r>
      <w:r w:rsidR="00C94659" w:rsidRPr="00682992">
        <w:t>01</w:t>
      </w:r>
      <w:r w:rsidRPr="00682992">
        <w:tab/>
        <w:t>INSPECTION OBJECTIVES</w:t>
      </w:r>
    </w:p>
    <w:p w14:paraId="586B1AD5" w14:textId="77777777" w:rsidR="00176307" w:rsidRDefault="00366014" w:rsidP="00366014">
      <w:pPr>
        <w:pStyle w:val="BodyText"/>
      </w:pPr>
      <w:r>
        <w:t>01.01</w:t>
      </w:r>
      <w:r>
        <w:tab/>
      </w:r>
      <w:r w:rsidR="00FD7408" w:rsidRPr="00366014">
        <w:t>Appendix inspection objectives listed in Appendix M, “Inspection of Digital Instrumentation and Control (</w:t>
      </w:r>
      <w:r w:rsidR="00E928A6" w:rsidRPr="00366014">
        <w:t>DI&amp;C</w:t>
      </w:r>
      <w:r w:rsidR="00FD7408" w:rsidRPr="00366014">
        <w:t>) System/Software Design.”</w:t>
      </w:r>
    </w:p>
    <w:p w14:paraId="0D43C683" w14:textId="72022C51" w:rsidR="00FD7408" w:rsidRPr="00996FE3" w:rsidRDefault="004C4316" w:rsidP="004C4316">
      <w:pPr>
        <w:pStyle w:val="BodyText"/>
      </w:pPr>
      <w:r>
        <w:t>01.02</w:t>
      </w:r>
      <w:r>
        <w:tab/>
      </w:r>
      <w:r w:rsidR="00FD7408" w:rsidRPr="007C7D89">
        <w:t xml:space="preserve">Attachment Inspection Objectives: Verify that the licensee’s </w:t>
      </w:r>
      <w:r w:rsidR="00E928A6">
        <w:t>DI&amp;C</w:t>
      </w:r>
      <w:r w:rsidR="00FD7408" w:rsidRPr="007C7D89">
        <w:t xml:space="preserve"> development Requirements Phase process and documentation are consistent with design commitments.</w:t>
      </w:r>
    </w:p>
    <w:p w14:paraId="15D727FE" w14:textId="77777777" w:rsidR="00176307" w:rsidRDefault="00FD7408" w:rsidP="00121D15">
      <w:pPr>
        <w:pStyle w:val="BodyTextHeading1"/>
      </w:pPr>
      <w:r w:rsidRPr="00682992">
        <w:t>88200.M.A2</w:t>
      </w:r>
      <w:r w:rsidR="00C94659" w:rsidRPr="00682992">
        <w:rPr>
          <w:rFonts w:ascii="Cambria Math" w:hAnsi="Cambria Math" w:cs="Cambria Math"/>
        </w:rPr>
        <w:t>‑</w:t>
      </w:r>
      <w:r w:rsidR="00C94659" w:rsidRPr="00682992">
        <w:t>02</w:t>
      </w:r>
      <w:r w:rsidRPr="00682992">
        <w:tab/>
        <w:t>INSPECTION REQUIREMENTS</w:t>
      </w:r>
    </w:p>
    <w:p w14:paraId="19239EF0" w14:textId="77777777" w:rsidR="00176307" w:rsidRDefault="00FD7408" w:rsidP="00AD1455">
      <w:pPr>
        <w:pStyle w:val="BodyText"/>
      </w:pPr>
      <w:r w:rsidRPr="00E360BA">
        <w:t xml:space="preserve">Appendix inspection </w:t>
      </w:r>
      <w:r>
        <w:t xml:space="preserve">requirements </w:t>
      </w:r>
      <w:r w:rsidRPr="00E360BA">
        <w:t xml:space="preserve">listed in Appendix </w:t>
      </w:r>
      <w:r>
        <w:t>M</w:t>
      </w:r>
      <w:r w:rsidRPr="00E360BA">
        <w:t>, “Inspection of Digital Instrumentation and Control (</w:t>
      </w:r>
      <w:r w:rsidR="00E928A6">
        <w:t>DI&amp;C</w:t>
      </w:r>
      <w:r w:rsidRPr="00E360BA">
        <w:t>) System/Software Design.”</w:t>
      </w:r>
    </w:p>
    <w:p w14:paraId="5B1B0F53" w14:textId="0593FB7D" w:rsidR="007F06F5" w:rsidRDefault="007F06F5" w:rsidP="00AD1455">
      <w:pPr>
        <w:pStyle w:val="BodyText"/>
      </w:pPr>
      <w:r w:rsidRPr="007F06F5">
        <w:t>Refer to licensing basis requirements for applicable codes and standards for each fuel facility.</w:t>
      </w:r>
    </w:p>
    <w:p w14:paraId="3369E842" w14:textId="770F021A" w:rsidR="00FD7408" w:rsidRPr="00682992" w:rsidRDefault="00FD7408" w:rsidP="00121D15">
      <w:pPr>
        <w:pStyle w:val="BodyTextHeading1"/>
      </w:pPr>
      <w:r w:rsidRPr="00682992">
        <w:t>88200.M A2</w:t>
      </w:r>
      <w:r w:rsidR="00C94659" w:rsidRPr="00682992">
        <w:rPr>
          <w:rFonts w:ascii="Cambria Math" w:hAnsi="Cambria Math" w:cs="Cambria Math"/>
        </w:rPr>
        <w:t>‑</w:t>
      </w:r>
      <w:r w:rsidR="00C94659" w:rsidRPr="00682992">
        <w:t>03</w:t>
      </w:r>
      <w:r w:rsidRPr="00682992">
        <w:tab/>
        <w:t>INSPECTION GUIDANCE</w:t>
      </w:r>
    </w:p>
    <w:p w14:paraId="36A76594" w14:textId="77777777" w:rsidR="00176307" w:rsidRDefault="00FD7408" w:rsidP="001E62A6">
      <w:pPr>
        <w:pStyle w:val="BodyText"/>
        <w:rPr>
          <w:u w:val="single"/>
        </w:rPr>
      </w:pPr>
      <w:r w:rsidRPr="001E62A6">
        <w:rPr>
          <w:u w:val="single"/>
        </w:rPr>
        <w:t>General Guidance</w:t>
      </w:r>
    </w:p>
    <w:p w14:paraId="44254FD1" w14:textId="34297CD9" w:rsidR="00FD7408" w:rsidRPr="00ED0F36" w:rsidRDefault="00FD7408" w:rsidP="00DB654E">
      <w:pPr>
        <w:pStyle w:val="BodyText"/>
        <w:spacing w:after="0"/>
      </w:pPr>
      <w:r w:rsidRPr="009F6609">
        <w:t xml:space="preserve">The scope and activities associated with the Requirements Phase result in a complete description of what </w:t>
      </w:r>
      <w:r w:rsidRPr="00ED0F36">
        <w:t xml:space="preserve">the </w:t>
      </w:r>
      <w:r w:rsidR="00653C4D" w:rsidRPr="00ED0F36">
        <w:t>D</w:t>
      </w:r>
      <w:r w:rsidRPr="00ED0F36">
        <w:t xml:space="preserve">I&amp;C </w:t>
      </w:r>
      <w:r w:rsidR="00E176D4">
        <w:t>s</w:t>
      </w:r>
      <w:r w:rsidRPr="00ED0F36">
        <w:t xml:space="preserve">ystem (hardware and software) should accomplish and establishes functional requirements for the system software. </w:t>
      </w:r>
      <w:r w:rsidRPr="007F7414">
        <w:rPr>
          <w:bCs/>
        </w:rPr>
        <w:t>Note</w:t>
      </w:r>
      <w:r w:rsidR="007F7414">
        <w:t>:</w:t>
      </w:r>
      <w:r w:rsidRPr="00ED0F36">
        <w:t xml:space="preserve"> any reference to the DI&amp;C </w:t>
      </w:r>
      <w:r w:rsidR="00E176D4" w:rsidRPr="00721B03">
        <w:t>s</w:t>
      </w:r>
      <w:r w:rsidRPr="00721B03">
        <w:t>ystem i</w:t>
      </w:r>
      <w:r w:rsidRPr="00ED0F36">
        <w:t>mplies both the hardware and software elements. Activities include:</w:t>
      </w:r>
    </w:p>
    <w:p w14:paraId="6673DA6B" w14:textId="77777777" w:rsidR="00FD7408" w:rsidRPr="00ED0F36" w:rsidRDefault="00FD7408" w:rsidP="00FD7408">
      <w:pPr>
        <w:widowControl/>
        <w:autoSpaceDE/>
        <w:autoSpaceDN/>
        <w:adjustRightInd/>
        <w:rPr>
          <w:rFonts w:ascii="Arial" w:hAnsi="Arial" w:cs="Arial"/>
          <w:sz w:val="22"/>
          <w:szCs w:val="22"/>
        </w:rPr>
      </w:pPr>
    </w:p>
    <w:p w14:paraId="058F1E61" w14:textId="0684BB06" w:rsidR="00FD7408" w:rsidRPr="00ED0F36" w:rsidRDefault="00FD7408" w:rsidP="00657A37">
      <w:pPr>
        <w:pStyle w:val="ListBullet2"/>
      </w:pPr>
      <w:r w:rsidRPr="00ED0F36">
        <w:t xml:space="preserve">Translation of functional and regulatory requirements to </w:t>
      </w:r>
      <w:r w:rsidR="00E928A6" w:rsidRPr="00ED0F36">
        <w:t>DI&amp;C</w:t>
      </w:r>
      <w:r w:rsidRPr="00ED0F36">
        <w:t xml:space="preserve"> system(s) requirements</w:t>
      </w:r>
      <w:r w:rsidR="00F84C8D" w:rsidRPr="00ED0F36">
        <w:t>.</w:t>
      </w:r>
    </w:p>
    <w:p w14:paraId="5E8D2B1B" w14:textId="71A674DD" w:rsidR="00FD7408" w:rsidRPr="00ED0F36" w:rsidRDefault="00FD7408" w:rsidP="00657A37">
      <w:pPr>
        <w:pStyle w:val="ListBullet2"/>
      </w:pPr>
      <w:r w:rsidRPr="00ED0F36">
        <w:t xml:space="preserve">Define and document </w:t>
      </w:r>
      <w:r w:rsidR="005563F8" w:rsidRPr="00ED0F36">
        <w:t>D</w:t>
      </w:r>
      <w:r w:rsidRPr="00ED0F36">
        <w:t xml:space="preserve">I&amp;C </w:t>
      </w:r>
      <w:r w:rsidR="006951EF">
        <w:t>s</w:t>
      </w:r>
      <w:r w:rsidRPr="00ED0F36">
        <w:t>ystem (hardware and software) requirements</w:t>
      </w:r>
      <w:r w:rsidR="00F84C8D" w:rsidRPr="00ED0F36">
        <w:t>.</w:t>
      </w:r>
    </w:p>
    <w:p w14:paraId="68BB89AA" w14:textId="13F566C6" w:rsidR="00FD7408" w:rsidRPr="00ED0F36" w:rsidRDefault="00FD7408" w:rsidP="00657A37">
      <w:pPr>
        <w:pStyle w:val="ListBullet2"/>
      </w:pPr>
      <w:r w:rsidRPr="00ED0F36">
        <w:t>Define, document, prioritize, and integrate Software requirements</w:t>
      </w:r>
      <w:r w:rsidR="00F84C8D" w:rsidRPr="00ED0F36">
        <w:t>.</w:t>
      </w:r>
    </w:p>
    <w:p w14:paraId="7D9D3D4F" w14:textId="72B43E8F" w:rsidR="00FD7408" w:rsidRPr="00ED0F36" w:rsidRDefault="00FD7408" w:rsidP="00657A37">
      <w:pPr>
        <w:pStyle w:val="ListBullet2"/>
      </w:pPr>
      <w:r w:rsidRPr="00ED0F36">
        <w:t>Define and document Software Interface and Performance Requirements</w:t>
      </w:r>
      <w:r w:rsidR="00F84C8D" w:rsidRPr="00ED0F36">
        <w:t>.</w:t>
      </w:r>
    </w:p>
    <w:p w14:paraId="1445F7E3" w14:textId="52533308" w:rsidR="00FD7408" w:rsidRPr="00ED0F36" w:rsidRDefault="00FD7408" w:rsidP="00657A37">
      <w:pPr>
        <w:pStyle w:val="ListBullet2"/>
      </w:pPr>
      <w:r w:rsidRPr="00ED0F36">
        <w:t>Requirements Safety Analysis</w:t>
      </w:r>
      <w:r w:rsidR="00F84C8D" w:rsidRPr="00ED0F36">
        <w:t>.</w:t>
      </w:r>
    </w:p>
    <w:p w14:paraId="5468F4C0" w14:textId="77777777" w:rsidR="00176307" w:rsidRDefault="00FD7408" w:rsidP="00657A37">
      <w:pPr>
        <w:pStyle w:val="ListBullet2"/>
      </w:pPr>
      <w:r w:rsidRPr="00ED0F36">
        <w:t>Requirements Verification</w:t>
      </w:r>
      <w:r w:rsidR="00F84C8D" w:rsidRPr="00ED0F36">
        <w:t>.</w:t>
      </w:r>
    </w:p>
    <w:p w14:paraId="2A9626CF" w14:textId="5A6E4C10" w:rsidR="00FD7408" w:rsidRPr="009F6609" w:rsidRDefault="00FD7408" w:rsidP="00F55903">
      <w:pPr>
        <w:pStyle w:val="BodyText"/>
      </w:pPr>
      <w:r w:rsidRPr="00ED0F36">
        <w:t xml:space="preserve">The product of these activities will be documented in a Software Requirements Specification (SRS). Inspection will verify that </w:t>
      </w:r>
      <w:r w:rsidR="008E3ADA">
        <w:t>s</w:t>
      </w:r>
      <w:r w:rsidRPr="00ED0F36">
        <w:t xml:space="preserve">ystem and </w:t>
      </w:r>
      <w:r w:rsidR="008E3ADA">
        <w:t>s</w:t>
      </w:r>
      <w:r w:rsidRPr="00ED0F36">
        <w:t xml:space="preserve">oftware </w:t>
      </w:r>
      <w:r w:rsidR="008E3ADA">
        <w:t>r</w:t>
      </w:r>
      <w:r w:rsidRPr="00ED0F36">
        <w:t xml:space="preserve">equirements were developed in accordance with applicable codes, standards, and regulations. Inspection should focus on critical requirements essential for robust </w:t>
      </w:r>
      <w:r w:rsidR="00653C4D" w:rsidRPr="00ED0F36">
        <w:t>D</w:t>
      </w:r>
      <w:r w:rsidRPr="00ED0F36">
        <w:t>I&amp;C system</w:t>
      </w:r>
      <w:r w:rsidRPr="009F6609">
        <w:t xml:space="preserve"> (hardware and software) design, including </w:t>
      </w:r>
      <w:r w:rsidR="00A52AE9">
        <w:t>r</w:t>
      </w:r>
      <w:r w:rsidRPr="009F6609">
        <w:t xml:space="preserve">edundancy, </w:t>
      </w:r>
      <w:r w:rsidR="00A52AE9">
        <w:t>i</w:t>
      </w:r>
      <w:r w:rsidRPr="009F6609">
        <w:t xml:space="preserve">ndependence (both physical and data communication), </w:t>
      </w:r>
      <w:r w:rsidR="00A52AE9">
        <w:t>d</w:t>
      </w:r>
      <w:r w:rsidRPr="009F6609">
        <w:t xml:space="preserve">eterministic performance, and design </w:t>
      </w:r>
      <w:r w:rsidR="00A52AE9">
        <w:t>s</w:t>
      </w:r>
      <w:r w:rsidRPr="009F6609">
        <w:t xml:space="preserve">implicity. The SRS is an essential part of the record of the design of </w:t>
      </w:r>
      <w:r>
        <w:t>safety significant</w:t>
      </w:r>
      <w:r w:rsidRPr="009F6609">
        <w:t xml:space="preserve"> system software and is a design input to the remainder of the software development process. Software requirements serve as the design </w:t>
      </w:r>
      <w:proofErr w:type="gramStart"/>
      <w:r w:rsidRPr="009F6609">
        <w:t>bases</w:t>
      </w:r>
      <w:proofErr w:type="gramEnd"/>
      <w:r w:rsidRPr="009F6609">
        <w:t xml:space="preserve"> for the software to be developed.</w:t>
      </w:r>
    </w:p>
    <w:p w14:paraId="4CB90930" w14:textId="77777777" w:rsidR="00176307" w:rsidRDefault="00FD7408" w:rsidP="004C4316">
      <w:pPr>
        <w:pStyle w:val="BodyText"/>
        <w:rPr>
          <w:u w:val="single"/>
        </w:rPr>
      </w:pPr>
      <w:r w:rsidRPr="00F0230B">
        <w:rPr>
          <w:u w:val="single"/>
        </w:rPr>
        <w:t>Sample Size</w:t>
      </w:r>
    </w:p>
    <w:p w14:paraId="313AC013" w14:textId="4F12E3AF" w:rsidR="00690FAA" w:rsidRDefault="00FD7408" w:rsidP="00FA5131">
      <w:pPr>
        <w:pStyle w:val="BodyText"/>
      </w:pPr>
      <w:r w:rsidRPr="009F6609">
        <w:t xml:space="preserve">Inspection of </w:t>
      </w:r>
      <w:r w:rsidR="00E928A6">
        <w:t>DI&amp;C</w:t>
      </w:r>
      <w:r w:rsidRPr="009F6609">
        <w:t xml:space="preserve"> will typically rely on selection of a sample of attributes for verification. Inspection of Requirements Phase activities will be accomplished through verification of selected attributes for a representative sample of critical system/software requirements (typically </w:t>
      </w:r>
      <w:r>
        <w:lastRenderedPageBreak/>
        <w:t>10</w:t>
      </w:r>
      <w:r w:rsidR="008475DC">
        <w:t>–</w:t>
      </w:r>
      <w:r w:rsidR="00C94659" w:rsidRPr="00C94659">
        <w:t>20</w:t>
      </w:r>
      <w:r w:rsidR="003A43CD">
        <w:t xml:space="preserve"> percent</w:t>
      </w:r>
      <w:r>
        <w:t xml:space="preserve"> of</w:t>
      </w:r>
      <w:r w:rsidRPr="009F6609">
        <w:t xml:space="preserve"> critical requirements). Traceability (through thread audit techniques) should be verified for the same representative sample of critical requirements. </w:t>
      </w:r>
    </w:p>
    <w:p w14:paraId="3047FD33" w14:textId="77777777" w:rsidR="00176307" w:rsidRDefault="00690FAA" w:rsidP="004C4316">
      <w:pPr>
        <w:pStyle w:val="BodyText"/>
      </w:pPr>
      <w:r w:rsidRPr="002316CD">
        <w:t>Sample size is determined by Principal Inspection Plan.</w:t>
      </w:r>
    </w:p>
    <w:p w14:paraId="7CB930E6" w14:textId="68A649D7" w:rsidR="008C0DAA" w:rsidRDefault="00FD7408" w:rsidP="004C4316">
      <w:pPr>
        <w:pStyle w:val="BodyText"/>
      </w:pPr>
      <w:r w:rsidRPr="008C0DAA">
        <w:rPr>
          <w:u w:val="single"/>
        </w:rPr>
        <w:t xml:space="preserve">Specific </w:t>
      </w:r>
      <w:r w:rsidR="008C0DAA" w:rsidRPr="008C0DAA">
        <w:rPr>
          <w:u w:val="single"/>
        </w:rPr>
        <w:t>G</w:t>
      </w:r>
      <w:r w:rsidRPr="008C0DAA">
        <w:rPr>
          <w:u w:val="single"/>
        </w:rPr>
        <w:t>uidance</w:t>
      </w:r>
    </w:p>
    <w:p w14:paraId="10CF14D1" w14:textId="77777777" w:rsidR="00176307" w:rsidRDefault="00FD7408" w:rsidP="004C4316">
      <w:pPr>
        <w:pStyle w:val="BodyText"/>
      </w:pPr>
      <w:r w:rsidRPr="00446E44">
        <w:t xml:space="preserve">In addition to below, for additional specific inspection guidance, refer to Appendix </w:t>
      </w:r>
      <w:r>
        <w:t>M</w:t>
      </w:r>
      <w:r w:rsidRPr="00446E44">
        <w:t>, “Inspection</w:t>
      </w:r>
      <w:r w:rsidRPr="00E360BA">
        <w:t xml:space="preserve"> of Digital Instrumentation and Control (</w:t>
      </w:r>
      <w:r w:rsidR="00E928A6">
        <w:t>DI&amp;C</w:t>
      </w:r>
      <w:r w:rsidRPr="00E360BA">
        <w:t>) System/Software Design</w:t>
      </w:r>
      <w:r>
        <w:t>.</w:t>
      </w:r>
      <w:r w:rsidRPr="00E360BA">
        <w:t>”</w:t>
      </w:r>
    </w:p>
    <w:p w14:paraId="2E280790" w14:textId="77777777" w:rsidR="00176307" w:rsidRDefault="007F7414" w:rsidP="006F21F2">
      <w:pPr>
        <w:pStyle w:val="BodyText"/>
        <w:numPr>
          <w:ilvl w:val="0"/>
          <w:numId w:val="84"/>
        </w:numPr>
      </w:pPr>
      <w:r>
        <w:rPr>
          <w:u w:val="single"/>
        </w:rPr>
        <w:t xml:space="preserve">Digital </w:t>
      </w:r>
      <w:r w:rsidR="00E928A6">
        <w:rPr>
          <w:u w:val="single"/>
        </w:rPr>
        <w:t>I&amp;C</w:t>
      </w:r>
      <w:r>
        <w:rPr>
          <w:u w:val="single"/>
        </w:rPr>
        <w:t xml:space="preserve"> (DI&amp;C)</w:t>
      </w:r>
      <w:r w:rsidR="00FD7408" w:rsidRPr="00F379C1">
        <w:rPr>
          <w:u w:val="single"/>
        </w:rPr>
        <w:t xml:space="preserve"> System Requirements</w:t>
      </w:r>
      <w:r w:rsidR="00FD7408" w:rsidRPr="00893715">
        <w:t xml:space="preserve"> </w:t>
      </w:r>
      <w:r w:rsidR="00FD7408" w:rsidRPr="00F379C1">
        <w:tab/>
      </w:r>
    </w:p>
    <w:p w14:paraId="7E727C66" w14:textId="4E0EF05D" w:rsidR="00FD7408" w:rsidRPr="009F6609" w:rsidRDefault="00E928A6" w:rsidP="001121CA">
      <w:pPr>
        <w:pStyle w:val="BodyText"/>
        <w:numPr>
          <w:ilvl w:val="1"/>
          <w:numId w:val="84"/>
        </w:numPr>
      </w:pPr>
      <w:r>
        <w:t>DI&amp;C</w:t>
      </w:r>
      <w:r w:rsidR="00FD7408" w:rsidRPr="009F6609">
        <w:t xml:space="preserve"> </w:t>
      </w:r>
      <w:r w:rsidR="001D30E4">
        <w:t>s</w:t>
      </w:r>
      <w:r w:rsidR="00FD7408" w:rsidRPr="009F6609">
        <w:t xml:space="preserve">ystem requirements will form the basis for the </w:t>
      </w:r>
      <w:r>
        <w:t>DI&amp;C</w:t>
      </w:r>
      <w:r w:rsidR="00FD7408" w:rsidRPr="009F6609">
        <w:t xml:space="preserve"> </w:t>
      </w:r>
      <w:r w:rsidR="001D30E4">
        <w:t>s</w:t>
      </w:r>
      <w:r w:rsidR="00FD7408" w:rsidRPr="009F6609">
        <w:t xml:space="preserve">ystem design specification. Verify the following attributes for the </w:t>
      </w:r>
      <w:r>
        <w:t>DI&amp;C</w:t>
      </w:r>
      <w:r w:rsidR="00FD7408" w:rsidRPr="009F6609">
        <w:t xml:space="preserve"> system, as committed to in the licensing basis:</w:t>
      </w:r>
    </w:p>
    <w:p w14:paraId="091B5D94" w14:textId="31DFB95B" w:rsidR="00FD7408" w:rsidRPr="009F6609" w:rsidRDefault="00FD7408" w:rsidP="001121CA">
      <w:pPr>
        <w:pStyle w:val="BodyText"/>
        <w:numPr>
          <w:ilvl w:val="2"/>
          <w:numId w:val="84"/>
        </w:numPr>
      </w:pPr>
      <w:r w:rsidRPr="009F6609">
        <w:t xml:space="preserve">Each </w:t>
      </w:r>
      <w:r w:rsidR="00E928A6">
        <w:t>DI&amp;C</w:t>
      </w:r>
      <w:r w:rsidRPr="009F6609">
        <w:t xml:space="preserve"> </w:t>
      </w:r>
      <w:r w:rsidR="001D30E4">
        <w:t>s</w:t>
      </w:r>
      <w:r w:rsidRPr="009F6609">
        <w:t>ystem requirement is separately identified.</w:t>
      </w:r>
    </w:p>
    <w:p w14:paraId="79E1A871" w14:textId="279102CE" w:rsidR="00FD7408" w:rsidRPr="009F6609" w:rsidRDefault="00E928A6" w:rsidP="001121CA">
      <w:pPr>
        <w:pStyle w:val="BodyText"/>
        <w:numPr>
          <w:ilvl w:val="2"/>
          <w:numId w:val="84"/>
        </w:numPr>
      </w:pPr>
      <w:r>
        <w:t>DI&amp;C</w:t>
      </w:r>
      <w:r w:rsidR="00FD7408" w:rsidRPr="009F6609">
        <w:t xml:space="preserve"> </w:t>
      </w:r>
      <w:r w:rsidR="00101808">
        <w:t>s</w:t>
      </w:r>
      <w:r w:rsidR="00FD7408" w:rsidRPr="009F6609">
        <w:t>ystem requirements satisfy applicable codes, standards and regulatory requirements.</w:t>
      </w:r>
    </w:p>
    <w:p w14:paraId="6107E14C" w14:textId="41440D89" w:rsidR="00FD7408" w:rsidRPr="009F6609" w:rsidRDefault="00E928A6" w:rsidP="001121CA">
      <w:pPr>
        <w:pStyle w:val="BodyText"/>
        <w:numPr>
          <w:ilvl w:val="2"/>
          <w:numId w:val="84"/>
        </w:numPr>
      </w:pPr>
      <w:r>
        <w:t>DI&amp;C</w:t>
      </w:r>
      <w:r w:rsidR="00FD7408" w:rsidRPr="009F6609">
        <w:t xml:space="preserve"> </w:t>
      </w:r>
      <w:r w:rsidR="00101808">
        <w:t>s</w:t>
      </w:r>
      <w:r w:rsidR="00FD7408" w:rsidRPr="009F6609">
        <w:t>ystem requirements are correctly derived from originating or source (facility) requirements (for functionality and performance) and safety requirements (from the facility Safety Analysis).</w:t>
      </w:r>
    </w:p>
    <w:p w14:paraId="065B1055" w14:textId="374AF95C" w:rsidR="00FD7408" w:rsidRPr="009F6609" w:rsidRDefault="00FD7408" w:rsidP="001121CA">
      <w:pPr>
        <w:pStyle w:val="BodyText"/>
        <w:numPr>
          <w:ilvl w:val="2"/>
          <w:numId w:val="84"/>
        </w:numPr>
      </w:pPr>
      <w:r w:rsidRPr="009F6609">
        <w:t xml:space="preserve">Critical </w:t>
      </w:r>
      <w:r w:rsidR="00E928A6">
        <w:t>DI&amp;C</w:t>
      </w:r>
      <w:r w:rsidRPr="009F6609">
        <w:t xml:space="preserve"> </w:t>
      </w:r>
      <w:r w:rsidR="00E70D6A">
        <w:t>s</w:t>
      </w:r>
      <w:r w:rsidRPr="009F6609">
        <w:t>ystem safety considerations are identified.</w:t>
      </w:r>
    </w:p>
    <w:p w14:paraId="6E8E39AF" w14:textId="44FF7659" w:rsidR="00FD7408" w:rsidRPr="009F6609" w:rsidRDefault="00FD7408" w:rsidP="001121CA">
      <w:pPr>
        <w:pStyle w:val="BodyText"/>
        <w:numPr>
          <w:ilvl w:val="2"/>
          <w:numId w:val="84"/>
        </w:numPr>
      </w:pPr>
      <w:r w:rsidRPr="009F6609">
        <w:t xml:space="preserve">Critical </w:t>
      </w:r>
      <w:r w:rsidR="00E928A6">
        <w:t>DI&amp;C</w:t>
      </w:r>
      <w:r w:rsidRPr="009F6609">
        <w:t xml:space="preserve"> </w:t>
      </w:r>
      <w:r w:rsidR="00E70D6A">
        <w:t>s</w:t>
      </w:r>
      <w:r w:rsidRPr="009F6609">
        <w:t>ystem physical and</w:t>
      </w:r>
      <w:r w:rsidR="00D15ECE" w:rsidRPr="00D15ECE">
        <w:t xml:space="preserve"> secure development and operational environment</w:t>
      </w:r>
      <w:r w:rsidRPr="009F6609">
        <w:t xml:space="preserve"> considerations are identified.</w:t>
      </w:r>
    </w:p>
    <w:p w14:paraId="6147E03D" w14:textId="589E9E5D" w:rsidR="00FD7408" w:rsidRPr="009F6609" w:rsidRDefault="00FD7408" w:rsidP="001121CA">
      <w:pPr>
        <w:pStyle w:val="BodyText"/>
        <w:numPr>
          <w:ilvl w:val="2"/>
          <w:numId w:val="84"/>
        </w:numPr>
      </w:pPr>
      <w:r w:rsidRPr="009F6609">
        <w:t xml:space="preserve">Critical </w:t>
      </w:r>
      <w:r w:rsidR="00E928A6">
        <w:t>DI&amp;C</w:t>
      </w:r>
      <w:r w:rsidRPr="009F6609">
        <w:t xml:space="preserve"> </w:t>
      </w:r>
      <w:r w:rsidR="00E70D6A">
        <w:t>s</w:t>
      </w:r>
      <w:r w:rsidRPr="009F6609">
        <w:t>ystem boundary value testing requirements are identified.</w:t>
      </w:r>
    </w:p>
    <w:p w14:paraId="45C00599" w14:textId="77777777" w:rsidR="00176307" w:rsidRDefault="00E928A6" w:rsidP="001121CA">
      <w:pPr>
        <w:pStyle w:val="BodyText"/>
        <w:numPr>
          <w:ilvl w:val="2"/>
          <w:numId w:val="84"/>
        </w:numPr>
      </w:pPr>
      <w:r>
        <w:t>DI&amp;C</w:t>
      </w:r>
      <w:r w:rsidR="00FD7408" w:rsidRPr="009F6609">
        <w:t xml:space="preserve"> System Source Requirements Lists (or equivalent index) are developed and requirements </w:t>
      </w:r>
      <w:proofErr w:type="gramStart"/>
      <w:r w:rsidR="00FD7408" w:rsidRPr="009F6609">
        <w:t>traceability</w:t>
      </w:r>
      <w:proofErr w:type="gramEnd"/>
      <w:r w:rsidR="00FD7408" w:rsidRPr="009F6609">
        <w:t xml:space="preserve"> defined/documented.</w:t>
      </w:r>
    </w:p>
    <w:p w14:paraId="5EE96AC7" w14:textId="3858EAB5" w:rsidR="00FD7408" w:rsidRPr="009F6609" w:rsidRDefault="00FD7408" w:rsidP="00FA5131">
      <w:pPr>
        <w:pStyle w:val="BodyText"/>
        <w:ind w:left="1080"/>
      </w:pPr>
      <w:r w:rsidRPr="007F7414">
        <w:rPr>
          <w:bCs/>
        </w:rPr>
        <w:t>Note</w:t>
      </w:r>
      <w:r w:rsidR="00ED4409">
        <w:rPr>
          <w:bCs/>
        </w:rPr>
        <w:t xml:space="preserve">: </w:t>
      </w:r>
      <w:r w:rsidRPr="009F6609">
        <w:rPr>
          <w:u w:val="single"/>
        </w:rPr>
        <w:t>Requirements Traceability Matrix</w:t>
      </w:r>
      <w:r w:rsidRPr="009F6609">
        <w:t xml:space="preserve"> (or equivalent tracking/traceability tool) should show, as a minimum, each requirement, the source of the requirement, the life cycle phases that are utilized by the development project, the testing to be applied to each requirement, and the associated requirement item identification. This will allow the matrix to be reviewed </w:t>
      </w:r>
      <w:proofErr w:type="gramStart"/>
      <w:r w:rsidRPr="009F6609">
        <w:t>in order to</w:t>
      </w:r>
      <w:proofErr w:type="gramEnd"/>
      <w:r w:rsidRPr="009F6609">
        <w:t xml:space="preserve"> </w:t>
      </w:r>
      <w:proofErr w:type="gramStart"/>
      <w:r w:rsidRPr="009F6609">
        <w:t>assure</w:t>
      </w:r>
      <w:proofErr w:type="gramEnd"/>
      <w:r w:rsidRPr="009F6609">
        <w:t xml:space="preserve"> that each requirement is addressed by the output products of each phase. The matrix will allow life cycle phase-to</w:t>
      </w:r>
      <w:r w:rsidR="00E72116">
        <w:rPr>
          <w:rFonts w:ascii="Cambria Math" w:hAnsi="Cambria Math" w:cs="Cambria Math"/>
        </w:rPr>
        <w:t>‑</w:t>
      </w:r>
      <w:r w:rsidRPr="009F6609">
        <w:t>phase and end-to</w:t>
      </w:r>
      <w:r w:rsidR="00E72116">
        <w:rPr>
          <w:rFonts w:ascii="Cambria Math" w:hAnsi="Cambria Math" w:cs="Cambria Math"/>
        </w:rPr>
        <w:t>‑</w:t>
      </w:r>
      <w:r w:rsidRPr="009F6609">
        <w:t xml:space="preserve">end review. The inspector should be able to trace requirements through the development life cycle, forward and backward. The traceability matrix can also be used to assist in impact assessment as requirements </w:t>
      </w:r>
      <w:r w:rsidR="007D3C4F" w:rsidRPr="009F6609">
        <w:t>change and</w:t>
      </w:r>
      <w:r w:rsidRPr="009F6609">
        <w:t xml:space="preserve"> provide documentation that safety requirements and licensing commitments are met.</w:t>
      </w:r>
    </w:p>
    <w:p w14:paraId="3BB24AE8" w14:textId="5DA3FF7A" w:rsidR="00FD7408" w:rsidRPr="009F6609" w:rsidRDefault="00FD7408" w:rsidP="001121CA">
      <w:pPr>
        <w:pStyle w:val="BodyText"/>
        <w:numPr>
          <w:ilvl w:val="1"/>
          <w:numId w:val="84"/>
        </w:numPr>
      </w:pPr>
      <w:r w:rsidRPr="009F6609">
        <w:t xml:space="preserve">Verify traceability of functional, regulatory and design basis (source) requirements to </w:t>
      </w:r>
      <w:r w:rsidR="00E928A6">
        <w:t>DI&amp;C</w:t>
      </w:r>
      <w:r w:rsidRPr="009F6609">
        <w:t xml:space="preserve"> system requirements.</w:t>
      </w:r>
    </w:p>
    <w:p w14:paraId="41F06E5D" w14:textId="753D1F33" w:rsidR="00FD7408" w:rsidRPr="009F6609" w:rsidRDefault="00FD7408" w:rsidP="005024F6">
      <w:pPr>
        <w:pStyle w:val="BodyText"/>
        <w:numPr>
          <w:ilvl w:val="2"/>
          <w:numId w:val="84"/>
        </w:numPr>
      </w:pPr>
      <w:r w:rsidRPr="009F6609">
        <w:t xml:space="preserve">Using the Traceability Matrix (or equivalent traceability tool), select a representative sample of </w:t>
      </w:r>
      <w:r w:rsidR="00E928A6">
        <w:t>DI&amp;C</w:t>
      </w:r>
      <w:r w:rsidRPr="009F6609">
        <w:t xml:space="preserve"> system requirements and trace them </w:t>
      </w:r>
      <w:r w:rsidR="00E50D8A">
        <w:t>backward</w:t>
      </w:r>
      <w:r w:rsidRPr="009F6609">
        <w:t xml:space="preserve"> to the source requirements from which they were derived.</w:t>
      </w:r>
    </w:p>
    <w:p w14:paraId="3FC6B596" w14:textId="275E940E" w:rsidR="00FD7408" w:rsidRPr="009F6609" w:rsidRDefault="00FD7408" w:rsidP="005024F6">
      <w:pPr>
        <w:pStyle w:val="BodyText"/>
        <w:numPr>
          <w:ilvl w:val="2"/>
          <w:numId w:val="84"/>
        </w:numPr>
      </w:pPr>
      <w:r w:rsidRPr="009F6609">
        <w:lastRenderedPageBreak/>
        <w:t xml:space="preserve">Using the Traceability Matrix (or equivalent traceability tool), select a sample of source requirements and trace them forward to verify that the </w:t>
      </w:r>
      <w:r w:rsidR="00E928A6">
        <w:t>DI&amp;C</w:t>
      </w:r>
      <w:r w:rsidRPr="009F6609">
        <w:t xml:space="preserve"> system requirements were correctly derived. Where possible, select source requirements that provide more than one system requirement (output), and trace the outputs accordingly.</w:t>
      </w:r>
    </w:p>
    <w:p w14:paraId="27B74AB6" w14:textId="77777777" w:rsidR="00176307" w:rsidRDefault="00FD7408" w:rsidP="005024F6">
      <w:pPr>
        <w:pStyle w:val="BodyText"/>
        <w:numPr>
          <w:ilvl w:val="2"/>
          <w:numId w:val="84"/>
        </w:numPr>
      </w:pPr>
      <w:r w:rsidRPr="009F6609">
        <w:t>Verify that forward traceability also includes an output to a test and validation process. Test and validation will ultimately confirm that requirements have been met.</w:t>
      </w:r>
    </w:p>
    <w:p w14:paraId="564DD6AA" w14:textId="2231A3CD" w:rsidR="00FD7408" w:rsidRPr="009F6609" w:rsidRDefault="00FD7408" w:rsidP="00F55903">
      <w:pPr>
        <w:pStyle w:val="BodyText"/>
        <w:ind w:left="1080"/>
      </w:pPr>
      <w:r w:rsidRPr="00D26483">
        <w:rPr>
          <w:bCs/>
        </w:rPr>
        <w:t>Note</w:t>
      </w:r>
      <w:r w:rsidR="005024F6">
        <w:rPr>
          <w:bCs/>
        </w:rPr>
        <w:t xml:space="preserve">: </w:t>
      </w:r>
      <w:r w:rsidR="00195F19" w:rsidRPr="009F6609">
        <w:t>Tracing</w:t>
      </w:r>
      <w:r w:rsidRPr="009F6609">
        <w:t xml:space="preserve"> activities are designed to identify any source requirements not adequately addressed by the </w:t>
      </w:r>
      <w:r w:rsidR="000D0BF1">
        <w:t>s</w:t>
      </w:r>
      <w:r w:rsidRPr="009F6609">
        <w:t xml:space="preserve">ystem requirements, </w:t>
      </w:r>
      <w:r w:rsidR="000D0BF1">
        <w:t>s</w:t>
      </w:r>
      <w:r w:rsidRPr="009F6609">
        <w:t xml:space="preserve">ystem requirements not meeting the intent of source requirements, and any missing </w:t>
      </w:r>
      <w:r w:rsidR="000D0BF1">
        <w:t>s</w:t>
      </w:r>
      <w:r w:rsidRPr="009F6609">
        <w:t>ystem requirements.</w:t>
      </w:r>
    </w:p>
    <w:p w14:paraId="302025D0" w14:textId="77777777" w:rsidR="00176307" w:rsidRDefault="00FD7408" w:rsidP="006F21F2">
      <w:pPr>
        <w:pStyle w:val="BodyText"/>
        <w:numPr>
          <w:ilvl w:val="0"/>
          <w:numId w:val="84"/>
        </w:numPr>
        <w:rPr>
          <w:u w:val="single"/>
        </w:rPr>
      </w:pPr>
      <w:r w:rsidRPr="000E7DB5">
        <w:rPr>
          <w:u w:val="single"/>
        </w:rPr>
        <w:t>Software Requirements</w:t>
      </w:r>
    </w:p>
    <w:p w14:paraId="79B7FF24" w14:textId="67407D9F" w:rsidR="00FD7408" w:rsidRPr="009F6609" w:rsidRDefault="00FD7408" w:rsidP="005024F6">
      <w:pPr>
        <w:pStyle w:val="BodyText"/>
        <w:numPr>
          <w:ilvl w:val="1"/>
          <w:numId w:val="84"/>
        </w:numPr>
      </w:pPr>
      <w:r w:rsidRPr="009F6609">
        <w:t xml:space="preserve">The </w:t>
      </w:r>
      <w:r w:rsidR="00E928A6">
        <w:t>DI&amp;C</w:t>
      </w:r>
      <w:r w:rsidRPr="009F6609">
        <w:t xml:space="preserve"> software requirements are derived from the </w:t>
      </w:r>
      <w:r w:rsidR="00E928A6">
        <w:t>DI&amp;C</w:t>
      </w:r>
      <w:r w:rsidRPr="009F6609">
        <w:t xml:space="preserve"> system requirements. Verify that software requirements exhibit the following attributes, as committed to </w:t>
      </w:r>
      <w:proofErr w:type="gramStart"/>
      <w:r w:rsidRPr="009F6609">
        <w:t>in</w:t>
      </w:r>
      <w:proofErr w:type="gramEnd"/>
      <w:r w:rsidRPr="009F6609">
        <w:t xml:space="preserve"> the licensing basis:</w:t>
      </w:r>
    </w:p>
    <w:p w14:paraId="22C3F51A" w14:textId="77777777" w:rsidR="00FD7408" w:rsidRPr="009F6609" w:rsidRDefault="00FD7408" w:rsidP="005024F6">
      <w:pPr>
        <w:pStyle w:val="BodyText"/>
        <w:numPr>
          <w:ilvl w:val="2"/>
          <w:numId w:val="84"/>
        </w:numPr>
      </w:pPr>
      <w:r w:rsidRPr="009F6609">
        <w:t>Software functional requirements are individually identified.</w:t>
      </w:r>
    </w:p>
    <w:p w14:paraId="529EA502" w14:textId="77777777" w:rsidR="00FD7408" w:rsidRPr="009F6609" w:rsidRDefault="00FD7408" w:rsidP="005024F6">
      <w:pPr>
        <w:pStyle w:val="BodyText"/>
        <w:numPr>
          <w:ilvl w:val="2"/>
          <w:numId w:val="84"/>
        </w:numPr>
      </w:pPr>
      <w:r w:rsidRPr="009F6609">
        <w:t>Software functional requirements are unambiguously stated.</w:t>
      </w:r>
    </w:p>
    <w:p w14:paraId="2B2D3145" w14:textId="77777777" w:rsidR="00FD7408" w:rsidRPr="009F6609" w:rsidRDefault="00FD7408" w:rsidP="005024F6">
      <w:pPr>
        <w:pStyle w:val="BodyText"/>
        <w:numPr>
          <w:ilvl w:val="2"/>
          <w:numId w:val="84"/>
        </w:numPr>
      </w:pPr>
      <w:r w:rsidRPr="009F6609">
        <w:t xml:space="preserve">Software functional requirements specify what the software </w:t>
      </w:r>
      <w:r>
        <w:t>should</w:t>
      </w:r>
      <w:r w:rsidRPr="009F6609">
        <w:t xml:space="preserve"> do.</w:t>
      </w:r>
    </w:p>
    <w:p w14:paraId="7FC7DAFC" w14:textId="77777777" w:rsidR="00FD7408" w:rsidRPr="009F6609" w:rsidRDefault="00FD7408" w:rsidP="005024F6">
      <w:pPr>
        <w:pStyle w:val="BodyText"/>
        <w:numPr>
          <w:ilvl w:val="2"/>
          <w:numId w:val="84"/>
        </w:numPr>
      </w:pPr>
      <w:r w:rsidRPr="009F6609">
        <w:t>Each software functional requirement is verifiable through inspection or testing of the completed software product (</w:t>
      </w:r>
      <w:proofErr w:type="gramStart"/>
      <w:r w:rsidRPr="009F6609">
        <w:t>includes</w:t>
      </w:r>
      <w:proofErr w:type="gramEnd"/>
      <w:r w:rsidRPr="009F6609">
        <w:t xml:space="preserve"> application software and source code).</w:t>
      </w:r>
    </w:p>
    <w:p w14:paraId="00C8BCA5" w14:textId="4E460AEB" w:rsidR="00176307" w:rsidRDefault="00FD7408" w:rsidP="005024F6">
      <w:pPr>
        <w:pStyle w:val="BodyText"/>
        <w:numPr>
          <w:ilvl w:val="2"/>
          <w:numId w:val="84"/>
        </w:numPr>
      </w:pPr>
      <w:r w:rsidRPr="009F6609">
        <w:t xml:space="preserve">Software requirements are defined in </w:t>
      </w:r>
      <w:r w:rsidR="00F43722">
        <w:t>the</w:t>
      </w:r>
      <w:r w:rsidRPr="009F6609">
        <w:t xml:space="preserve"> SRS.</w:t>
      </w:r>
    </w:p>
    <w:p w14:paraId="38C072A5" w14:textId="5B6D0795" w:rsidR="00FD7408" w:rsidRPr="009F6609" w:rsidRDefault="00FD7408" w:rsidP="005024F6">
      <w:pPr>
        <w:pStyle w:val="BodyText"/>
        <w:numPr>
          <w:ilvl w:val="1"/>
          <w:numId w:val="84"/>
        </w:numPr>
      </w:pPr>
      <w:r w:rsidRPr="009F6609">
        <w:t>Verify that the SRS lists and defines the following software interface requirements, as committed to in the licensing basis:</w:t>
      </w:r>
    </w:p>
    <w:p w14:paraId="49FAE727" w14:textId="34CAD6FB" w:rsidR="00FD7408" w:rsidRPr="009F6609" w:rsidRDefault="00FD7408" w:rsidP="005024F6">
      <w:pPr>
        <w:pStyle w:val="BodyText"/>
        <w:numPr>
          <w:ilvl w:val="2"/>
          <w:numId w:val="84"/>
        </w:numPr>
      </w:pPr>
      <w:r w:rsidRPr="009F6609">
        <w:t>Interfaces between software systems (software-to</w:t>
      </w:r>
      <w:r w:rsidR="00E72116" w:rsidRPr="00870E71">
        <w:rPr>
          <w:rFonts w:ascii="Cambria Math" w:hAnsi="Cambria Math" w:cs="Cambria Math"/>
        </w:rPr>
        <w:t>‑</w:t>
      </w:r>
      <w:r w:rsidRPr="009F6609">
        <w:t>software) are defined.</w:t>
      </w:r>
    </w:p>
    <w:p w14:paraId="39829A63" w14:textId="77777777" w:rsidR="00FD7408" w:rsidRPr="009F6609" w:rsidRDefault="00FD7408" w:rsidP="00BD0E56">
      <w:pPr>
        <w:pStyle w:val="BodyText"/>
        <w:numPr>
          <w:ilvl w:val="2"/>
          <w:numId w:val="84"/>
        </w:numPr>
      </w:pPr>
      <w:r w:rsidRPr="009F6609">
        <w:t>External interfaces to software (user, hardware) are specified.</w:t>
      </w:r>
    </w:p>
    <w:p w14:paraId="62698BEC" w14:textId="77777777" w:rsidR="00FD7408" w:rsidRPr="009F6609" w:rsidRDefault="00FD7408" w:rsidP="00BD0E56">
      <w:pPr>
        <w:pStyle w:val="BodyText"/>
        <w:numPr>
          <w:ilvl w:val="2"/>
          <w:numId w:val="84"/>
        </w:numPr>
      </w:pPr>
      <w:r w:rsidRPr="009F6609">
        <w:t>Communication protocols are defined, including error detection methods.</w:t>
      </w:r>
    </w:p>
    <w:p w14:paraId="0629D346" w14:textId="03407ED7" w:rsidR="00FD7408" w:rsidRPr="009F6609" w:rsidRDefault="00FD7408" w:rsidP="00BD0E56">
      <w:pPr>
        <w:pStyle w:val="BodyText"/>
        <w:numPr>
          <w:ilvl w:val="2"/>
          <w:numId w:val="84"/>
        </w:numPr>
      </w:pPr>
      <w:r w:rsidRPr="009F6609">
        <w:t>Input/Output, with validation methods of sensors/actuators is adequately described.</w:t>
      </w:r>
    </w:p>
    <w:p w14:paraId="57C80739" w14:textId="77777777" w:rsidR="00176307" w:rsidRDefault="00FD7408" w:rsidP="00BD0E56">
      <w:pPr>
        <w:pStyle w:val="BodyText"/>
        <w:numPr>
          <w:ilvl w:val="2"/>
          <w:numId w:val="84"/>
        </w:numPr>
      </w:pPr>
      <w:r w:rsidRPr="009F6609">
        <w:t>Instrumentation parameters and values are adequately described, and conversion algorithms are defined.</w:t>
      </w:r>
    </w:p>
    <w:p w14:paraId="59F5A221" w14:textId="2A609F32" w:rsidR="00FD7408" w:rsidRPr="009F6609" w:rsidRDefault="00FD7408" w:rsidP="005024F6">
      <w:pPr>
        <w:pStyle w:val="BodyText"/>
        <w:numPr>
          <w:ilvl w:val="1"/>
          <w:numId w:val="84"/>
        </w:numPr>
      </w:pPr>
      <w:r w:rsidRPr="009F6609">
        <w:t>Verify that the SRS lists and defines the following software performance attributes, as committed to in the licensing basis:</w:t>
      </w:r>
    </w:p>
    <w:p w14:paraId="6FF60842" w14:textId="1A92BC67" w:rsidR="00FD7408" w:rsidRPr="009F6609" w:rsidRDefault="00FD7408" w:rsidP="001612FC">
      <w:pPr>
        <w:pStyle w:val="BodyText"/>
        <w:numPr>
          <w:ilvl w:val="2"/>
          <w:numId w:val="84"/>
        </w:numPr>
      </w:pPr>
      <w:r w:rsidRPr="009F6609">
        <w:t>Static performance requirements (number of terminals, simultaneous</w:t>
      </w:r>
      <w:r w:rsidR="001612FC">
        <w:t xml:space="preserve"> </w:t>
      </w:r>
      <w:r w:rsidRPr="009F6609">
        <w:t>users, etc.) are adequately described.</w:t>
      </w:r>
    </w:p>
    <w:p w14:paraId="4CA7C7C2" w14:textId="77777777" w:rsidR="00FD7408" w:rsidRPr="009F6609" w:rsidRDefault="00FD7408" w:rsidP="00BD0E56">
      <w:pPr>
        <w:pStyle w:val="BodyText"/>
        <w:numPr>
          <w:ilvl w:val="2"/>
          <w:numId w:val="84"/>
        </w:numPr>
      </w:pPr>
      <w:r w:rsidRPr="009F6609">
        <w:lastRenderedPageBreak/>
        <w:t>Timing requirements are described and specified numerically.</w:t>
      </w:r>
    </w:p>
    <w:p w14:paraId="5BA73A03" w14:textId="77777777" w:rsidR="00FD7408" w:rsidRPr="009F6609" w:rsidRDefault="00FD7408" w:rsidP="00BD0E56">
      <w:pPr>
        <w:pStyle w:val="BodyText"/>
        <w:numPr>
          <w:ilvl w:val="2"/>
          <w:numId w:val="84"/>
        </w:numPr>
      </w:pPr>
      <w:r w:rsidRPr="009F6609">
        <w:t>All performance requirements are individually identified.</w:t>
      </w:r>
    </w:p>
    <w:p w14:paraId="3A6D52B8" w14:textId="77777777" w:rsidR="00176307" w:rsidRPr="00691B68" w:rsidRDefault="00FD7408" w:rsidP="00BD0E56">
      <w:pPr>
        <w:pStyle w:val="BodyText"/>
        <w:numPr>
          <w:ilvl w:val="2"/>
          <w:numId w:val="84"/>
        </w:numPr>
        <w:rPr>
          <w:bCs/>
        </w:rPr>
      </w:pPr>
      <w:r w:rsidRPr="009F6609">
        <w:t>Each performance requirement is testable.</w:t>
      </w:r>
    </w:p>
    <w:p w14:paraId="3D6956ED" w14:textId="77777777" w:rsidR="00176307" w:rsidRDefault="00FD7408" w:rsidP="005024F6">
      <w:pPr>
        <w:pStyle w:val="BodyText"/>
        <w:numPr>
          <w:ilvl w:val="1"/>
          <w:numId w:val="84"/>
        </w:numPr>
        <w:rPr>
          <w:bCs/>
        </w:rPr>
      </w:pPr>
      <w:r w:rsidRPr="009F6609">
        <w:rPr>
          <w:bCs/>
        </w:rPr>
        <w:t xml:space="preserve">Verify traceability of </w:t>
      </w:r>
      <w:r w:rsidR="00E928A6">
        <w:rPr>
          <w:bCs/>
        </w:rPr>
        <w:t>DI&amp;C</w:t>
      </w:r>
      <w:r w:rsidRPr="009F6609">
        <w:rPr>
          <w:bCs/>
        </w:rPr>
        <w:t xml:space="preserve"> system requirements to software requirements.</w:t>
      </w:r>
    </w:p>
    <w:p w14:paraId="5C390FA0" w14:textId="00B8678E" w:rsidR="00FD7408" w:rsidRPr="009F6609" w:rsidRDefault="00FD7408" w:rsidP="00691B68">
      <w:pPr>
        <w:pStyle w:val="BodyText"/>
        <w:numPr>
          <w:ilvl w:val="2"/>
          <w:numId w:val="84"/>
        </w:numPr>
      </w:pPr>
      <w:r w:rsidRPr="009F6609">
        <w:t xml:space="preserve">Using the Traceability Matrix (or equivalent traceability tool), select a representative sample of critical software requirements and trace them backwards to the </w:t>
      </w:r>
      <w:r w:rsidR="00E928A6">
        <w:t>DI&amp;C</w:t>
      </w:r>
      <w:r w:rsidRPr="009F6609">
        <w:t xml:space="preserve"> </w:t>
      </w:r>
      <w:r w:rsidR="00E70D6A">
        <w:t>s</w:t>
      </w:r>
      <w:r w:rsidRPr="009F6609">
        <w:t>ystem requirements from which they were derived.</w:t>
      </w:r>
    </w:p>
    <w:p w14:paraId="286E0749" w14:textId="2CEA97D0" w:rsidR="00FD7408" w:rsidRDefault="00FD7408" w:rsidP="00691B68">
      <w:pPr>
        <w:pStyle w:val="BodyText"/>
        <w:numPr>
          <w:ilvl w:val="2"/>
          <w:numId w:val="84"/>
        </w:numPr>
      </w:pPr>
      <w:r w:rsidRPr="009F6609">
        <w:t xml:space="preserve">Using the Traceability Matrix (or equivalent traceability tool), select a sample of </w:t>
      </w:r>
      <w:r w:rsidR="00E928A6">
        <w:t>DI&amp;C</w:t>
      </w:r>
      <w:r w:rsidRPr="009F6609">
        <w:t xml:space="preserve"> </w:t>
      </w:r>
      <w:r w:rsidR="00E70D6A">
        <w:t>s</w:t>
      </w:r>
      <w:r w:rsidRPr="009F6609">
        <w:t>ystem requirements and trace them forward to verify that the software requirements were correctly derived. Where possible, select system requirements that provide more than one software requirement (output), and trace the outputs accordingly.</w:t>
      </w:r>
    </w:p>
    <w:p w14:paraId="6C1C1810" w14:textId="77777777" w:rsidR="00176307" w:rsidRDefault="00FD7408" w:rsidP="00691B68">
      <w:pPr>
        <w:pStyle w:val="BodyText"/>
        <w:numPr>
          <w:ilvl w:val="2"/>
          <w:numId w:val="84"/>
        </w:numPr>
      </w:pPr>
      <w:r w:rsidRPr="009F6609">
        <w:t>Verify that the selected software requirements are included in software test documentation.</w:t>
      </w:r>
    </w:p>
    <w:p w14:paraId="71D821BB" w14:textId="6894D9A3" w:rsidR="00FD7408" w:rsidRPr="009F6609" w:rsidRDefault="00FD7408" w:rsidP="00F55903">
      <w:pPr>
        <w:pStyle w:val="BodyText"/>
        <w:ind w:left="1080"/>
      </w:pPr>
      <w:r w:rsidRPr="00D26483">
        <w:rPr>
          <w:bCs/>
        </w:rPr>
        <w:t>Note</w:t>
      </w:r>
      <w:r w:rsidR="00691B68">
        <w:rPr>
          <w:bCs/>
        </w:rPr>
        <w:t>:</w:t>
      </w:r>
      <w:r w:rsidRPr="009F6609">
        <w:t xml:space="preserve"> each identifiable requirement in an SRS </w:t>
      </w:r>
      <w:r>
        <w:t>should</w:t>
      </w:r>
      <w:r w:rsidRPr="009F6609">
        <w:t xml:space="preserve"> be traceable backwards to the system requirements and the design bases or regulatory requirements that it satisfies. Each identifiable requirement should be written so that it is also "forward traceable" to subsequent design outputs, e.g., from SRS to design, implementation, integration, and validation stages of the development project. Forward traceability to all documents resulting from the SRS </w:t>
      </w:r>
      <w:proofErr w:type="gramStart"/>
      <w:r w:rsidRPr="009F6609">
        <w:t>includes</w:t>
      </w:r>
      <w:proofErr w:type="gramEnd"/>
      <w:r w:rsidRPr="009F6609">
        <w:t xml:space="preserve"> verification and validation materials. For example, a forward trace should exist from each requirement in the SRS to the specific test used to confirm that the requirement has been met.</w:t>
      </w:r>
    </w:p>
    <w:p w14:paraId="1FCFBFC7" w14:textId="7AF20E48" w:rsidR="00FD7408" w:rsidRPr="009F6609" w:rsidRDefault="00FD7408" w:rsidP="00F55903">
      <w:pPr>
        <w:pStyle w:val="BodyText"/>
        <w:ind w:left="1080"/>
      </w:pPr>
      <w:r w:rsidRPr="009F6609">
        <w:t>Tracing activities are designed to identify any system requirements not adequately addressed by the software requirements, software requirements not meeting the intent of system requirements, and any missing software requirements.</w:t>
      </w:r>
    </w:p>
    <w:p w14:paraId="5A1706E4" w14:textId="77777777" w:rsidR="00176307" w:rsidRDefault="00FD7408" w:rsidP="006F21F2">
      <w:pPr>
        <w:pStyle w:val="BodyText"/>
        <w:numPr>
          <w:ilvl w:val="0"/>
          <w:numId w:val="84"/>
        </w:numPr>
      </w:pPr>
      <w:r w:rsidRPr="000E7DB5">
        <w:rPr>
          <w:u w:val="single"/>
        </w:rPr>
        <w:t>Requirements Phase Documentation</w:t>
      </w:r>
    </w:p>
    <w:p w14:paraId="1CAB1A2E" w14:textId="1DDD9E85" w:rsidR="00FD7408" w:rsidRPr="009F6609" w:rsidRDefault="00FD7408" w:rsidP="00A01D2B">
      <w:pPr>
        <w:pStyle w:val="BodyText"/>
        <w:numPr>
          <w:ilvl w:val="1"/>
          <w:numId w:val="84"/>
        </w:numPr>
      </w:pPr>
      <w:r w:rsidRPr="009F6609">
        <w:t>Verify that development processes supporting Requirements Phase activities are documented, as committed to in the licensing basis. Verify the following:</w:t>
      </w:r>
    </w:p>
    <w:p w14:paraId="6B18253C" w14:textId="77777777" w:rsidR="00FD7408" w:rsidRPr="009F6609" w:rsidRDefault="00FD7408" w:rsidP="00A01D2B">
      <w:pPr>
        <w:pStyle w:val="BodyText"/>
        <w:numPr>
          <w:ilvl w:val="2"/>
          <w:numId w:val="84"/>
        </w:numPr>
      </w:pPr>
      <w:r w:rsidRPr="009F6609">
        <w:t>Audit requirements are specified.</w:t>
      </w:r>
    </w:p>
    <w:p w14:paraId="1859566D" w14:textId="77777777" w:rsidR="00FD7408" w:rsidRPr="009F6609" w:rsidRDefault="00FD7408" w:rsidP="00A01D2B">
      <w:pPr>
        <w:pStyle w:val="BodyText"/>
        <w:numPr>
          <w:ilvl w:val="2"/>
          <w:numId w:val="84"/>
        </w:numPr>
      </w:pPr>
      <w:r w:rsidRPr="009F6609">
        <w:t>System and Software Requirements Review process is defined and implemented.</w:t>
      </w:r>
    </w:p>
    <w:p w14:paraId="36554F2B" w14:textId="77777777" w:rsidR="00FD7408" w:rsidRPr="00EA00E0" w:rsidRDefault="00FD7408" w:rsidP="00A01D2B">
      <w:pPr>
        <w:pStyle w:val="BodyText"/>
        <w:numPr>
          <w:ilvl w:val="2"/>
          <w:numId w:val="84"/>
        </w:numPr>
      </w:pPr>
      <w:proofErr w:type="gramStart"/>
      <w:r w:rsidRPr="00EA00E0">
        <w:t>Configuration</w:t>
      </w:r>
      <w:proofErr w:type="gramEnd"/>
      <w:r w:rsidRPr="00EA00E0">
        <w:t xml:space="preserve"> Management process (change control, version control, audit trails, etc.) process is defined and implemented.</w:t>
      </w:r>
    </w:p>
    <w:p w14:paraId="39E5B938" w14:textId="77777777" w:rsidR="00176307" w:rsidRDefault="00FD7408" w:rsidP="00A01D2B">
      <w:pPr>
        <w:pStyle w:val="BodyText"/>
        <w:numPr>
          <w:ilvl w:val="2"/>
          <w:numId w:val="84"/>
        </w:numPr>
      </w:pPr>
      <w:r w:rsidRPr="009F6609">
        <w:t>Independent Verification and Validation (IV&amp;V) process is defined and implemented.</w:t>
      </w:r>
    </w:p>
    <w:p w14:paraId="62394CDF" w14:textId="20961D10" w:rsidR="00FD7408" w:rsidRPr="009F6609" w:rsidRDefault="00FD7408" w:rsidP="00447291">
      <w:pPr>
        <w:pStyle w:val="BodyText"/>
        <w:keepNext/>
        <w:numPr>
          <w:ilvl w:val="1"/>
          <w:numId w:val="84"/>
        </w:numPr>
      </w:pPr>
      <w:r w:rsidRPr="009F6609">
        <w:lastRenderedPageBreak/>
        <w:t>Verify the following documentation exists for the Requirements Phase activities, as committed to in the licensing basis:</w:t>
      </w:r>
    </w:p>
    <w:p w14:paraId="4B46ED10" w14:textId="77777777" w:rsidR="00FD7408" w:rsidRPr="009F6609" w:rsidRDefault="00FD7408" w:rsidP="00A01D2B">
      <w:pPr>
        <w:pStyle w:val="BodyText"/>
        <w:numPr>
          <w:ilvl w:val="2"/>
          <w:numId w:val="84"/>
        </w:numPr>
      </w:pPr>
      <w:r w:rsidRPr="009F6609">
        <w:t>Audit Report and any Condition Reports for issues, nonconformances and audit findings.</w:t>
      </w:r>
    </w:p>
    <w:p w14:paraId="7B0167C9" w14:textId="77777777" w:rsidR="00FD7408" w:rsidRPr="009F6609" w:rsidRDefault="00FD7408" w:rsidP="00A01D2B">
      <w:pPr>
        <w:pStyle w:val="BodyText"/>
        <w:numPr>
          <w:ilvl w:val="2"/>
          <w:numId w:val="84"/>
        </w:numPr>
      </w:pPr>
      <w:r w:rsidRPr="009F6609">
        <w:t>Documentation of corrective action stemming from Condition Reports.</w:t>
      </w:r>
    </w:p>
    <w:p w14:paraId="7FF77636" w14:textId="77777777" w:rsidR="00FD7408" w:rsidRPr="009F6609" w:rsidRDefault="00FD7408" w:rsidP="00A01D2B">
      <w:pPr>
        <w:pStyle w:val="BodyText"/>
        <w:numPr>
          <w:ilvl w:val="2"/>
          <w:numId w:val="84"/>
        </w:numPr>
      </w:pPr>
      <w:r w:rsidRPr="009F6609">
        <w:t xml:space="preserve">Requirements Configuration Management </w:t>
      </w:r>
      <w:proofErr w:type="gramStart"/>
      <w:r w:rsidRPr="009F6609">
        <w:t>Report;</w:t>
      </w:r>
      <w:proofErr w:type="gramEnd"/>
      <w:r w:rsidRPr="009F6609">
        <w:t xml:space="preserve"> verify that configuration change orders are communicated to the IV&amp;V and Test organizations.</w:t>
      </w:r>
    </w:p>
    <w:p w14:paraId="4E5BB0BC" w14:textId="77777777" w:rsidR="00176307" w:rsidRDefault="00FD7408" w:rsidP="00A01D2B">
      <w:pPr>
        <w:pStyle w:val="BodyText"/>
        <w:numPr>
          <w:ilvl w:val="2"/>
          <w:numId w:val="84"/>
        </w:numPr>
      </w:pPr>
      <w:r w:rsidRPr="009F6609">
        <w:t xml:space="preserve">Requirements IV&amp;V Report; verify that the report confirms that there is </w:t>
      </w:r>
      <w:proofErr w:type="gramStart"/>
      <w:r w:rsidRPr="009F6609">
        <w:t>100</w:t>
      </w:r>
      <w:proofErr w:type="gramEnd"/>
      <w:r w:rsidR="00F70A4E">
        <w:t xml:space="preserve"> percent</w:t>
      </w:r>
      <w:r w:rsidRPr="009F6609">
        <w:t xml:space="preserve"> verification of software requirements by the IV&amp;V organization.</w:t>
      </w:r>
    </w:p>
    <w:p w14:paraId="73DFACAA" w14:textId="77777777" w:rsidR="00176307" w:rsidRDefault="00FD7408" w:rsidP="006F21F2">
      <w:pPr>
        <w:pStyle w:val="BodyText"/>
        <w:numPr>
          <w:ilvl w:val="0"/>
          <w:numId w:val="84"/>
        </w:numPr>
        <w:rPr>
          <w:bCs/>
        </w:rPr>
      </w:pPr>
      <w:r w:rsidRPr="000E7DB5">
        <w:rPr>
          <w:bCs/>
          <w:u w:val="single"/>
        </w:rPr>
        <w:t>Requirements Safety Analysis</w:t>
      </w:r>
    </w:p>
    <w:p w14:paraId="0B6B4FF6" w14:textId="62DDD921" w:rsidR="00FD7408" w:rsidRPr="009F6609" w:rsidRDefault="00FD7408" w:rsidP="00A01D2B">
      <w:pPr>
        <w:pStyle w:val="BodyText"/>
        <w:numPr>
          <w:ilvl w:val="1"/>
          <w:numId w:val="84"/>
        </w:numPr>
      </w:pPr>
      <w:r w:rsidRPr="009F6609">
        <w:rPr>
          <w:bCs/>
        </w:rPr>
        <w:t xml:space="preserve">A </w:t>
      </w:r>
      <w:r w:rsidRPr="009F6609">
        <w:t>Safety Analysis encompassing Requirements Phase activities should be performed and documented. The analysis should determine which software requirements are critical to system safety</w:t>
      </w:r>
      <w:r w:rsidR="00DD1165">
        <w:t>, that</w:t>
      </w:r>
      <w:r w:rsidRPr="009F6609">
        <w:t xml:space="preserve"> all safety requirements imposed </w:t>
      </w:r>
      <w:r w:rsidRPr="009F6609">
        <w:rPr>
          <w:bCs/>
        </w:rPr>
        <w:t xml:space="preserve">by </w:t>
      </w:r>
      <w:r w:rsidRPr="009F6609">
        <w:t xml:space="preserve">the </w:t>
      </w:r>
      <w:r w:rsidR="00E928A6">
        <w:t>DI&amp;C</w:t>
      </w:r>
      <w:r w:rsidRPr="009F6609">
        <w:t xml:space="preserve"> </w:t>
      </w:r>
      <w:r w:rsidR="007922B3">
        <w:t>s</w:t>
      </w:r>
      <w:r w:rsidRPr="009F6609">
        <w:t xml:space="preserve">ystem design have been correctly addressed in the SRS, and that no additional </w:t>
      </w:r>
      <w:r w:rsidRPr="009F6609">
        <w:rPr>
          <w:bCs/>
        </w:rPr>
        <w:t xml:space="preserve">hazards </w:t>
      </w:r>
      <w:r w:rsidRPr="009F6609">
        <w:t xml:space="preserve">have been created </w:t>
      </w:r>
      <w:r w:rsidRPr="009F6609">
        <w:rPr>
          <w:bCs/>
        </w:rPr>
        <w:t xml:space="preserve">by </w:t>
      </w:r>
      <w:r w:rsidRPr="009F6609">
        <w:t xml:space="preserve">the SRS. Verify the following attributes and results of the Safety Analysis, as committed to </w:t>
      </w:r>
      <w:proofErr w:type="gramStart"/>
      <w:r w:rsidRPr="009F6609">
        <w:t>in</w:t>
      </w:r>
      <w:proofErr w:type="gramEnd"/>
      <w:r w:rsidRPr="009F6609">
        <w:t xml:space="preserve"> the licensing basis:</w:t>
      </w:r>
    </w:p>
    <w:p w14:paraId="2EE745F1" w14:textId="4C3DE49E" w:rsidR="00FD7408" w:rsidRPr="009F6609" w:rsidRDefault="00E928A6" w:rsidP="00A01D2B">
      <w:pPr>
        <w:pStyle w:val="BodyText"/>
        <w:numPr>
          <w:ilvl w:val="2"/>
          <w:numId w:val="84"/>
        </w:numPr>
      </w:pPr>
      <w:r>
        <w:t>DI&amp;C</w:t>
      </w:r>
      <w:r w:rsidR="00FD7408" w:rsidRPr="009F6609">
        <w:t xml:space="preserve"> system safety requirements are correctly included in the SRS.</w:t>
      </w:r>
    </w:p>
    <w:p w14:paraId="79730384" w14:textId="61863879" w:rsidR="00FD7408" w:rsidRPr="009F6609" w:rsidRDefault="00FD7408" w:rsidP="00A01D2B">
      <w:pPr>
        <w:pStyle w:val="BodyText"/>
        <w:numPr>
          <w:ilvl w:val="2"/>
          <w:numId w:val="84"/>
        </w:numPr>
      </w:pPr>
      <w:r w:rsidRPr="009F6609">
        <w:t xml:space="preserve">Each </w:t>
      </w:r>
      <w:r w:rsidR="00E928A6">
        <w:t>DI&amp;C</w:t>
      </w:r>
      <w:r w:rsidRPr="009F6609">
        <w:t xml:space="preserve"> system safety requirement can be traced </w:t>
      </w:r>
      <w:r w:rsidRPr="00EA00E0">
        <w:t xml:space="preserve">to </w:t>
      </w:r>
      <w:r w:rsidRPr="009F6609">
        <w:t>one or more software requirements.</w:t>
      </w:r>
    </w:p>
    <w:p w14:paraId="4C5ADE68" w14:textId="77777777" w:rsidR="00FD7408" w:rsidRPr="00EA00E0" w:rsidRDefault="00FD7408" w:rsidP="00A01D2B">
      <w:pPr>
        <w:pStyle w:val="BodyText"/>
        <w:numPr>
          <w:ilvl w:val="2"/>
          <w:numId w:val="84"/>
        </w:numPr>
      </w:pPr>
      <w:r w:rsidRPr="009F6609">
        <w:t xml:space="preserve">Each software requirement can be traced </w:t>
      </w:r>
      <w:r w:rsidRPr="00EA00E0">
        <w:t xml:space="preserve">to </w:t>
      </w:r>
      <w:r w:rsidRPr="009F6609">
        <w:t>one or more system requirements.</w:t>
      </w:r>
    </w:p>
    <w:p w14:paraId="55131492" w14:textId="0F775FF3" w:rsidR="00FD7408" w:rsidRPr="009F6609" w:rsidRDefault="00FD7408" w:rsidP="00A01D2B">
      <w:pPr>
        <w:pStyle w:val="BodyText"/>
        <w:numPr>
          <w:ilvl w:val="2"/>
          <w:numId w:val="84"/>
        </w:numPr>
      </w:pPr>
      <w:r w:rsidRPr="009F6609">
        <w:t xml:space="preserve">There are no missing or inconsistently specified </w:t>
      </w:r>
      <w:r w:rsidR="00E928A6">
        <w:t>DI&amp;C</w:t>
      </w:r>
      <w:r w:rsidRPr="009F6609">
        <w:t xml:space="preserve"> system functions or software requirements (from the selected sample).</w:t>
      </w:r>
    </w:p>
    <w:p w14:paraId="5809083E" w14:textId="77777777" w:rsidR="00FD7408" w:rsidRPr="009F6609" w:rsidRDefault="00FD7408" w:rsidP="00A01D2B">
      <w:pPr>
        <w:pStyle w:val="BodyText"/>
        <w:numPr>
          <w:ilvl w:val="2"/>
          <w:numId w:val="84"/>
        </w:numPr>
      </w:pPr>
      <w:r w:rsidRPr="009F6609">
        <w:t>No new hazards have been introduced to the process.</w:t>
      </w:r>
    </w:p>
    <w:p w14:paraId="6D8E1F3E" w14:textId="77777777" w:rsidR="00FD7408" w:rsidRPr="009F6609" w:rsidRDefault="00FD7408" w:rsidP="00A01D2B">
      <w:pPr>
        <w:pStyle w:val="BodyText"/>
        <w:numPr>
          <w:ilvl w:val="2"/>
          <w:numId w:val="84"/>
        </w:numPr>
      </w:pPr>
      <w:r w:rsidRPr="009F6609">
        <w:t>Requirements that can affect safety have been identified.</w:t>
      </w:r>
    </w:p>
    <w:p w14:paraId="2448955B" w14:textId="77777777" w:rsidR="00176307" w:rsidRDefault="00FD7408" w:rsidP="00A01D2B">
      <w:pPr>
        <w:pStyle w:val="BodyText"/>
        <w:numPr>
          <w:ilvl w:val="2"/>
          <w:numId w:val="84"/>
        </w:numPr>
      </w:pPr>
      <w:r w:rsidRPr="009F6609">
        <w:t>Safety issues and resolutions are documented.</w:t>
      </w:r>
    </w:p>
    <w:p w14:paraId="3F67D442" w14:textId="30B4D47D" w:rsidR="00FD7408" w:rsidRPr="009F6609" w:rsidRDefault="00FD7408" w:rsidP="00A01D2B">
      <w:pPr>
        <w:pStyle w:val="BodyText"/>
        <w:numPr>
          <w:ilvl w:val="1"/>
          <w:numId w:val="84"/>
        </w:numPr>
      </w:pPr>
      <w:r w:rsidRPr="009F6609">
        <w:t xml:space="preserve">Analyses of software safety requirements should be performed to determine the impact of incorrectly developed or incorporated requirements on </w:t>
      </w:r>
      <w:r>
        <w:t>safety significant</w:t>
      </w:r>
      <w:r w:rsidRPr="009F6609">
        <w:t xml:space="preserve"> software. Verify that the following elements have been considered:</w:t>
      </w:r>
    </w:p>
    <w:p w14:paraId="0D46B4C8" w14:textId="07BBDAD2" w:rsidR="00FD7408" w:rsidRPr="009F6609" w:rsidRDefault="00FD7408" w:rsidP="00A01D2B">
      <w:pPr>
        <w:pStyle w:val="BodyText"/>
        <w:numPr>
          <w:ilvl w:val="2"/>
          <w:numId w:val="84"/>
        </w:numPr>
      </w:pPr>
      <w:r w:rsidRPr="009F6609">
        <w:t xml:space="preserve">Diverse Requirements for the </w:t>
      </w:r>
      <w:r w:rsidR="00E928A6">
        <w:t>DI&amp;C</w:t>
      </w:r>
      <w:r w:rsidRPr="009F6609">
        <w:t xml:space="preserve"> system and software are included based on a Diversity and Defense-in</w:t>
      </w:r>
      <w:r w:rsidR="00E72116" w:rsidRPr="00EA00E0">
        <w:rPr>
          <w:rFonts w:ascii="Cambria Math" w:hAnsi="Cambria Math" w:cs="Cambria Math"/>
        </w:rPr>
        <w:t>‑</w:t>
      </w:r>
      <w:r w:rsidRPr="009F6609">
        <w:t>Depth (D3) analysis.</w:t>
      </w:r>
    </w:p>
    <w:p w14:paraId="6C921719" w14:textId="77777777" w:rsidR="00FD7408" w:rsidRPr="009F6609" w:rsidRDefault="00FD7408" w:rsidP="00A01D2B">
      <w:pPr>
        <w:pStyle w:val="BodyText"/>
        <w:numPr>
          <w:ilvl w:val="2"/>
          <w:numId w:val="84"/>
        </w:numPr>
      </w:pPr>
      <w:r w:rsidRPr="009F6609">
        <w:t xml:space="preserve">Critical/Non-Critical Software Requirement discriminators and criteria, based on </w:t>
      </w:r>
      <w:proofErr w:type="gramStart"/>
      <w:r w:rsidRPr="009F6609">
        <w:t>criticality</w:t>
      </w:r>
      <w:proofErr w:type="gramEnd"/>
      <w:r w:rsidRPr="009F6609">
        <w:t xml:space="preserve"> analysis that determines the impact of a failure to meet software requirements, are included.</w:t>
      </w:r>
    </w:p>
    <w:p w14:paraId="3B8D0DFF" w14:textId="245805E8" w:rsidR="00FD7408" w:rsidRPr="009F6609" w:rsidRDefault="00FD7408" w:rsidP="00A01D2B">
      <w:pPr>
        <w:pStyle w:val="BodyText"/>
        <w:numPr>
          <w:ilvl w:val="2"/>
          <w:numId w:val="84"/>
        </w:numPr>
      </w:pPr>
      <w:r w:rsidRPr="009F6609">
        <w:t xml:space="preserve">Requirements Traceability, as a mechanism to determine compliance with </w:t>
      </w:r>
      <w:r w:rsidR="00E928A6">
        <w:t>DI&amp;C</w:t>
      </w:r>
      <w:r w:rsidRPr="009F6609">
        <w:t xml:space="preserve"> system specifications, is included.</w:t>
      </w:r>
    </w:p>
    <w:p w14:paraId="2D5EC97A" w14:textId="310A4708" w:rsidR="00FD7408" w:rsidRPr="009F6609" w:rsidRDefault="00FD7408" w:rsidP="00A01D2B">
      <w:pPr>
        <w:pStyle w:val="BodyText"/>
        <w:numPr>
          <w:ilvl w:val="2"/>
          <w:numId w:val="84"/>
        </w:numPr>
      </w:pPr>
      <w:r w:rsidRPr="009F6609">
        <w:lastRenderedPageBreak/>
        <w:t xml:space="preserve">Specific Requirements are included to ensure deterministic behavior of the </w:t>
      </w:r>
      <w:r w:rsidR="00E928A6">
        <w:t>DI&amp;C</w:t>
      </w:r>
      <w:r w:rsidRPr="009F6609">
        <w:t xml:space="preserve"> system.</w:t>
      </w:r>
    </w:p>
    <w:p w14:paraId="0DFC7AFD" w14:textId="0745BD5F" w:rsidR="00FD7408" w:rsidRPr="00996FE3" w:rsidRDefault="00FD7408" w:rsidP="00A01D2B">
      <w:pPr>
        <w:pStyle w:val="BodyText"/>
        <w:numPr>
          <w:ilvl w:val="2"/>
          <w:numId w:val="84"/>
        </w:numPr>
      </w:pPr>
      <w:r w:rsidRPr="00B546D9">
        <w:t xml:space="preserve">Specific Requirements are included </w:t>
      </w:r>
      <w:proofErr w:type="gramStart"/>
      <w:r w:rsidRPr="00B546D9">
        <w:t>to address</w:t>
      </w:r>
      <w:proofErr w:type="gramEnd"/>
      <w:r w:rsidRPr="00B546D9">
        <w:t xml:space="preserve"> Secure Development and Operational Environment (per R</w:t>
      </w:r>
      <w:r w:rsidR="009D2F1A">
        <w:t xml:space="preserve">egulatory </w:t>
      </w:r>
      <w:r w:rsidRPr="00B546D9">
        <w:t>G</w:t>
      </w:r>
      <w:r w:rsidR="009D2F1A">
        <w:t>uide</w:t>
      </w:r>
      <w:r w:rsidRPr="00B546D9">
        <w:t xml:space="preserve"> 1.152) vulnerabilities.</w:t>
      </w:r>
    </w:p>
    <w:p w14:paraId="64FE12F3" w14:textId="46FBEA2A" w:rsidR="00FD7408" w:rsidRPr="00682992" w:rsidRDefault="00FD7408" w:rsidP="00121D15">
      <w:pPr>
        <w:pStyle w:val="BodyTextHeading1"/>
      </w:pPr>
      <w:r w:rsidRPr="00682992">
        <w:t>88200.M.A2</w:t>
      </w:r>
      <w:r w:rsidR="00C94659" w:rsidRPr="00682992">
        <w:rPr>
          <w:rFonts w:ascii="Cambria Math" w:hAnsi="Cambria Math" w:cs="Cambria Math"/>
        </w:rPr>
        <w:t>‑</w:t>
      </w:r>
      <w:r w:rsidR="00C94659" w:rsidRPr="00682992">
        <w:t>04</w:t>
      </w:r>
      <w:r w:rsidRPr="00682992">
        <w:t xml:space="preserve"> </w:t>
      </w:r>
      <w:r w:rsidRPr="00682992">
        <w:tab/>
        <w:t>RESOURCE ESTIMATE</w:t>
      </w:r>
    </w:p>
    <w:p w14:paraId="42106A27" w14:textId="27BB139B" w:rsidR="00FD7408" w:rsidRDefault="00FD7408" w:rsidP="00FA5131">
      <w:pPr>
        <w:pStyle w:val="BodyText"/>
      </w:pPr>
      <w:r w:rsidRPr="00E360BA">
        <w:t xml:space="preserve">Appendix </w:t>
      </w:r>
      <w:r>
        <w:t xml:space="preserve">resource estimate </w:t>
      </w:r>
      <w:r w:rsidRPr="00E360BA">
        <w:t xml:space="preserve">listed in Appendix </w:t>
      </w:r>
      <w:r>
        <w:t>M</w:t>
      </w:r>
      <w:r w:rsidRPr="00E360BA">
        <w:t>, “Inspection of Digital Instrumentation and Control (</w:t>
      </w:r>
      <w:r w:rsidR="00E928A6">
        <w:t>DI&amp;C</w:t>
      </w:r>
      <w:r w:rsidRPr="00E360BA">
        <w:t>) System/Software Design.”</w:t>
      </w:r>
    </w:p>
    <w:p w14:paraId="4BA5342C" w14:textId="2BBE44C2" w:rsidR="00FD7408" w:rsidRPr="00682992" w:rsidRDefault="00FD7408" w:rsidP="00121D15">
      <w:pPr>
        <w:pStyle w:val="BodyTextHeading1"/>
      </w:pPr>
      <w:r w:rsidRPr="00682992">
        <w:t>88200.M.A2</w:t>
      </w:r>
      <w:r w:rsidR="00C94659" w:rsidRPr="00682992">
        <w:rPr>
          <w:rFonts w:ascii="Cambria Math" w:hAnsi="Cambria Math" w:cs="Cambria Math"/>
        </w:rPr>
        <w:t>‑</w:t>
      </w:r>
      <w:r w:rsidR="00C94659" w:rsidRPr="00682992">
        <w:t>05</w:t>
      </w:r>
      <w:r w:rsidRPr="00682992">
        <w:tab/>
        <w:t>PROCEDURE COMPLETION</w:t>
      </w:r>
    </w:p>
    <w:p w14:paraId="4D9D1CEB" w14:textId="4D0EDDFC" w:rsidR="00FD7408" w:rsidRDefault="00FD7408" w:rsidP="00FA5131">
      <w:pPr>
        <w:pStyle w:val="BodyText"/>
      </w:pPr>
      <w:r w:rsidRPr="00E360BA">
        <w:t xml:space="preserve">Appendix </w:t>
      </w:r>
      <w:r>
        <w:t xml:space="preserve">procedure completion </w:t>
      </w:r>
      <w:r w:rsidRPr="00E360BA">
        <w:t xml:space="preserve">listed in Appendix </w:t>
      </w:r>
      <w:r>
        <w:t>M</w:t>
      </w:r>
      <w:r w:rsidRPr="00E360BA">
        <w:t>, “Inspection of Digital Instrumentation and Control (</w:t>
      </w:r>
      <w:r w:rsidR="00E928A6">
        <w:t>DI&amp;C</w:t>
      </w:r>
      <w:r w:rsidRPr="00E360BA">
        <w:t>) System/Software Design.”</w:t>
      </w:r>
    </w:p>
    <w:p w14:paraId="734E2D4D" w14:textId="7D3AE9BE" w:rsidR="00FD7408" w:rsidRPr="00682992" w:rsidRDefault="00FD7408" w:rsidP="00121D15">
      <w:pPr>
        <w:pStyle w:val="BodyTextHeading1"/>
      </w:pPr>
      <w:r w:rsidRPr="00682992">
        <w:t>88200.M.A2</w:t>
      </w:r>
      <w:r w:rsidR="00C94659" w:rsidRPr="00682992">
        <w:rPr>
          <w:rFonts w:ascii="Cambria Math" w:hAnsi="Cambria Math" w:cs="Cambria Math"/>
        </w:rPr>
        <w:t>‑</w:t>
      </w:r>
      <w:r w:rsidR="00C94659" w:rsidRPr="00682992">
        <w:t>06</w:t>
      </w:r>
      <w:r w:rsidRPr="00682992">
        <w:tab/>
        <w:t>REFERENCES</w:t>
      </w:r>
    </w:p>
    <w:p w14:paraId="192CC701" w14:textId="5FC8F14B" w:rsidR="00FD7408" w:rsidRPr="00E360BA" w:rsidRDefault="00FD7408" w:rsidP="00D26483">
      <w:pPr>
        <w:pStyle w:val="BodyText"/>
        <w:spacing w:after="0"/>
      </w:pPr>
      <w:r w:rsidRPr="00E360BA">
        <w:t xml:space="preserve">Appendix </w:t>
      </w:r>
      <w:r>
        <w:t xml:space="preserve">references </w:t>
      </w:r>
      <w:r w:rsidRPr="00E360BA">
        <w:t xml:space="preserve">listed in Appendix </w:t>
      </w:r>
      <w:r>
        <w:t>M</w:t>
      </w:r>
      <w:r w:rsidRPr="00E360BA">
        <w:t>, “Inspection of Digital Instrumentation and Control (</w:t>
      </w:r>
      <w:r w:rsidR="00E928A6">
        <w:t>DI&amp;C</w:t>
      </w:r>
      <w:r w:rsidRPr="00E360BA">
        <w:t>) System/Software Design.”</w:t>
      </w:r>
    </w:p>
    <w:p w14:paraId="33440D2C" w14:textId="77777777" w:rsidR="00176307" w:rsidRDefault="00FD7408" w:rsidP="00D26483">
      <w:pPr>
        <w:widowControl/>
        <w:autoSpaceDE/>
        <w:autoSpaceDN/>
        <w:adjustRightInd/>
        <w:spacing w:before="440" w:after="440"/>
        <w:jc w:val="center"/>
        <w:rPr>
          <w:rFonts w:ascii="Arial" w:hAnsi="Arial" w:cs="Arial"/>
          <w:sz w:val="22"/>
          <w:szCs w:val="22"/>
        </w:rPr>
      </w:pPr>
      <w:r w:rsidRPr="00396478">
        <w:rPr>
          <w:rFonts w:ascii="Arial" w:hAnsi="Arial" w:cs="Arial"/>
          <w:sz w:val="22"/>
          <w:szCs w:val="22"/>
        </w:rPr>
        <w:t>END</w:t>
      </w:r>
    </w:p>
    <w:p w14:paraId="6EA93D75" w14:textId="513682C8" w:rsidR="00E75363" w:rsidRPr="00122568" w:rsidRDefault="00122568" w:rsidP="00122568">
      <w:pPr>
        <w:widowControl/>
        <w:autoSpaceDE/>
        <w:autoSpaceDN/>
        <w:adjustRightInd/>
        <w:spacing w:after="220"/>
        <w:rPr>
          <w:rFonts w:ascii="Arial" w:eastAsiaTheme="minorHAnsi" w:hAnsi="Arial" w:cs="Arial"/>
          <w:sz w:val="22"/>
          <w:szCs w:val="22"/>
        </w:rPr>
      </w:pPr>
      <w:r>
        <w:br w:type="page"/>
      </w:r>
    </w:p>
    <w:p w14:paraId="51B3E45E" w14:textId="77777777" w:rsidR="00840D18" w:rsidRDefault="00840D18" w:rsidP="00F27A24">
      <w:pPr>
        <w:pStyle w:val="attachmenttitle"/>
        <w:sectPr w:rsidR="00840D18" w:rsidSect="00740607">
          <w:footerReference w:type="default" r:id="rId13"/>
          <w:pgSz w:w="12240" w:h="15840" w:code="1"/>
          <w:pgMar w:top="1440" w:right="1440" w:bottom="1440" w:left="1440" w:header="1080" w:footer="720" w:gutter="0"/>
          <w:pgNumType w:start="1"/>
          <w:cols w:space="720"/>
          <w:docGrid w:linePitch="360"/>
        </w:sectPr>
      </w:pPr>
    </w:p>
    <w:p w14:paraId="425EA523" w14:textId="5CC69565" w:rsidR="003E173F" w:rsidRDefault="003E173F" w:rsidP="00F27A24">
      <w:pPr>
        <w:pStyle w:val="attachmenttitle"/>
      </w:pPr>
      <w:r w:rsidRPr="009F6609">
        <w:lastRenderedPageBreak/>
        <w:t>A</w:t>
      </w:r>
      <w:r>
        <w:t>ttachment</w:t>
      </w:r>
      <w:r w:rsidR="00EA7B94">
        <w:t> 3</w:t>
      </w:r>
      <w:r>
        <w:t xml:space="preserve">: </w:t>
      </w:r>
      <w:r w:rsidRPr="009F6609">
        <w:t>I</w:t>
      </w:r>
      <w:r>
        <w:t xml:space="preserve">nspection Guide </w:t>
      </w:r>
      <w:r w:rsidR="009004C5">
        <w:t>f</w:t>
      </w:r>
      <w:r>
        <w:t xml:space="preserve">or </w:t>
      </w:r>
      <w:r w:rsidR="00E928A6">
        <w:t>DI&amp;C</w:t>
      </w:r>
      <w:r w:rsidRPr="009F6609">
        <w:t xml:space="preserve"> S</w:t>
      </w:r>
      <w:r>
        <w:t>ystem/Software Life Cycle</w:t>
      </w:r>
      <w:r w:rsidR="007B3E21">
        <w:t xml:space="preserve"> </w:t>
      </w:r>
      <w:r w:rsidR="00F522C1">
        <w:t>–</w:t>
      </w:r>
      <w:r w:rsidR="007B3E21">
        <w:br/>
      </w:r>
      <w:r w:rsidR="006D6EFA" w:rsidRPr="0001184B">
        <w:t>D</w:t>
      </w:r>
      <w:r w:rsidR="006D6EFA">
        <w:t xml:space="preserve">esign &amp; Implementation </w:t>
      </w:r>
      <w:r w:rsidR="006D6EFA" w:rsidRPr="00EA4E1B">
        <w:t>Phase</w:t>
      </w:r>
    </w:p>
    <w:p w14:paraId="5AC29C29" w14:textId="0E09D246" w:rsidR="00F3545D" w:rsidRPr="00682992" w:rsidRDefault="00F3545D" w:rsidP="00121D15">
      <w:pPr>
        <w:pStyle w:val="BodyTextHeading1"/>
      </w:pPr>
      <w:r w:rsidRPr="00682992">
        <w:t>88200.M.A3</w:t>
      </w:r>
      <w:r w:rsidR="00C94659" w:rsidRPr="00682992">
        <w:rPr>
          <w:rFonts w:ascii="Cambria Math" w:hAnsi="Cambria Math" w:cs="Cambria Math"/>
        </w:rPr>
        <w:t>‑</w:t>
      </w:r>
      <w:r w:rsidR="00C94659" w:rsidRPr="00682992">
        <w:t>01</w:t>
      </w:r>
      <w:r w:rsidRPr="00682992">
        <w:tab/>
        <w:t>INSPECTION OBJECTIVES</w:t>
      </w:r>
    </w:p>
    <w:p w14:paraId="045E6537" w14:textId="77777777" w:rsidR="00176307" w:rsidRDefault="00EA00E0" w:rsidP="00EA00E0">
      <w:pPr>
        <w:pStyle w:val="BodyText"/>
      </w:pPr>
      <w:r>
        <w:t>01.01</w:t>
      </w:r>
      <w:r>
        <w:tab/>
      </w:r>
      <w:r w:rsidR="00F3545D" w:rsidRPr="00EA00E0">
        <w:t>Appendix inspection objectives listed in Appendix M, “Inspection of Digital Instrumentation and Control (</w:t>
      </w:r>
      <w:r w:rsidR="00E928A6" w:rsidRPr="00EA00E0">
        <w:t>DI&amp;C</w:t>
      </w:r>
      <w:r w:rsidR="00F3545D" w:rsidRPr="00EA00E0">
        <w:t>) System/Software Design.”</w:t>
      </w:r>
    </w:p>
    <w:p w14:paraId="0A4F7B19" w14:textId="13718094" w:rsidR="00F3545D" w:rsidRPr="00EA00E0" w:rsidRDefault="00EA00E0" w:rsidP="00EA00E0">
      <w:pPr>
        <w:pStyle w:val="BodyText"/>
      </w:pPr>
      <w:r>
        <w:t>01.02</w:t>
      </w:r>
      <w:r>
        <w:tab/>
      </w:r>
      <w:r w:rsidR="00F3545D" w:rsidRPr="00EA00E0">
        <w:t xml:space="preserve">Attachment Inspection Objectives: Verify that the licensee’s </w:t>
      </w:r>
      <w:r w:rsidR="00E928A6" w:rsidRPr="00EA00E0">
        <w:t>DI&amp;C</w:t>
      </w:r>
      <w:r w:rsidR="00F3545D" w:rsidRPr="00EA00E0">
        <w:t xml:space="preserve"> development Design and Implementation Phase process and documentation are consistent with commitments.</w:t>
      </w:r>
    </w:p>
    <w:p w14:paraId="6E15A769" w14:textId="3C28F428" w:rsidR="00F3545D" w:rsidRPr="00682992" w:rsidRDefault="00F3545D" w:rsidP="00121D15">
      <w:pPr>
        <w:pStyle w:val="BodyTextHeading1"/>
      </w:pPr>
      <w:r w:rsidRPr="00682992">
        <w:t>88200.M.A3</w:t>
      </w:r>
      <w:r w:rsidR="00C94659" w:rsidRPr="00682992">
        <w:rPr>
          <w:rFonts w:ascii="Cambria Math" w:hAnsi="Cambria Math" w:cs="Cambria Math"/>
        </w:rPr>
        <w:t>‑</w:t>
      </w:r>
      <w:r w:rsidR="00C94659" w:rsidRPr="00682992">
        <w:t>02</w:t>
      </w:r>
      <w:r w:rsidRPr="00682992">
        <w:tab/>
        <w:t>INSPECTION REQUIREMENTS</w:t>
      </w:r>
    </w:p>
    <w:p w14:paraId="1B2F15D5" w14:textId="26EC0C9C" w:rsidR="00F3545D" w:rsidRDefault="00F3545D" w:rsidP="00FA5131">
      <w:pPr>
        <w:pStyle w:val="BodyText"/>
      </w:pPr>
      <w:r w:rsidRPr="00E360BA">
        <w:t xml:space="preserve">Appendix inspection </w:t>
      </w:r>
      <w:r>
        <w:t xml:space="preserve">requirements </w:t>
      </w:r>
      <w:r w:rsidRPr="00E360BA">
        <w:t xml:space="preserve">listed in Appendix </w:t>
      </w:r>
      <w:r>
        <w:t>M</w:t>
      </w:r>
      <w:r w:rsidRPr="00E360BA">
        <w:t>, “Inspection of Digital Instrumentation and Control (</w:t>
      </w:r>
      <w:r w:rsidR="00E928A6">
        <w:t>DI&amp;C</w:t>
      </w:r>
      <w:r w:rsidRPr="00E360BA">
        <w:t>) System/Software Design.”</w:t>
      </w:r>
    </w:p>
    <w:p w14:paraId="3F1C4CAD" w14:textId="77777777" w:rsidR="007F06F5" w:rsidRDefault="007F06F5" w:rsidP="00EA00E0">
      <w:pPr>
        <w:pStyle w:val="BodyText"/>
      </w:pPr>
      <w:r>
        <w:t>Refer to licensing basis requirements for applicable codes and standards for each fuel facility.</w:t>
      </w:r>
    </w:p>
    <w:p w14:paraId="61DEE8BE" w14:textId="571A2696" w:rsidR="00F3545D" w:rsidRPr="00682992" w:rsidRDefault="00F3545D" w:rsidP="00121D15">
      <w:pPr>
        <w:pStyle w:val="BodyTextHeading1"/>
      </w:pPr>
      <w:r w:rsidRPr="00682992">
        <w:t>88200.M.A3</w:t>
      </w:r>
      <w:r w:rsidR="00C94659" w:rsidRPr="00682992">
        <w:rPr>
          <w:rFonts w:ascii="Cambria Math" w:hAnsi="Cambria Math" w:cs="Cambria Math"/>
        </w:rPr>
        <w:t>‑</w:t>
      </w:r>
      <w:r w:rsidR="00C94659" w:rsidRPr="00682992">
        <w:t>03</w:t>
      </w:r>
      <w:r w:rsidRPr="00682992">
        <w:tab/>
        <w:t>INSPECTION GUIDANCE</w:t>
      </w:r>
    </w:p>
    <w:p w14:paraId="308EAF7D" w14:textId="77777777" w:rsidR="00176307" w:rsidRDefault="00F3545D" w:rsidP="006D526D">
      <w:pPr>
        <w:pStyle w:val="BodyText"/>
      </w:pPr>
      <w:r w:rsidRPr="009F6609">
        <w:rPr>
          <w:u w:val="single"/>
        </w:rPr>
        <w:t>General Guidance</w:t>
      </w:r>
    </w:p>
    <w:p w14:paraId="74A1DF5E" w14:textId="0B755D73" w:rsidR="00F3545D" w:rsidRPr="009F6609" w:rsidRDefault="00F3545D" w:rsidP="00FA5131">
      <w:pPr>
        <w:pStyle w:val="BodyText"/>
      </w:pPr>
      <w:r w:rsidRPr="009F6609">
        <w:t xml:space="preserve">The follow-on to </w:t>
      </w:r>
      <w:proofErr w:type="gramStart"/>
      <w:r w:rsidRPr="009F6609">
        <w:t>development</w:t>
      </w:r>
      <w:proofErr w:type="gramEnd"/>
      <w:r w:rsidRPr="009F6609">
        <w:t xml:space="preserve"> of software requirements is the design of the software system. Activities include </w:t>
      </w:r>
      <w:proofErr w:type="gramStart"/>
      <w:r w:rsidRPr="009F6609">
        <w:t>the documentation</w:t>
      </w:r>
      <w:proofErr w:type="gramEnd"/>
      <w:r w:rsidRPr="009F6609">
        <w:t xml:space="preserve">, analysis, and review of the various software design processes. Design control products/documents (Design Outputs) resulting from these activities </w:t>
      </w:r>
      <w:proofErr w:type="gramStart"/>
      <w:r w:rsidRPr="009F6609">
        <w:t>includes</w:t>
      </w:r>
      <w:proofErr w:type="gramEnd"/>
      <w:r w:rsidRPr="009F6609">
        <w:t>:</w:t>
      </w:r>
    </w:p>
    <w:p w14:paraId="010300DA" w14:textId="77777777" w:rsidR="00F3545D" w:rsidRPr="009F6609" w:rsidRDefault="00F3545D" w:rsidP="00123AC7">
      <w:pPr>
        <w:pStyle w:val="ListBullet2"/>
      </w:pPr>
      <w:r w:rsidRPr="009F6609">
        <w:t>Hardware and Software Architecture Descriptions</w:t>
      </w:r>
    </w:p>
    <w:p w14:paraId="6B446DA8" w14:textId="77777777" w:rsidR="00F3545D" w:rsidRPr="00123AC7" w:rsidRDefault="00F3545D" w:rsidP="00123AC7">
      <w:pPr>
        <w:pStyle w:val="ListBullet2"/>
      </w:pPr>
      <w:r w:rsidRPr="00123AC7">
        <w:t>Software Design Specification</w:t>
      </w:r>
    </w:p>
    <w:p w14:paraId="24C10486" w14:textId="77777777" w:rsidR="00176307" w:rsidRDefault="00F3545D" w:rsidP="00123AC7">
      <w:pPr>
        <w:pStyle w:val="ListBullet2"/>
        <w:rPr>
          <w:rFonts w:cs="Arial"/>
          <w:szCs w:val="22"/>
        </w:rPr>
      </w:pPr>
      <w:r w:rsidRPr="00123AC7">
        <w:t>Co</w:t>
      </w:r>
      <w:r w:rsidRPr="009F6609">
        <w:rPr>
          <w:rFonts w:cs="Arial"/>
          <w:szCs w:val="22"/>
        </w:rPr>
        <w:t>de Listings</w:t>
      </w:r>
    </w:p>
    <w:p w14:paraId="04C0C216" w14:textId="473DB120" w:rsidR="00F3545D" w:rsidRDefault="00F3545D" w:rsidP="00C52E22">
      <w:pPr>
        <w:pStyle w:val="BodyText"/>
      </w:pPr>
      <w:r w:rsidRPr="009F6609">
        <w:t xml:space="preserve">The software design activities translate the software requirements specifications into a hardware/software architecture specification and a software design specification. Reviewing the software architecture of the </w:t>
      </w:r>
      <w:r w:rsidR="00C33B60">
        <w:t>D</w:t>
      </w:r>
      <w:r w:rsidRPr="009F6609">
        <w:t>I&amp;C system allows the staff to understand how the high-level coded functions of the system interact to accomplish the design function. Review of the Software Design Specification enables the staff to ensure that the software code accurately reflects the software requirements.</w:t>
      </w:r>
    </w:p>
    <w:p w14:paraId="32074B18" w14:textId="77777777" w:rsidR="00176307" w:rsidRDefault="00F3545D" w:rsidP="00123AC7">
      <w:pPr>
        <w:pStyle w:val="BodyText"/>
        <w:rPr>
          <w:u w:val="single"/>
        </w:rPr>
      </w:pPr>
      <w:r w:rsidRPr="00F0230B">
        <w:rPr>
          <w:u w:val="single"/>
        </w:rPr>
        <w:t>Sample Size</w:t>
      </w:r>
    </w:p>
    <w:p w14:paraId="59DE23F1" w14:textId="4232CDA0" w:rsidR="00690FAA" w:rsidRDefault="00F3545D" w:rsidP="00FA5131">
      <w:pPr>
        <w:pStyle w:val="BodyText"/>
      </w:pPr>
      <w:r w:rsidRPr="009F6609">
        <w:t xml:space="preserve">Inspection of </w:t>
      </w:r>
      <w:r w:rsidR="00E928A6">
        <w:t>DI&amp;C</w:t>
      </w:r>
      <w:r w:rsidRPr="009F6609">
        <w:t xml:space="preserve"> will typically rely on selection of a sample of attributes for verification. Inspection of Design Phase activities will be accomplished through verification of attributes for a representative sample of critical design elements (typically </w:t>
      </w:r>
      <w:r>
        <w:t>10</w:t>
      </w:r>
      <w:r w:rsidR="00C94659">
        <w:rPr>
          <w:rFonts w:ascii="Cambria Math" w:hAnsi="Cambria Math" w:cs="Cambria Math"/>
        </w:rPr>
        <w:t>‑</w:t>
      </w:r>
      <w:r w:rsidR="00C94659">
        <w:t>20</w:t>
      </w:r>
      <w:r w:rsidR="008257D8">
        <w:t xml:space="preserve"> percent </w:t>
      </w:r>
      <w:r>
        <w:t>of</w:t>
      </w:r>
      <w:r w:rsidRPr="009F6609">
        <w:t xml:space="preserve"> design elements). Traceability (through thread audit techniques) should be verified for the same representative sample of critical design elements.</w:t>
      </w:r>
    </w:p>
    <w:p w14:paraId="53865DCD" w14:textId="3C1372F5" w:rsidR="00F3545D" w:rsidRPr="009F6609" w:rsidRDefault="00690FAA" w:rsidP="00FA5131">
      <w:pPr>
        <w:pStyle w:val="BodyText"/>
      </w:pPr>
      <w:r w:rsidRPr="00690FAA">
        <w:t>Sample size is determined by</w:t>
      </w:r>
      <w:r w:rsidR="00631045">
        <w:t xml:space="preserve"> the</w:t>
      </w:r>
      <w:r w:rsidRPr="00690FAA">
        <w:t xml:space="preserve"> Principal Inspection Plan.</w:t>
      </w:r>
    </w:p>
    <w:p w14:paraId="36A4E266" w14:textId="77777777" w:rsidR="00176307" w:rsidRDefault="00F3545D" w:rsidP="00D9271D">
      <w:pPr>
        <w:pStyle w:val="BodyText"/>
      </w:pPr>
      <w:r w:rsidRPr="007D0BB9">
        <w:rPr>
          <w:u w:val="single"/>
        </w:rPr>
        <w:lastRenderedPageBreak/>
        <w:t xml:space="preserve">Specific </w:t>
      </w:r>
      <w:r w:rsidR="00567C75">
        <w:rPr>
          <w:u w:val="single"/>
        </w:rPr>
        <w:t>G</w:t>
      </w:r>
      <w:r w:rsidRPr="007D0BB9">
        <w:rPr>
          <w:u w:val="single"/>
        </w:rPr>
        <w:t>uidance</w:t>
      </w:r>
      <w:r w:rsidR="00567C75">
        <w:rPr>
          <w:u w:val="single"/>
        </w:rPr>
        <w:br/>
      </w:r>
      <w:r w:rsidRPr="00446E44">
        <w:t xml:space="preserve">In addition to below, for additional specific inspection guidance, refer to Appendix </w:t>
      </w:r>
      <w:r w:rsidR="00AF00B8">
        <w:t>M</w:t>
      </w:r>
      <w:r w:rsidRPr="00446E44">
        <w:t>, “Inspection</w:t>
      </w:r>
      <w:r w:rsidRPr="00E360BA">
        <w:t xml:space="preserve"> of Digital Instrumentation and Control (</w:t>
      </w:r>
      <w:r w:rsidR="00E928A6">
        <w:t>DI&amp;C</w:t>
      </w:r>
      <w:r w:rsidRPr="00E360BA">
        <w:t>) System/Software Design</w:t>
      </w:r>
      <w:r>
        <w:t>.</w:t>
      </w:r>
      <w:r w:rsidRPr="00E360BA">
        <w:t>”</w:t>
      </w:r>
    </w:p>
    <w:p w14:paraId="3EFD3642" w14:textId="77777777" w:rsidR="00176307" w:rsidRDefault="00F3545D" w:rsidP="006F21F2">
      <w:pPr>
        <w:pStyle w:val="BodyText"/>
        <w:numPr>
          <w:ilvl w:val="0"/>
          <w:numId w:val="85"/>
        </w:numPr>
        <w:rPr>
          <w:u w:val="single"/>
        </w:rPr>
      </w:pPr>
      <w:r w:rsidRPr="00F66F4B">
        <w:rPr>
          <w:u w:val="single"/>
        </w:rPr>
        <w:t>System Architecture</w:t>
      </w:r>
    </w:p>
    <w:p w14:paraId="129FF3A2" w14:textId="77777777" w:rsidR="00176307" w:rsidRDefault="00F3545D" w:rsidP="00A01D2B">
      <w:pPr>
        <w:pStyle w:val="BodyText"/>
        <w:numPr>
          <w:ilvl w:val="1"/>
          <w:numId w:val="85"/>
        </w:numPr>
      </w:pPr>
      <w:r w:rsidRPr="009F6609">
        <w:t>Verify that a Hardware/Software Architecture Description (or equivalent document) has been prepared, as committed to in the licensing basis. The Architecture Description should be correct, consistent, unambiguous, and verifiable. All major hardware and all major software processes should be included. Verify that the Architecture Description includes mapping of software to hardware, mapping of logical and physical communication paths, and descriptors for independent software elements.</w:t>
      </w:r>
    </w:p>
    <w:p w14:paraId="25C232FA" w14:textId="6EC18F36" w:rsidR="00F3545D" w:rsidRPr="009F6609" w:rsidRDefault="00F3545D" w:rsidP="002B1C0A">
      <w:pPr>
        <w:pStyle w:val="BodyText"/>
        <w:numPr>
          <w:ilvl w:val="1"/>
          <w:numId w:val="85"/>
        </w:numPr>
      </w:pPr>
      <w:r w:rsidRPr="009F6609">
        <w:t>Verify that the Architecture Description addresses the following attributes, as committed to in the licensing basis:</w:t>
      </w:r>
    </w:p>
    <w:p w14:paraId="262A69CD" w14:textId="77777777" w:rsidR="00F3545D" w:rsidRPr="009F6609" w:rsidRDefault="00F3545D" w:rsidP="002B1C0A">
      <w:pPr>
        <w:pStyle w:val="BodyText"/>
        <w:numPr>
          <w:ilvl w:val="2"/>
          <w:numId w:val="85"/>
        </w:numPr>
      </w:pPr>
      <w:r w:rsidRPr="009F6609">
        <w:t xml:space="preserve">Design architecture shows how the various hardware elements are </w:t>
      </w:r>
      <w:proofErr w:type="gramStart"/>
      <w:r w:rsidRPr="009F6609">
        <w:t>connected together</w:t>
      </w:r>
      <w:proofErr w:type="gramEnd"/>
      <w:r w:rsidRPr="009F6609">
        <w:t>.</w:t>
      </w:r>
    </w:p>
    <w:p w14:paraId="4429B42A" w14:textId="77777777" w:rsidR="00F3545D" w:rsidRPr="009F6609" w:rsidRDefault="00F3545D" w:rsidP="002B1C0A">
      <w:pPr>
        <w:pStyle w:val="BodyText"/>
        <w:numPr>
          <w:ilvl w:val="2"/>
          <w:numId w:val="85"/>
        </w:numPr>
      </w:pPr>
      <w:r w:rsidRPr="009F6609">
        <w:t xml:space="preserve">Independent software elements are shown in </w:t>
      </w:r>
      <w:proofErr w:type="gramStart"/>
      <w:r w:rsidRPr="009F6609">
        <w:t>the design</w:t>
      </w:r>
      <w:proofErr w:type="gramEnd"/>
      <w:r w:rsidRPr="009F6609">
        <w:t xml:space="preserve"> architecture. This includes:</w:t>
      </w:r>
    </w:p>
    <w:p w14:paraId="72F1BD88" w14:textId="77777777" w:rsidR="00C52E22" w:rsidRDefault="00F3545D" w:rsidP="002B1C0A">
      <w:pPr>
        <w:pStyle w:val="BodyText"/>
        <w:numPr>
          <w:ilvl w:val="3"/>
          <w:numId w:val="85"/>
        </w:numPr>
      </w:pPr>
      <w:r w:rsidRPr="00C52E22">
        <w:t>Processes, which perform computations</w:t>
      </w:r>
    </w:p>
    <w:p w14:paraId="39955A9E" w14:textId="77777777" w:rsidR="00C52E22" w:rsidRDefault="00F3545D" w:rsidP="002B1C0A">
      <w:pPr>
        <w:pStyle w:val="BodyText"/>
        <w:numPr>
          <w:ilvl w:val="3"/>
          <w:numId w:val="85"/>
        </w:numPr>
      </w:pPr>
      <w:r w:rsidRPr="00C52E22">
        <w:t>Files and databases, which store information</w:t>
      </w:r>
    </w:p>
    <w:p w14:paraId="75E5DAEE" w14:textId="53C2BB78" w:rsidR="00C52E22" w:rsidRDefault="00EC5F7B" w:rsidP="002B1C0A">
      <w:pPr>
        <w:pStyle w:val="BodyText"/>
        <w:numPr>
          <w:ilvl w:val="3"/>
          <w:numId w:val="85"/>
        </w:numPr>
      </w:pPr>
      <w:r w:rsidRPr="00EC5F7B">
        <w:t xml:space="preserve">Input/Output </w:t>
      </w:r>
      <w:r w:rsidR="00044DE4">
        <w:t>(</w:t>
      </w:r>
      <w:r w:rsidR="00F3545D" w:rsidRPr="00C52E22">
        <w:t>I/O</w:t>
      </w:r>
      <w:r w:rsidR="00044DE4">
        <w:t>)</w:t>
      </w:r>
      <w:r w:rsidR="00F3545D" w:rsidRPr="00C52E22">
        <w:t xml:space="preserve"> messages, which receive and transmit information</w:t>
      </w:r>
    </w:p>
    <w:p w14:paraId="1FD7B6B3" w14:textId="77777777" w:rsidR="00C52E22" w:rsidRDefault="00F3545D" w:rsidP="002B1C0A">
      <w:pPr>
        <w:pStyle w:val="BodyText"/>
        <w:numPr>
          <w:ilvl w:val="3"/>
          <w:numId w:val="85"/>
        </w:numPr>
      </w:pPr>
      <w:r w:rsidRPr="00C52E22">
        <w:t>Displays and human/machine interface (HMI)</w:t>
      </w:r>
    </w:p>
    <w:p w14:paraId="22327000" w14:textId="67CF896B" w:rsidR="00F3545D" w:rsidRPr="00C52E22" w:rsidRDefault="00F3545D" w:rsidP="002B1C0A">
      <w:pPr>
        <w:pStyle w:val="BodyText"/>
        <w:numPr>
          <w:ilvl w:val="3"/>
          <w:numId w:val="85"/>
        </w:numPr>
      </w:pPr>
      <w:r w:rsidRPr="00C52E22">
        <w:t>Communication, which moves information among processes, files and databases, I/O channels, and HMI</w:t>
      </w:r>
    </w:p>
    <w:p w14:paraId="03FF6893" w14:textId="77777777" w:rsidR="00F3545D" w:rsidRPr="009F6609" w:rsidRDefault="00F3545D" w:rsidP="002B1C0A">
      <w:pPr>
        <w:pStyle w:val="BodyText"/>
        <w:numPr>
          <w:ilvl w:val="2"/>
          <w:numId w:val="85"/>
        </w:numPr>
      </w:pPr>
      <w:r w:rsidRPr="009F6609">
        <w:t>Design architecture shows how the various software elements are logically connected together</w:t>
      </w:r>
    </w:p>
    <w:p w14:paraId="423ED23D" w14:textId="77777777" w:rsidR="00176307" w:rsidRDefault="00F3545D" w:rsidP="002B1C0A">
      <w:pPr>
        <w:pStyle w:val="BodyText"/>
        <w:numPr>
          <w:ilvl w:val="2"/>
          <w:numId w:val="85"/>
        </w:numPr>
      </w:pPr>
      <w:r w:rsidRPr="009F6609">
        <w:t>Design architecture shows how each software element is mapped to a hardware element</w:t>
      </w:r>
    </w:p>
    <w:p w14:paraId="088052FF" w14:textId="77777777" w:rsidR="00176307" w:rsidRDefault="00F3545D" w:rsidP="006F21F2">
      <w:pPr>
        <w:pStyle w:val="BodyText"/>
        <w:numPr>
          <w:ilvl w:val="0"/>
          <w:numId w:val="85"/>
        </w:numPr>
      </w:pPr>
      <w:r w:rsidRPr="00F66F4B">
        <w:rPr>
          <w:u w:val="single"/>
        </w:rPr>
        <w:t>Software Design Specification (SDS)</w:t>
      </w:r>
    </w:p>
    <w:p w14:paraId="5E34D47A" w14:textId="4D4C7063" w:rsidR="00F3545D" w:rsidRPr="005D3B88" w:rsidRDefault="00F3545D" w:rsidP="002B1C0A">
      <w:pPr>
        <w:pStyle w:val="BodyText"/>
        <w:numPr>
          <w:ilvl w:val="1"/>
          <w:numId w:val="85"/>
        </w:numPr>
        <w:rPr>
          <w:bCs/>
        </w:rPr>
      </w:pPr>
      <w:r w:rsidRPr="005D3B88">
        <w:t xml:space="preserve">The SDS should depict exactly how the software requirements will be implemented in software modules and programs. It should be correct, complete, internally consistent, </w:t>
      </w:r>
      <w:r w:rsidRPr="00EB19A3">
        <w:t>unambiguous, verifiable, and testable. Each Design Element in the SDS should be traceable to one or more specific software requirements. Verify that each Design Element exhibits the following attributes:</w:t>
      </w:r>
    </w:p>
    <w:p w14:paraId="2BC839DE" w14:textId="77777777" w:rsidR="00F3545D" w:rsidRPr="009F6609" w:rsidRDefault="00F3545D" w:rsidP="002B1C0A">
      <w:pPr>
        <w:pStyle w:val="BodyText"/>
        <w:numPr>
          <w:ilvl w:val="2"/>
          <w:numId w:val="85"/>
        </w:numPr>
      </w:pPr>
      <w:r w:rsidRPr="0012136D">
        <w:t>N</w:t>
      </w:r>
      <w:r w:rsidRPr="009F6609">
        <w:t>ame of the Design Element</w:t>
      </w:r>
    </w:p>
    <w:p w14:paraId="3B60C28E" w14:textId="77777777" w:rsidR="00F3545D" w:rsidRPr="009F6609" w:rsidRDefault="00F3545D" w:rsidP="002B1C0A">
      <w:pPr>
        <w:pStyle w:val="BodyText"/>
        <w:numPr>
          <w:ilvl w:val="2"/>
          <w:numId w:val="85"/>
        </w:numPr>
      </w:pPr>
      <w:r w:rsidRPr="009F6609">
        <w:t>Type (system, subsystem, module, database, file, data structure, screen display, message, program, or process)</w:t>
      </w:r>
    </w:p>
    <w:p w14:paraId="0A149150" w14:textId="77777777" w:rsidR="00F3545D" w:rsidRPr="009F6609" w:rsidRDefault="00F3545D" w:rsidP="002B1C0A">
      <w:pPr>
        <w:pStyle w:val="BodyText"/>
        <w:numPr>
          <w:ilvl w:val="2"/>
          <w:numId w:val="85"/>
        </w:numPr>
      </w:pPr>
      <w:r w:rsidRPr="0012136D">
        <w:lastRenderedPageBreak/>
        <w:t>P</w:t>
      </w:r>
      <w:r w:rsidRPr="009F6609">
        <w:t>urpose/Function of the Design Element (why the element exists in the design)</w:t>
      </w:r>
    </w:p>
    <w:p w14:paraId="055D6908" w14:textId="77777777" w:rsidR="00176307" w:rsidRDefault="00F3545D" w:rsidP="002B1C0A">
      <w:pPr>
        <w:pStyle w:val="BodyText"/>
        <w:numPr>
          <w:ilvl w:val="2"/>
          <w:numId w:val="85"/>
        </w:numPr>
      </w:pPr>
      <w:r w:rsidRPr="0012136D">
        <w:t>D</w:t>
      </w:r>
      <w:r w:rsidRPr="009F6609">
        <w:t>etailed description of the ways in which the Design Element interacts with other design elements.</w:t>
      </w:r>
    </w:p>
    <w:p w14:paraId="47B7358C" w14:textId="77777777" w:rsidR="00176307" w:rsidRDefault="00F3545D" w:rsidP="002C60A7">
      <w:pPr>
        <w:pStyle w:val="BodyText"/>
        <w:ind w:left="1080"/>
      </w:pPr>
      <w:r w:rsidRPr="009F6609">
        <w:t xml:space="preserve">A list of all requirements implemented </w:t>
      </w:r>
      <w:r w:rsidRPr="009F6609">
        <w:rPr>
          <w:bCs/>
        </w:rPr>
        <w:t xml:space="preserve">by </w:t>
      </w:r>
      <w:r w:rsidRPr="009F6609">
        <w:t xml:space="preserve">the Design Element may also be included. This is used </w:t>
      </w:r>
      <w:r w:rsidRPr="009F6609">
        <w:rPr>
          <w:bCs/>
        </w:rPr>
        <w:t xml:space="preserve">to </w:t>
      </w:r>
      <w:r w:rsidRPr="009F6609">
        <w:t>verify that the design will implement the requirements, and only the requirements. Some elements may implement more than one requirement, while some requirements may need several elements for a successful implementation.</w:t>
      </w:r>
    </w:p>
    <w:p w14:paraId="77BC9C8B" w14:textId="6C2E4FC5" w:rsidR="00F3545D" w:rsidRPr="009F6609" w:rsidRDefault="00F3545D" w:rsidP="002B1C0A">
      <w:pPr>
        <w:pStyle w:val="BodyText"/>
        <w:numPr>
          <w:ilvl w:val="1"/>
          <w:numId w:val="85"/>
        </w:numPr>
      </w:pPr>
      <w:r w:rsidRPr="009F6609">
        <w:t xml:space="preserve">Select a representative sample of Design Elements from the SDS. Verify that the Design Elements address the following attributes, as committed to </w:t>
      </w:r>
      <w:proofErr w:type="gramStart"/>
      <w:r w:rsidRPr="009F6609">
        <w:t>in</w:t>
      </w:r>
      <w:proofErr w:type="gramEnd"/>
      <w:r w:rsidRPr="009F6609">
        <w:t xml:space="preserve"> the licensing basis:</w:t>
      </w:r>
    </w:p>
    <w:p w14:paraId="19CE710B" w14:textId="77777777" w:rsidR="00F3545D" w:rsidRPr="009F6609" w:rsidRDefault="00F3545D" w:rsidP="002B1C0A">
      <w:pPr>
        <w:pStyle w:val="BodyText"/>
        <w:numPr>
          <w:ilvl w:val="2"/>
          <w:numId w:val="85"/>
        </w:numPr>
      </w:pPr>
      <w:r w:rsidRPr="009F6609">
        <w:t>Every software requirement listed in the Software Requirement Specification (SRS) can be traced to one or more specific design elements that implement the requirement.</w:t>
      </w:r>
    </w:p>
    <w:p w14:paraId="1FD376CF" w14:textId="77777777" w:rsidR="00F3545D" w:rsidRPr="009F6609" w:rsidRDefault="00F3545D" w:rsidP="002B1C0A">
      <w:pPr>
        <w:pStyle w:val="BodyText"/>
        <w:numPr>
          <w:ilvl w:val="2"/>
          <w:numId w:val="85"/>
        </w:numPr>
      </w:pPr>
      <w:r w:rsidRPr="009F6609">
        <w:t>Every design element can be traced to one or more specific software requirements that the design element implements.</w:t>
      </w:r>
    </w:p>
    <w:p w14:paraId="0E81A570" w14:textId="77777777" w:rsidR="00F3545D" w:rsidRPr="009F6609" w:rsidRDefault="00F3545D" w:rsidP="002B1C0A">
      <w:pPr>
        <w:pStyle w:val="BodyText"/>
        <w:numPr>
          <w:ilvl w:val="2"/>
          <w:numId w:val="85"/>
        </w:numPr>
      </w:pPr>
      <w:r w:rsidRPr="009F6609">
        <w:t>Documentation exists to demonstrate that there are no unintended functions in the design.</w:t>
      </w:r>
    </w:p>
    <w:p w14:paraId="1EB4830B" w14:textId="77777777" w:rsidR="00F3545D" w:rsidRPr="009F6609" w:rsidRDefault="00F3545D" w:rsidP="002B1C0A">
      <w:pPr>
        <w:pStyle w:val="BodyText"/>
        <w:numPr>
          <w:ilvl w:val="2"/>
          <w:numId w:val="85"/>
        </w:numPr>
      </w:pPr>
      <w:r w:rsidRPr="009F6609">
        <w:t>Static and dynamic structures exhibit minimal connections between design elements.</w:t>
      </w:r>
    </w:p>
    <w:p w14:paraId="0E14102B" w14:textId="77777777" w:rsidR="00F3545D" w:rsidRPr="009F6609" w:rsidRDefault="00F3545D" w:rsidP="002B1C0A">
      <w:pPr>
        <w:pStyle w:val="BodyText"/>
        <w:numPr>
          <w:ilvl w:val="2"/>
          <w:numId w:val="85"/>
        </w:numPr>
      </w:pPr>
      <w:r w:rsidRPr="009F6609">
        <w:t>Safety-critical functions are separated from normal operating functions, with well-defined interfaces between them.</w:t>
      </w:r>
    </w:p>
    <w:p w14:paraId="32BD0CED" w14:textId="77777777" w:rsidR="00F3545D" w:rsidRPr="009F6609" w:rsidRDefault="00F3545D" w:rsidP="002B1C0A">
      <w:pPr>
        <w:pStyle w:val="BodyText"/>
        <w:numPr>
          <w:ilvl w:val="2"/>
          <w:numId w:val="85"/>
        </w:numPr>
      </w:pPr>
      <w:r w:rsidRPr="009F6609">
        <w:t>Design Element - i</w:t>
      </w:r>
      <w:r w:rsidRPr="002C60A7">
        <w:t xml:space="preserve">f </w:t>
      </w:r>
      <w:r w:rsidRPr="009F6609">
        <w:t>any of the following concepts are used in the design, adequate justification is given for their use:</w:t>
      </w:r>
    </w:p>
    <w:p w14:paraId="19A5A8A2" w14:textId="024F5AC1" w:rsidR="00F3545D" w:rsidRPr="00CB5834" w:rsidRDefault="002B1C0A" w:rsidP="00FC2EBC">
      <w:pPr>
        <w:pStyle w:val="BodyText"/>
        <w:numPr>
          <w:ilvl w:val="3"/>
          <w:numId w:val="85"/>
        </w:numPr>
        <w:spacing w:line="259" w:lineRule="auto"/>
        <w:contextualSpacing/>
      </w:pPr>
      <w:r>
        <w:t>p</w:t>
      </w:r>
      <w:r w:rsidR="00F3545D" w:rsidRPr="00CB5834">
        <w:t>oint arithmetic</w:t>
      </w:r>
    </w:p>
    <w:p w14:paraId="0342FBBD" w14:textId="32EF3BC8" w:rsidR="00F3545D" w:rsidRPr="00CB5834" w:rsidRDefault="002B1C0A" w:rsidP="00FC2EBC">
      <w:pPr>
        <w:pStyle w:val="BodyText"/>
        <w:numPr>
          <w:ilvl w:val="3"/>
          <w:numId w:val="85"/>
        </w:numPr>
        <w:spacing w:line="259" w:lineRule="auto"/>
        <w:contextualSpacing/>
      </w:pPr>
      <w:r>
        <w:t>i</w:t>
      </w:r>
      <w:r w:rsidR="00F3545D" w:rsidRPr="002C60A7">
        <w:t>nterrupts, ex</w:t>
      </w:r>
      <w:r w:rsidR="00F3545D" w:rsidRPr="00CB5834">
        <w:t>cept for periodic timer interrupts</w:t>
      </w:r>
    </w:p>
    <w:p w14:paraId="3BC02D92" w14:textId="733659B9" w:rsidR="00F3545D" w:rsidRPr="00CB5834" w:rsidRDefault="002B1C0A" w:rsidP="00FC2EBC">
      <w:pPr>
        <w:pStyle w:val="BodyText"/>
        <w:numPr>
          <w:ilvl w:val="3"/>
          <w:numId w:val="85"/>
        </w:numPr>
        <w:spacing w:line="259" w:lineRule="auto"/>
        <w:contextualSpacing/>
      </w:pPr>
      <w:r>
        <w:t>m</w:t>
      </w:r>
      <w:r w:rsidR="00F3545D" w:rsidRPr="00CB5834">
        <w:t>ulti-processing on a single processor</w:t>
      </w:r>
    </w:p>
    <w:p w14:paraId="56A0FE73" w14:textId="00B3246A" w:rsidR="00F3545D" w:rsidRPr="00CB5834" w:rsidRDefault="002B1C0A" w:rsidP="00FC2EBC">
      <w:pPr>
        <w:pStyle w:val="BodyText"/>
        <w:numPr>
          <w:ilvl w:val="3"/>
          <w:numId w:val="85"/>
        </w:numPr>
        <w:spacing w:line="259" w:lineRule="auto"/>
        <w:contextualSpacing/>
      </w:pPr>
      <w:r>
        <w:t>d</w:t>
      </w:r>
      <w:r w:rsidR="00F3545D" w:rsidRPr="00CB5834">
        <w:t>ynamic memory management</w:t>
      </w:r>
    </w:p>
    <w:p w14:paraId="794E6C66" w14:textId="5AA0B4BB" w:rsidR="00F3545D" w:rsidRPr="009F6609" w:rsidRDefault="002B1C0A" w:rsidP="00FC2EBC">
      <w:pPr>
        <w:pStyle w:val="BodyText"/>
        <w:numPr>
          <w:ilvl w:val="3"/>
          <w:numId w:val="85"/>
        </w:numPr>
        <w:spacing w:line="259" w:lineRule="auto"/>
        <w:contextualSpacing/>
      </w:pPr>
      <w:r>
        <w:t>e</w:t>
      </w:r>
      <w:r w:rsidR="00F3545D" w:rsidRPr="009F6609">
        <w:t>vent-driven communications between processes</w:t>
      </w:r>
    </w:p>
    <w:p w14:paraId="50A1711A" w14:textId="24FABFE9" w:rsidR="00F3545D" w:rsidRPr="009F6609" w:rsidRDefault="002B1C0A" w:rsidP="002B1C0A">
      <w:pPr>
        <w:pStyle w:val="BodyText"/>
        <w:numPr>
          <w:ilvl w:val="3"/>
          <w:numId w:val="85"/>
        </w:numPr>
      </w:pPr>
      <w:r>
        <w:t>t</w:t>
      </w:r>
      <w:r w:rsidR="00F3545D" w:rsidRPr="009F6609">
        <w:t>ime-critical subroutines</w:t>
      </w:r>
    </w:p>
    <w:p w14:paraId="5C7CC996" w14:textId="77777777" w:rsidR="00F3545D" w:rsidRPr="009F6609" w:rsidRDefault="00F3545D" w:rsidP="002B1C0A">
      <w:pPr>
        <w:pStyle w:val="BodyText"/>
        <w:numPr>
          <w:ilvl w:val="2"/>
          <w:numId w:val="85"/>
        </w:numPr>
      </w:pPr>
      <w:r w:rsidRPr="009F6609">
        <w:t>Inputs to each software module are checked for validity.</w:t>
      </w:r>
    </w:p>
    <w:p w14:paraId="3A4E62D9" w14:textId="77777777" w:rsidR="00F3545D" w:rsidRPr="009F6609" w:rsidRDefault="00F3545D" w:rsidP="002B1C0A">
      <w:pPr>
        <w:pStyle w:val="BodyText"/>
        <w:numPr>
          <w:ilvl w:val="2"/>
          <w:numId w:val="85"/>
        </w:numPr>
      </w:pPr>
      <w:r w:rsidRPr="009F6609">
        <w:t>Auto swap-over to backup software is built into the design.</w:t>
      </w:r>
    </w:p>
    <w:p w14:paraId="58B45CD7" w14:textId="77777777" w:rsidR="00176307" w:rsidRDefault="00F3545D" w:rsidP="002B1C0A">
      <w:pPr>
        <w:pStyle w:val="BodyText"/>
        <w:numPr>
          <w:ilvl w:val="2"/>
          <w:numId w:val="85"/>
        </w:numPr>
      </w:pPr>
      <w:r w:rsidRPr="009F6609">
        <w:t>For commercial-off-the-shelf software that is part of the design, non-required features can be disabled.</w:t>
      </w:r>
    </w:p>
    <w:p w14:paraId="6F6A2C02" w14:textId="736B0E67" w:rsidR="00F3545D" w:rsidRPr="009F6609" w:rsidRDefault="00F3545D" w:rsidP="002B1C0A">
      <w:pPr>
        <w:pStyle w:val="BodyText"/>
        <w:numPr>
          <w:ilvl w:val="1"/>
          <w:numId w:val="85"/>
        </w:numPr>
      </w:pPr>
      <w:r w:rsidRPr="009F6609">
        <w:t>Verify traceability of software requirements to SDS design elements.</w:t>
      </w:r>
    </w:p>
    <w:p w14:paraId="57274807" w14:textId="77777777" w:rsidR="00F3545D" w:rsidRPr="009F6609" w:rsidRDefault="00F3545D" w:rsidP="00FD5D61">
      <w:pPr>
        <w:pStyle w:val="BodyText"/>
        <w:numPr>
          <w:ilvl w:val="2"/>
          <w:numId w:val="85"/>
        </w:numPr>
      </w:pPr>
      <w:r w:rsidRPr="009F6609">
        <w:t>Using the Traceability Matrix (or equivalent tool), select a representative sample of software Design Elements and trace them backwards to the software requirements from which they were derived.</w:t>
      </w:r>
    </w:p>
    <w:p w14:paraId="190325C3" w14:textId="77777777" w:rsidR="00F3545D" w:rsidRPr="009F6609" w:rsidRDefault="00F3545D" w:rsidP="00FD5D61">
      <w:pPr>
        <w:pStyle w:val="BodyText"/>
        <w:numPr>
          <w:ilvl w:val="2"/>
          <w:numId w:val="85"/>
        </w:numPr>
      </w:pPr>
      <w:r w:rsidRPr="009F6609">
        <w:lastRenderedPageBreak/>
        <w:t>Using the Traceability Matrix (or equivalent tool), select a representative sample of Design Elements and trace them forward to verify they were properly coded in the detailed design.</w:t>
      </w:r>
    </w:p>
    <w:p w14:paraId="4E583F6A" w14:textId="77777777" w:rsidR="00176307" w:rsidRDefault="00F3545D" w:rsidP="00FD5D61">
      <w:pPr>
        <w:pStyle w:val="BodyText"/>
        <w:numPr>
          <w:ilvl w:val="2"/>
          <w:numId w:val="85"/>
        </w:numPr>
      </w:pPr>
      <w:r w:rsidRPr="009F6609">
        <w:t>Trace the selected software design element to the test(s) that will be used to confirm that the element has been correctly designed.</w:t>
      </w:r>
    </w:p>
    <w:p w14:paraId="5D249069" w14:textId="77777777" w:rsidR="00176307" w:rsidRDefault="00F3545D" w:rsidP="000455AE">
      <w:pPr>
        <w:pStyle w:val="BodyText"/>
        <w:ind w:left="1080"/>
      </w:pPr>
      <w:r w:rsidRPr="00D26483">
        <w:rPr>
          <w:bCs/>
        </w:rPr>
        <w:t>Note</w:t>
      </w:r>
      <w:r w:rsidR="00D573EE" w:rsidRPr="00D573EE">
        <w:rPr>
          <w:bCs/>
        </w:rPr>
        <w:t>:</w:t>
      </w:r>
      <w:r w:rsidRPr="009F6609">
        <w:t xml:space="preserve"> </w:t>
      </w:r>
      <w:r w:rsidR="00D573EE">
        <w:t>T</w:t>
      </w:r>
      <w:r w:rsidRPr="009F6609">
        <w:t xml:space="preserve">racing activities are designed to identify any software requirements not adequately addressed by the design elements, design elements not meeting the intent of software requirements, and any missing design elements. </w:t>
      </w:r>
    </w:p>
    <w:p w14:paraId="2EEF3A98" w14:textId="77777777" w:rsidR="00176307" w:rsidRDefault="00F3545D" w:rsidP="006F21F2">
      <w:pPr>
        <w:pStyle w:val="BodyText"/>
        <w:numPr>
          <w:ilvl w:val="0"/>
          <w:numId w:val="85"/>
        </w:numPr>
        <w:rPr>
          <w:bCs/>
          <w:u w:val="single"/>
        </w:rPr>
      </w:pPr>
      <w:r w:rsidRPr="00F66F4B">
        <w:rPr>
          <w:bCs/>
          <w:u w:val="single"/>
        </w:rPr>
        <w:t>Detailed Design &amp; Implementation (Code Development)</w:t>
      </w:r>
    </w:p>
    <w:p w14:paraId="7A3B48FC" w14:textId="77777777" w:rsidR="00176307" w:rsidRDefault="00F3545D" w:rsidP="00177706">
      <w:pPr>
        <w:pStyle w:val="BodyText"/>
        <w:numPr>
          <w:ilvl w:val="1"/>
          <w:numId w:val="85"/>
        </w:numPr>
      </w:pPr>
      <w:r w:rsidRPr="006E3A73">
        <w:t>Implementation consists of the translation of the completed software design into code and data stores. The risks involved in writing the code are that the design may not be correctly implemented in the code, or coding errors may add additional hazards. Verify the following, as committed to in the licensing basis:</w:t>
      </w:r>
    </w:p>
    <w:p w14:paraId="22BDBEDC" w14:textId="4D70C4D0" w:rsidR="00F3545D" w:rsidRPr="006E3A73" w:rsidRDefault="00F3545D" w:rsidP="00177706">
      <w:pPr>
        <w:pStyle w:val="BodyText"/>
        <w:numPr>
          <w:ilvl w:val="2"/>
          <w:numId w:val="85"/>
        </w:numPr>
      </w:pPr>
      <w:r w:rsidRPr="006E3A73">
        <w:t xml:space="preserve">Application software and system code </w:t>
      </w:r>
      <w:proofErr w:type="gramStart"/>
      <w:r w:rsidRPr="006E3A73">
        <w:t>is</w:t>
      </w:r>
      <w:proofErr w:type="gramEnd"/>
      <w:r w:rsidRPr="006E3A73">
        <w:t xml:space="preserve"> compiled in a Code Listing.</w:t>
      </w:r>
    </w:p>
    <w:p w14:paraId="02751FB4" w14:textId="77777777" w:rsidR="00176307" w:rsidRDefault="00F3545D" w:rsidP="00177706">
      <w:pPr>
        <w:pStyle w:val="BodyText"/>
        <w:numPr>
          <w:ilvl w:val="2"/>
          <w:numId w:val="85"/>
        </w:numPr>
      </w:pPr>
      <w:r w:rsidRPr="009F6609">
        <w:t>All system code is documented.</w:t>
      </w:r>
    </w:p>
    <w:p w14:paraId="35F867E6" w14:textId="77777777" w:rsidR="00176307" w:rsidRDefault="00F3545D" w:rsidP="00177706">
      <w:pPr>
        <w:pStyle w:val="BodyText"/>
        <w:numPr>
          <w:ilvl w:val="1"/>
          <w:numId w:val="85"/>
        </w:numPr>
      </w:pPr>
      <w:r w:rsidRPr="00DA335F">
        <w:t xml:space="preserve">Verify that, as the Code Listing was developed, the following </w:t>
      </w:r>
      <w:r w:rsidR="002671B7">
        <w:t>c</w:t>
      </w:r>
      <w:r w:rsidRPr="00DA335F">
        <w:t>ode functional characteristics were considered, as committed to in the licensing basis:</w:t>
      </w:r>
    </w:p>
    <w:p w14:paraId="5DBF20C1" w14:textId="79AE7CD8" w:rsidR="00F3545D" w:rsidRPr="00DA335F" w:rsidRDefault="00F3545D" w:rsidP="00177706">
      <w:pPr>
        <w:pStyle w:val="BodyText"/>
        <w:numPr>
          <w:ilvl w:val="2"/>
          <w:numId w:val="85"/>
        </w:numPr>
      </w:pPr>
      <w:r w:rsidRPr="00DA335F">
        <w:t>Accuracy requirements were considered.</w:t>
      </w:r>
    </w:p>
    <w:p w14:paraId="08588713" w14:textId="621D1CB0" w:rsidR="00F3545D" w:rsidRPr="009F6609" w:rsidRDefault="00F3545D" w:rsidP="00177706">
      <w:pPr>
        <w:pStyle w:val="BodyText"/>
        <w:numPr>
          <w:ilvl w:val="2"/>
          <w:numId w:val="85"/>
        </w:numPr>
      </w:pPr>
      <w:r w:rsidRPr="009F6609">
        <w:t xml:space="preserve">The </w:t>
      </w:r>
      <w:r w:rsidR="002671B7">
        <w:t>s</w:t>
      </w:r>
      <w:r w:rsidRPr="009F6609">
        <w:t>ystem is coded such that corrupted data will not have an adverse impact on the system.</w:t>
      </w:r>
    </w:p>
    <w:p w14:paraId="47429A26" w14:textId="215CBE4E" w:rsidR="00F3545D" w:rsidRPr="009F6609" w:rsidRDefault="00F3545D" w:rsidP="00177706">
      <w:pPr>
        <w:pStyle w:val="BodyText"/>
        <w:numPr>
          <w:ilvl w:val="2"/>
          <w:numId w:val="85"/>
        </w:numPr>
      </w:pPr>
      <w:r w:rsidRPr="009F6609">
        <w:t xml:space="preserve">No new hazards or security threats are introduced by the </w:t>
      </w:r>
      <w:r w:rsidR="00A22024">
        <w:t>c</w:t>
      </w:r>
      <w:r w:rsidRPr="009F6609">
        <w:t>ode.</w:t>
      </w:r>
    </w:p>
    <w:p w14:paraId="09E9F338" w14:textId="77777777" w:rsidR="00176307" w:rsidRDefault="00F3545D" w:rsidP="00177706">
      <w:pPr>
        <w:pStyle w:val="BodyText"/>
        <w:numPr>
          <w:ilvl w:val="2"/>
          <w:numId w:val="85"/>
        </w:numPr>
      </w:pPr>
      <w:r w:rsidRPr="009F6609">
        <w:t xml:space="preserve">The </w:t>
      </w:r>
      <w:r w:rsidR="00A22024">
        <w:t>c</w:t>
      </w:r>
      <w:r w:rsidRPr="009F6609">
        <w:t xml:space="preserve">ode is written </w:t>
      </w:r>
      <w:proofErr w:type="gramStart"/>
      <w:r w:rsidRPr="009F6609">
        <w:t>such that</w:t>
      </w:r>
      <w:proofErr w:type="gramEnd"/>
      <w:r w:rsidRPr="009F6609">
        <w:t xml:space="preserve"> system execution and timing is deterministic.</w:t>
      </w:r>
    </w:p>
    <w:p w14:paraId="10DCBCBB" w14:textId="77777777" w:rsidR="00176307" w:rsidRDefault="00F3545D" w:rsidP="006F21F2">
      <w:pPr>
        <w:pStyle w:val="BodyText"/>
        <w:numPr>
          <w:ilvl w:val="0"/>
          <w:numId w:val="85"/>
        </w:numPr>
      </w:pPr>
      <w:r w:rsidRPr="00F66F4B">
        <w:rPr>
          <w:u w:val="single"/>
        </w:rPr>
        <w:t>Design Phase Documentation</w:t>
      </w:r>
    </w:p>
    <w:p w14:paraId="79B48D8A" w14:textId="77777777" w:rsidR="00176307" w:rsidRDefault="00F3545D" w:rsidP="00177706">
      <w:pPr>
        <w:pStyle w:val="BodyText"/>
        <w:numPr>
          <w:ilvl w:val="1"/>
          <w:numId w:val="85"/>
        </w:numPr>
      </w:pPr>
      <w:r w:rsidRPr="008E4928">
        <w:t xml:space="preserve">Verify that development processes supporting Design Phase activities are documented, as committed to </w:t>
      </w:r>
      <w:proofErr w:type="gramStart"/>
      <w:r w:rsidRPr="008E4928">
        <w:t>in</w:t>
      </w:r>
      <w:proofErr w:type="gramEnd"/>
      <w:r w:rsidRPr="008E4928">
        <w:t xml:space="preserve"> the licensing basis. Verify the following:</w:t>
      </w:r>
    </w:p>
    <w:p w14:paraId="51E18584" w14:textId="040CCA2B" w:rsidR="00F3545D" w:rsidRPr="008E4928" w:rsidRDefault="00F3545D" w:rsidP="00177706">
      <w:pPr>
        <w:pStyle w:val="BodyText"/>
        <w:numPr>
          <w:ilvl w:val="2"/>
          <w:numId w:val="85"/>
        </w:numPr>
      </w:pPr>
      <w:r w:rsidRPr="008E4928">
        <w:t>Audit requirements are specified.</w:t>
      </w:r>
    </w:p>
    <w:p w14:paraId="53CC0706" w14:textId="77777777" w:rsidR="00F3545D" w:rsidRPr="009F6609" w:rsidRDefault="00F3545D" w:rsidP="00177706">
      <w:pPr>
        <w:pStyle w:val="BodyText"/>
        <w:numPr>
          <w:ilvl w:val="2"/>
          <w:numId w:val="85"/>
        </w:numPr>
      </w:pPr>
      <w:r w:rsidRPr="009F6609">
        <w:t>Design Review process is defined and implemented.</w:t>
      </w:r>
    </w:p>
    <w:p w14:paraId="55364480" w14:textId="77777777" w:rsidR="00F3545D" w:rsidRPr="009F6609" w:rsidRDefault="00F3545D" w:rsidP="00177706">
      <w:pPr>
        <w:pStyle w:val="BodyText"/>
        <w:numPr>
          <w:ilvl w:val="2"/>
          <w:numId w:val="85"/>
        </w:numPr>
      </w:pPr>
      <w:proofErr w:type="gramStart"/>
      <w:r w:rsidRPr="009F6609">
        <w:t>Configuration</w:t>
      </w:r>
      <w:proofErr w:type="gramEnd"/>
      <w:r w:rsidRPr="009F6609">
        <w:t xml:space="preserve"> Management (change control) process is defined and implemented.</w:t>
      </w:r>
    </w:p>
    <w:p w14:paraId="32E5E32F" w14:textId="77777777" w:rsidR="00176307" w:rsidRDefault="00F3545D" w:rsidP="00177706">
      <w:pPr>
        <w:pStyle w:val="BodyText"/>
        <w:numPr>
          <w:ilvl w:val="2"/>
          <w:numId w:val="85"/>
        </w:numPr>
      </w:pPr>
      <w:r w:rsidRPr="009F6609">
        <w:t>Independent Verification and Validation (IV&amp;V) process is defined and implemented.</w:t>
      </w:r>
    </w:p>
    <w:p w14:paraId="6084E8A4" w14:textId="77777777" w:rsidR="00176307" w:rsidRDefault="00F3545D" w:rsidP="00931571">
      <w:pPr>
        <w:pStyle w:val="BodyText"/>
        <w:keepNext/>
        <w:numPr>
          <w:ilvl w:val="1"/>
          <w:numId w:val="85"/>
        </w:numPr>
      </w:pPr>
      <w:r w:rsidRPr="008E4928">
        <w:lastRenderedPageBreak/>
        <w:t xml:space="preserve">Verify the following </w:t>
      </w:r>
      <w:proofErr w:type="gramStart"/>
      <w:r w:rsidRPr="008E4928">
        <w:t>documentation exists</w:t>
      </w:r>
      <w:proofErr w:type="gramEnd"/>
      <w:r w:rsidRPr="008E4928">
        <w:t xml:space="preserve"> for the Design Phase activities, as committed to </w:t>
      </w:r>
      <w:proofErr w:type="gramStart"/>
      <w:r w:rsidRPr="008E4928">
        <w:t>in</w:t>
      </w:r>
      <w:proofErr w:type="gramEnd"/>
      <w:r w:rsidRPr="008E4928">
        <w:t xml:space="preserve"> the licensing basis:</w:t>
      </w:r>
    </w:p>
    <w:p w14:paraId="475C57C6" w14:textId="5B622DD3" w:rsidR="00F3545D" w:rsidRPr="008E4928" w:rsidRDefault="00F3545D" w:rsidP="00177706">
      <w:pPr>
        <w:pStyle w:val="BodyText"/>
        <w:numPr>
          <w:ilvl w:val="2"/>
          <w:numId w:val="85"/>
        </w:numPr>
      </w:pPr>
      <w:r w:rsidRPr="008E4928">
        <w:t>Audit report and any Condition Reports for issues, nonconformances, and audit findings.</w:t>
      </w:r>
    </w:p>
    <w:p w14:paraId="3CA01E4C" w14:textId="77777777" w:rsidR="00F3545D" w:rsidRPr="009F6609" w:rsidRDefault="00F3545D" w:rsidP="00177706">
      <w:pPr>
        <w:pStyle w:val="BodyText"/>
        <w:numPr>
          <w:ilvl w:val="2"/>
          <w:numId w:val="85"/>
        </w:numPr>
      </w:pPr>
      <w:r w:rsidRPr="009F6609">
        <w:t>Documentation of corrective actions stemming from Condition Reports.</w:t>
      </w:r>
    </w:p>
    <w:p w14:paraId="65B71B81" w14:textId="77777777" w:rsidR="00F3545D" w:rsidRPr="009F6609" w:rsidRDefault="00F3545D" w:rsidP="00177706">
      <w:pPr>
        <w:pStyle w:val="BodyText"/>
        <w:numPr>
          <w:ilvl w:val="2"/>
          <w:numId w:val="85"/>
        </w:numPr>
      </w:pPr>
      <w:r w:rsidRPr="009F6609">
        <w:t>Design Configuration Management Report; verify that configuration change orders are communicated to the IV&amp;V and Test organizations.</w:t>
      </w:r>
    </w:p>
    <w:p w14:paraId="5183CD47" w14:textId="77777777" w:rsidR="00176307" w:rsidRDefault="00F3545D" w:rsidP="00177706">
      <w:pPr>
        <w:pStyle w:val="BodyText"/>
        <w:numPr>
          <w:ilvl w:val="2"/>
          <w:numId w:val="85"/>
        </w:numPr>
      </w:pPr>
      <w:r w:rsidRPr="009F6609">
        <w:t>Design IV&amp;V Report; verify that the report confirms 100</w:t>
      </w:r>
      <w:r w:rsidR="00E70C8B">
        <w:t xml:space="preserve"> percent</w:t>
      </w:r>
      <w:r w:rsidRPr="009F6609">
        <w:t xml:space="preserve"> verification of design elements and correlation to code elements by the IV&amp;V organization.</w:t>
      </w:r>
    </w:p>
    <w:p w14:paraId="5D19F54C" w14:textId="77777777" w:rsidR="00176307" w:rsidRDefault="00F3545D" w:rsidP="006F21F2">
      <w:pPr>
        <w:pStyle w:val="BodyText"/>
        <w:numPr>
          <w:ilvl w:val="0"/>
          <w:numId w:val="85"/>
        </w:numPr>
      </w:pPr>
      <w:r w:rsidRPr="00F66F4B">
        <w:rPr>
          <w:u w:val="single"/>
        </w:rPr>
        <w:t>Design Safety Analysis</w:t>
      </w:r>
    </w:p>
    <w:p w14:paraId="3B78967A" w14:textId="77777777" w:rsidR="00176307" w:rsidRDefault="00F3545D" w:rsidP="00177706">
      <w:pPr>
        <w:pStyle w:val="BodyText"/>
        <w:numPr>
          <w:ilvl w:val="1"/>
          <w:numId w:val="85"/>
        </w:numPr>
      </w:pPr>
      <w:r w:rsidRPr="009F6609">
        <w:t>The Design Safety Analysis verifies that the design correctly and consistently incorporates the system safety requirements, identifies safety-critical software design elements, and detects errors that might result in violations of the system safety requirements. The analysis should ensure that all safety</w:t>
      </w:r>
      <w:r w:rsidR="00533526">
        <w:t>-</w:t>
      </w:r>
      <w:r w:rsidRPr="009F6609">
        <w:t xml:space="preserve">critical requirements have been included in the design, and that no new design features are developed that have no basis in the requirements. The analysis should identify any conditions that would prevent safety-critical processing from being accomplished. Select a sample from the following attributes and verify that they have been included in the </w:t>
      </w:r>
      <w:r w:rsidR="00777836">
        <w:t>s</w:t>
      </w:r>
      <w:r w:rsidRPr="009F6609">
        <w:t xml:space="preserve">afety </w:t>
      </w:r>
      <w:r w:rsidR="00777836">
        <w:t>a</w:t>
      </w:r>
      <w:r w:rsidRPr="009F6609">
        <w:t xml:space="preserve">nalysis, as committed to </w:t>
      </w:r>
      <w:proofErr w:type="gramStart"/>
      <w:r w:rsidRPr="009F6609">
        <w:t>in</w:t>
      </w:r>
      <w:proofErr w:type="gramEnd"/>
      <w:r w:rsidRPr="009F6609">
        <w:t xml:space="preserve"> the licensing basis:</w:t>
      </w:r>
    </w:p>
    <w:p w14:paraId="4C819965" w14:textId="4AC67B64" w:rsidR="00F3545D" w:rsidRPr="00EB19A3" w:rsidRDefault="00F3545D" w:rsidP="00177706">
      <w:pPr>
        <w:pStyle w:val="BodyText"/>
        <w:numPr>
          <w:ilvl w:val="2"/>
          <w:numId w:val="85"/>
        </w:numPr>
      </w:pPr>
      <w:r w:rsidRPr="00EB19A3">
        <w:t>Logic</w:t>
      </w:r>
    </w:p>
    <w:p w14:paraId="22E69FEB" w14:textId="77777777" w:rsidR="00F3545D" w:rsidRPr="00856F6C" w:rsidRDefault="00F3545D" w:rsidP="00177706">
      <w:pPr>
        <w:pStyle w:val="BodyText"/>
        <w:numPr>
          <w:ilvl w:val="3"/>
          <w:numId w:val="85"/>
        </w:numPr>
      </w:pPr>
      <w:r w:rsidRPr="00856F6C">
        <w:t xml:space="preserve">Equations and algorithms in </w:t>
      </w:r>
      <w:proofErr w:type="gramStart"/>
      <w:r w:rsidRPr="00856F6C">
        <w:t>the software</w:t>
      </w:r>
      <w:proofErr w:type="gramEnd"/>
      <w:r w:rsidRPr="00856F6C">
        <w:t xml:space="preserve"> design correctly implement safety-critical requirements.</w:t>
      </w:r>
    </w:p>
    <w:p w14:paraId="0491C740" w14:textId="77777777" w:rsidR="00F3545D" w:rsidRPr="00856F6C" w:rsidRDefault="00F3545D" w:rsidP="00177706">
      <w:pPr>
        <w:pStyle w:val="BodyText"/>
        <w:numPr>
          <w:ilvl w:val="3"/>
          <w:numId w:val="85"/>
        </w:numPr>
      </w:pPr>
      <w:r w:rsidRPr="00856F6C">
        <w:t>Control logic on the software design completely and correctly implements the safety-critical requirements.</w:t>
      </w:r>
    </w:p>
    <w:p w14:paraId="6795A3A9" w14:textId="7AD68B0E" w:rsidR="00F3545D" w:rsidRPr="00856F6C" w:rsidRDefault="00F3545D" w:rsidP="00177706">
      <w:pPr>
        <w:pStyle w:val="BodyText"/>
        <w:numPr>
          <w:ilvl w:val="3"/>
          <w:numId w:val="85"/>
        </w:numPr>
      </w:pPr>
      <w:r w:rsidRPr="00856F6C">
        <w:t>Control logic correctly implements error handling, off-normal processing, and emergency processing requirements. The system should be recoverable (e.g.</w:t>
      </w:r>
      <w:r w:rsidR="00EC2621" w:rsidRPr="00856F6C">
        <w:t>,</w:t>
      </w:r>
      <w:r w:rsidRPr="00856F6C">
        <w:t xml:space="preserve"> from </w:t>
      </w:r>
      <w:proofErr w:type="gramStart"/>
      <w:r w:rsidRPr="00856F6C">
        <w:t>a power</w:t>
      </w:r>
      <w:proofErr w:type="gramEnd"/>
      <w:r w:rsidRPr="00856F6C">
        <w:t xml:space="preserve"> loss)</w:t>
      </w:r>
      <w:r w:rsidR="00777836" w:rsidRPr="00856F6C">
        <w:t>.</w:t>
      </w:r>
    </w:p>
    <w:p w14:paraId="45190257" w14:textId="77777777" w:rsidR="00176307" w:rsidRPr="00177706" w:rsidRDefault="00F3545D" w:rsidP="00177706">
      <w:pPr>
        <w:pStyle w:val="BodyText"/>
        <w:numPr>
          <w:ilvl w:val="3"/>
          <w:numId w:val="85"/>
        </w:numPr>
      </w:pPr>
      <w:r w:rsidRPr="00856F6C">
        <w:t>Design logic is such that design elements that are not considered safety-critical ca</w:t>
      </w:r>
      <w:r w:rsidRPr="00EB19A3">
        <w:t>nnot</w:t>
      </w:r>
      <w:r w:rsidRPr="00EB19A3">
        <w:rPr>
          <w:b/>
          <w:bCs/>
        </w:rPr>
        <w:t xml:space="preserve"> </w:t>
      </w:r>
      <w:r w:rsidRPr="00EB19A3">
        <w:t>adversely affect the operation of the safety-critical design elements. The system should be “fail-safe.”</w:t>
      </w:r>
    </w:p>
    <w:p w14:paraId="3ED2BE06" w14:textId="107DCC73" w:rsidR="00F3545D" w:rsidRPr="00EB19A3" w:rsidRDefault="00F3545D" w:rsidP="00177706">
      <w:pPr>
        <w:pStyle w:val="BodyText"/>
        <w:numPr>
          <w:ilvl w:val="2"/>
          <w:numId w:val="85"/>
        </w:numPr>
      </w:pPr>
      <w:r w:rsidRPr="00EB19A3">
        <w:t>Data</w:t>
      </w:r>
    </w:p>
    <w:p w14:paraId="35D0BC0E" w14:textId="77777777" w:rsidR="00F3545D" w:rsidRPr="00EB19A3" w:rsidRDefault="00F3545D" w:rsidP="00177706">
      <w:pPr>
        <w:pStyle w:val="BodyText"/>
        <w:numPr>
          <w:ilvl w:val="3"/>
          <w:numId w:val="85"/>
        </w:numPr>
      </w:pPr>
      <w:r w:rsidRPr="00EB19A3">
        <w:t>Safety-critical data items are identified by type, unit, range, and error bounds.</w:t>
      </w:r>
    </w:p>
    <w:p w14:paraId="23CB30B1" w14:textId="77777777" w:rsidR="00F3545D" w:rsidRPr="00EB19A3" w:rsidRDefault="00F3545D" w:rsidP="00177706">
      <w:pPr>
        <w:pStyle w:val="BodyText"/>
        <w:numPr>
          <w:ilvl w:val="3"/>
          <w:numId w:val="85"/>
        </w:numPr>
      </w:pPr>
      <w:r w:rsidRPr="00EB19A3">
        <w:t>Analog inputs (from field devices) are properly scaled.</w:t>
      </w:r>
    </w:p>
    <w:p w14:paraId="4517B457" w14:textId="23F4B390" w:rsidR="00F3545D" w:rsidRPr="00EB19A3" w:rsidRDefault="00F3545D" w:rsidP="00177706">
      <w:pPr>
        <w:pStyle w:val="BodyText"/>
        <w:numPr>
          <w:ilvl w:val="3"/>
          <w:numId w:val="85"/>
        </w:numPr>
      </w:pPr>
      <w:r w:rsidRPr="00EB19A3">
        <w:t xml:space="preserve">Design </w:t>
      </w:r>
      <w:r w:rsidR="00560C1E">
        <w:t>E</w:t>
      </w:r>
      <w:r w:rsidRPr="00EB19A3">
        <w:t>lements that can change a safety-critical data item are known.</w:t>
      </w:r>
    </w:p>
    <w:p w14:paraId="396E56BB" w14:textId="77777777" w:rsidR="00F3545D" w:rsidRPr="00EB19A3" w:rsidRDefault="00F3545D" w:rsidP="00177706">
      <w:pPr>
        <w:pStyle w:val="BodyText"/>
        <w:numPr>
          <w:ilvl w:val="3"/>
          <w:numId w:val="85"/>
        </w:numPr>
      </w:pPr>
      <w:r w:rsidRPr="00EB19A3">
        <w:t>No interrupt will change the value of a safety-critical data item in an unanticipated manner.</w:t>
      </w:r>
    </w:p>
    <w:p w14:paraId="590217B4" w14:textId="77777777" w:rsidR="00F3545D" w:rsidRPr="00EB19A3" w:rsidRDefault="00F3545D" w:rsidP="00177706">
      <w:pPr>
        <w:pStyle w:val="BodyText"/>
        <w:numPr>
          <w:ilvl w:val="2"/>
          <w:numId w:val="85"/>
        </w:numPr>
      </w:pPr>
      <w:r w:rsidRPr="00EB19A3">
        <w:lastRenderedPageBreak/>
        <w:t>Interface</w:t>
      </w:r>
    </w:p>
    <w:p w14:paraId="40543114" w14:textId="77777777" w:rsidR="00F3545D" w:rsidRPr="00EB19A3" w:rsidRDefault="00F3545D" w:rsidP="00177706">
      <w:pPr>
        <w:pStyle w:val="BodyText"/>
        <w:numPr>
          <w:ilvl w:val="3"/>
          <w:numId w:val="85"/>
        </w:numPr>
      </w:pPr>
      <w:r w:rsidRPr="00EB19A3">
        <w:t>Control linkages between design elements are correctly and consistently designed.</w:t>
      </w:r>
    </w:p>
    <w:p w14:paraId="78EB9A30" w14:textId="77777777" w:rsidR="00F3545D" w:rsidRPr="00EB19A3" w:rsidRDefault="00F3545D" w:rsidP="00177706">
      <w:pPr>
        <w:pStyle w:val="BodyText"/>
        <w:numPr>
          <w:ilvl w:val="3"/>
          <w:numId w:val="85"/>
        </w:numPr>
      </w:pPr>
      <w:r w:rsidRPr="00EB19A3">
        <w:t>All parameters passed between design elements are consistent in type, structure, physical units, and direction (input/output).</w:t>
      </w:r>
    </w:p>
    <w:p w14:paraId="4E87DF4B" w14:textId="77777777" w:rsidR="00176307" w:rsidRDefault="00F3545D" w:rsidP="00177706">
      <w:pPr>
        <w:pStyle w:val="BodyText"/>
        <w:numPr>
          <w:ilvl w:val="3"/>
          <w:numId w:val="85"/>
        </w:numPr>
      </w:pPr>
      <w:r w:rsidRPr="00EB19A3">
        <w:t>No safety-critical data item is used before being initialized.</w:t>
      </w:r>
    </w:p>
    <w:p w14:paraId="6C6AA1C2" w14:textId="3C0CB4FB" w:rsidR="00F3545D" w:rsidRPr="00EB19A3" w:rsidRDefault="00F3545D" w:rsidP="00177706">
      <w:pPr>
        <w:pStyle w:val="BodyText"/>
        <w:numPr>
          <w:ilvl w:val="2"/>
          <w:numId w:val="85"/>
        </w:numPr>
      </w:pPr>
      <w:r w:rsidRPr="00EB19A3">
        <w:t>Constraints</w:t>
      </w:r>
    </w:p>
    <w:p w14:paraId="51CC796D" w14:textId="77777777" w:rsidR="00F3545D" w:rsidRPr="00EB19A3" w:rsidRDefault="00F3545D" w:rsidP="00177706">
      <w:pPr>
        <w:pStyle w:val="BodyText"/>
        <w:numPr>
          <w:ilvl w:val="3"/>
          <w:numId w:val="85"/>
        </w:numPr>
      </w:pPr>
      <w:r w:rsidRPr="00EB19A3">
        <w:t>Design constraints listed in the SRS have been followed in the design.</w:t>
      </w:r>
    </w:p>
    <w:p w14:paraId="2C5B1E72" w14:textId="77777777" w:rsidR="00F3545D" w:rsidRPr="00EB19A3" w:rsidRDefault="00F3545D" w:rsidP="00177706">
      <w:pPr>
        <w:pStyle w:val="BodyText"/>
        <w:numPr>
          <w:ilvl w:val="3"/>
          <w:numId w:val="85"/>
        </w:numPr>
      </w:pPr>
      <w:proofErr w:type="gramStart"/>
      <w:r w:rsidRPr="00EB19A3">
        <w:t>Known</w:t>
      </w:r>
      <w:proofErr w:type="gramEnd"/>
      <w:r w:rsidRPr="00EB19A3">
        <w:t xml:space="preserve"> external limitations on the design have been recognized and included in the design (includes hardware limitations, instrumentation limitations, operation of the system equipment, etc.).</w:t>
      </w:r>
    </w:p>
    <w:p w14:paraId="3EABB8B5" w14:textId="77777777" w:rsidR="00F3545D" w:rsidRPr="00EB19A3" w:rsidRDefault="00F3545D" w:rsidP="00177706">
      <w:pPr>
        <w:pStyle w:val="BodyText"/>
        <w:numPr>
          <w:ilvl w:val="3"/>
          <w:numId w:val="85"/>
        </w:numPr>
      </w:pPr>
      <w:r w:rsidRPr="00EB19A3">
        <w:t>Design meets timing and sizing requirements.</w:t>
      </w:r>
    </w:p>
    <w:p w14:paraId="5CD9C18F" w14:textId="77777777" w:rsidR="00F3545D" w:rsidRPr="00EB19A3" w:rsidRDefault="00F3545D" w:rsidP="00177706">
      <w:pPr>
        <w:pStyle w:val="BodyText"/>
        <w:numPr>
          <w:ilvl w:val="3"/>
          <w:numId w:val="85"/>
        </w:numPr>
      </w:pPr>
      <w:r w:rsidRPr="00EB19A3">
        <w:t xml:space="preserve">Equations and algorithms work across the complete range </w:t>
      </w:r>
      <w:proofErr w:type="gramStart"/>
      <w:r w:rsidRPr="00EB19A3">
        <w:t>of input</w:t>
      </w:r>
      <w:proofErr w:type="gramEnd"/>
      <w:r w:rsidRPr="00EB19A3">
        <w:t xml:space="preserve"> data item values.</w:t>
      </w:r>
    </w:p>
    <w:p w14:paraId="1E49DE0B" w14:textId="77777777" w:rsidR="00176307" w:rsidRDefault="00F3545D" w:rsidP="00177706">
      <w:pPr>
        <w:pStyle w:val="BodyText"/>
        <w:numPr>
          <w:ilvl w:val="3"/>
          <w:numId w:val="85"/>
        </w:numPr>
      </w:pPr>
      <w:r w:rsidRPr="00EB19A3">
        <w:t>Equations and algorithms provide sufficient accuracy and response times as specified in the SRS.</w:t>
      </w:r>
    </w:p>
    <w:p w14:paraId="55AE6ACF" w14:textId="77777777" w:rsidR="00176307" w:rsidRDefault="00F3545D" w:rsidP="00177706">
      <w:pPr>
        <w:pStyle w:val="BodyText"/>
        <w:numPr>
          <w:ilvl w:val="1"/>
          <w:numId w:val="85"/>
        </w:numPr>
      </w:pPr>
      <w:r w:rsidRPr="009F6609">
        <w:rPr>
          <w:bCs/>
        </w:rPr>
        <w:t xml:space="preserve">A </w:t>
      </w:r>
      <w:r w:rsidRPr="009F6609">
        <w:t xml:space="preserve">Code Safety Analysis should be </w:t>
      </w:r>
      <w:proofErr w:type="gramStart"/>
      <w:r w:rsidRPr="009F6609">
        <w:t>performed</w:t>
      </w:r>
      <w:proofErr w:type="gramEnd"/>
      <w:r w:rsidRPr="009F6609">
        <w:t xml:space="preserve"> and documented. The analysis should determine that the code correctly implements the software design, does not violate any safety requirements and that no additional hazards have been created </w:t>
      </w:r>
      <w:r w:rsidRPr="009F6609">
        <w:rPr>
          <w:bCs/>
        </w:rPr>
        <w:t xml:space="preserve">by </w:t>
      </w:r>
      <w:r w:rsidRPr="009F6609">
        <w:t xml:space="preserve">the coding </w:t>
      </w:r>
      <w:r w:rsidRPr="00EB19A3">
        <w:t xml:space="preserve">activity. Select a sample from the following attributes and verify that they have been included in the Code Safety Analysis, as committed to </w:t>
      </w:r>
      <w:proofErr w:type="gramStart"/>
      <w:r w:rsidRPr="00EB19A3">
        <w:t>in</w:t>
      </w:r>
      <w:proofErr w:type="gramEnd"/>
      <w:r w:rsidRPr="00EB19A3">
        <w:t xml:space="preserve"> the licensing basis:</w:t>
      </w:r>
    </w:p>
    <w:p w14:paraId="50C2B0D2" w14:textId="31B05B61" w:rsidR="00F3545D" w:rsidRPr="00EB19A3" w:rsidRDefault="00F3545D" w:rsidP="00177706">
      <w:pPr>
        <w:pStyle w:val="BodyText"/>
        <w:numPr>
          <w:ilvl w:val="2"/>
          <w:numId w:val="85"/>
        </w:numPr>
      </w:pPr>
      <w:r w:rsidRPr="00EB19A3">
        <w:t>Logic</w:t>
      </w:r>
    </w:p>
    <w:p w14:paraId="58063EE8" w14:textId="77777777" w:rsidR="00F3545D" w:rsidRPr="00EB19A3" w:rsidRDefault="00F3545D" w:rsidP="00177706">
      <w:pPr>
        <w:pStyle w:val="BodyText"/>
        <w:numPr>
          <w:ilvl w:val="3"/>
          <w:numId w:val="85"/>
        </w:numPr>
      </w:pPr>
      <w:r w:rsidRPr="00EB19A3">
        <w:t>Code logic correctly implements the safety-critical design criteria.</w:t>
      </w:r>
    </w:p>
    <w:p w14:paraId="02A8233A" w14:textId="77777777" w:rsidR="00F3545D" w:rsidRPr="00EB19A3" w:rsidRDefault="00F3545D" w:rsidP="00177706">
      <w:pPr>
        <w:pStyle w:val="BodyText"/>
        <w:numPr>
          <w:ilvl w:val="3"/>
          <w:numId w:val="85"/>
        </w:numPr>
      </w:pPr>
      <w:r w:rsidRPr="00EB19A3">
        <w:t>Design equations and algorithms are correctly implemented in the code.</w:t>
      </w:r>
    </w:p>
    <w:p w14:paraId="075C0C7D" w14:textId="77777777" w:rsidR="00F3545D" w:rsidRPr="00EB19A3" w:rsidRDefault="00F3545D" w:rsidP="00177706">
      <w:pPr>
        <w:pStyle w:val="BodyText"/>
        <w:numPr>
          <w:ilvl w:val="3"/>
          <w:numId w:val="85"/>
        </w:numPr>
      </w:pPr>
      <w:r w:rsidRPr="00EB19A3">
        <w:t>Error handling design is correctly implemented in the code.</w:t>
      </w:r>
    </w:p>
    <w:p w14:paraId="7157D586" w14:textId="77777777" w:rsidR="00F3545D" w:rsidRPr="00EB19A3" w:rsidRDefault="00F3545D" w:rsidP="00177706">
      <w:pPr>
        <w:pStyle w:val="BodyText"/>
        <w:numPr>
          <w:ilvl w:val="3"/>
          <w:numId w:val="85"/>
        </w:numPr>
      </w:pPr>
      <w:proofErr w:type="gramStart"/>
      <w:r w:rsidRPr="00EB19A3">
        <w:t>Off-normal</w:t>
      </w:r>
      <w:proofErr w:type="gramEnd"/>
      <w:r w:rsidRPr="00EB19A3">
        <w:t xml:space="preserve"> and emergency operations design is correctly implemented in the code.</w:t>
      </w:r>
    </w:p>
    <w:p w14:paraId="51A77CC4" w14:textId="77777777" w:rsidR="00F3545D" w:rsidRPr="00EB19A3" w:rsidRDefault="00F3545D" w:rsidP="00177706">
      <w:pPr>
        <w:pStyle w:val="BodyText"/>
        <w:numPr>
          <w:ilvl w:val="3"/>
          <w:numId w:val="85"/>
        </w:numPr>
      </w:pPr>
      <w:r w:rsidRPr="00EB19A3">
        <w:t>Non-critical code cannot adversely impact the function, timing, and reliability of safety-critical code.</w:t>
      </w:r>
    </w:p>
    <w:p w14:paraId="216A48F1" w14:textId="77777777" w:rsidR="00F3545D" w:rsidRPr="00EB19A3" w:rsidRDefault="00F3545D" w:rsidP="00177706">
      <w:pPr>
        <w:pStyle w:val="BodyText"/>
        <w:numPr>
          <w:ilvl w:val="3"/>
          <w:numId w:val="85"/>
        </w:numPr>
      </w:pPr>
      <w:r w:rsidRPr="00EB19A3">
        <w:t>Interrupts included in the code will not take precedence over, or prevent the execution of, safety-critical code modules.</w:t>
      </w:r>
    </w:p>
    <w:p w14:paraId="057D01F2" w14:textId="77777777" w:rsidR="00F3545D" w:rsidRPr="00EB19A3" w:rsidRDefault="00F3545D" w:rsidP="00177706">
      <w:pPr>
        <w:pStyle w:val="BodyText"/>
        <w:numPr>
          <w:ilvl w:val="3"/>
          <w:numId w:val="85"/>
        </w:numPr>
      </w:pPr>
      <w:r w:rsidRPr="00EB19A3">
        <w:t>Software failures and compensatory measures are implemented.</w:t>
      </w:r>
    </w:p>
    <w:p w14:paraId="5813B438" w14:textId="77777777" w:rsidR="00176307" w:rsidRDefault="00F3545D" w:rsidP="00177706">
      <w:pPr>
        <w:pStyle w:val="BodyText"/>
        <w:numPr>
          <w:ilvl w:val="3"/>
          <w:numId w:val="85"/>
        </w:numPr>
      </w:pPr>
      <w:r w:rsidRPr="00EB19A3">
        <w:t>Overrides and bypasses are implemented.</w:t>
      </w:r>
    </w:p>
    <w:p w14:paraId="3169D8DE" w14:textId="7A7AE798" w:rsidR="00F3545D" w:rsidRPr="00EB19A3" w:rsidRDefault="00F3545D" w:rsidP="00177706">
      <w:pPr>
        <w:pStyle w:val="BodyText"/>
        <w:numPr>
          <w:ilvl w:val="2"/>
          <w:numId w:val="85"/>
        </w:numPr>
      </w:pPr>
      <w:r w:rsidRPr="00EB19A3">
        <w:lastRenderedPageBreak/>
        <w:t>Data</w:t>
      </w:r>
    </w:p>
    <w:p w14:paraId="44B18B53" w14:textId="77777777" w:rsidR="00F3545D" w:rsidRPr="00EB19A3" w:rsidRDefault="00F3545D" w:rsidP="00177706">
      <w:pPr>
        <w:pStyle w:val="BodyText"/>
        <w:numPr>
          <w:ilvl w:val="3"/>
          <w:numId w:val="85"/>
        </w:numPr>
      </w:pPr>
      <w:r w:rsidRPr="00EB19A3">
        <w:t>Definition and use of data items in the code are consistent with the software design.</w:t>
      </w:r>
    </w:p>
    <w:p w14:paraId="6A3ABE59" w14:textId="77777777" w:rsidR="00F3545D" w:rsidRPr="00EB19A3" w:rsidRDefault="00F3545D" w:rsidP="00177706">
      <w:pPr>
        <w:pStyle w:val="BodyText"/>
        <w:numPr>
          <w:ilvl w:val="3"/>
          <w:numId w:val="85"/>
        </w:numPr>
      </w:pPr>
      <w:r w:rsidRPr="00EB19A3">
        <w:t xml:space="preserve">No safety-critical data item can have its value changed in an unanticipated manner, or </w:t>
      </w:r>
      <w:r w:rsidRPr="00856F6C">
        <w:t xml:space="preserve">by </w:t>
      </w:r>
      <w:r w:rsidRPr="00EB19A3">
        <w:t>an unanticipated module.</w:t>
      </w:r>
    </w:p>
    <w:p w14:paraId="5B2B7B68" w14:textId="77777777" w:rsidR="00176307" w:rsidRDefault="00F3545D" w:rsidP="00177706">
      <w:pPr>
        <w:pStyle w:val="BodyText"/>
        <w:numPr>
          <w:ilvl w:val="3"/>
          <w:numId w:val="85"/>
        </w:numPr>
      </w:pPr>
      <w:r w:rsidRPr="00EB19A3">
        <w:t>No interrupt can destroy safety-critical data items.</w:t>
      </w:r>
    </w:p>
    <w:p w14:paraId="135F1BC5" w14:textId="603E901C" w:rsidR="00F3545D" w:rsidRPr="00EB19A3" w:rsidRDefault="00F3545D" w:rsidP="00177706">
      <w:pPr>
        <w:pStyle w:val="BodyText"/>
        <w:numPr>
          <w:ilvl w:val="2"/>
          <w:numId w:val="85"/>
        </w:numPr>
      </w:pPr>
      <w:r w:rsidRPr="00EB19A3">
        <w:t>Interface</w:t>
      </w:r>
    </w:p>
    <w:p w14:paraId="42B921AB" w14:textId="77777777" w:rsidR="00F3545D" w:rsidRPr="00EB19A3" w:rsidRDefault="00F3545D" w:rsidP="00177706">
      <w:pPr>
        <w:pStyle w:val="BodyText"/>
        <w:numPr>
          <w:ilvl w:val="3"/>
          <w:numId w:val="85"/>
        </w:numPr>
      </w:pPr>
      <w:r w:rsidRPr="00EB19A3">
        <w:t>Parameters passed between code modules are analyzed for consistency, including typing, structure, physical units, and number and order of parameters.</w:t>
      </w:r>
    </w:p>
    <w:p w14:paraId="534D7370" w14:textId="77777777" w:rsidR="00F3545D" w:rsidRPr="00EB19A3" w:rsidRDefault="00F3545D" w:rsidP="00177706">
      <w:pPr>
        <w:pStyle w:val="BodyText"/>
        <w:numPr>
          <w:ilvl w:val="3"/>
          <w:numId w:val="85"/>
        </w:numPr>
      </w:pPr>
      <w:r w:rsidRPr="00EB19A3">
        <w:t>Direction of parameters is consistent, both internally in the code, and externally with the software design.</w:t>
      </w:r>
    </w:p>
    <w:p w14:paraId="7256F541" w14:textId="77777777" w:rsidR="00176307" w:rsidRDefault="00F3545D" w:rsidP="00177706">
      <w:pPr>
        <w:pStyle w:val="BodyText"/>
        <w:numPr>
          <w:ilvl w:val="3"/>
          <w:numId w:val="85"/>
        </w:numPr>
      </w:pPr>
      <w:r w:rsidRPr="00EB19A3">
        <w:t>External interfaces are evaluated for correct format of messages, content, timing, and consistency.</w:t>
      </w:r>
    </w:p>
    <w:p w14:paraId="756004DF" w14:textId="687BD994" w:rsidR="00F3545D" w:rsidRPr="00EB19A3" w:rsidRDefault="00F3545D" w:rsidP="00177706">
      <w:pPr>
        <w:pStyle w:val="BodyText"/>
        <w:numPr>
          <w:ilvl w:val="2"/>
          <w:numId w:val="85"/>
        </w:numPr>
      </w:pPr>
      <w:r w:rsidRPr="00EB19A3">
        <w:t>Constraints</w:t>
      </w:r>
    </w:p>
    <w:p w14:paraId="7FA7DD30" w14:textId="77777777" w:rsidR="00F3545D" w:rsidRPr="009F6609" w:rsidRDefault="00F3545D" w:rsidP="00177706">
      <w:pPr>
        <w:pStyle w:val="BodyText"/>
        <w:numPr>
          <w:ilvl w:val="3"/>
          <w:numId w:val="85"/>
        </w:numPr>
      </w:pPr>
      <w:r w:rsidRPr="00EB19A3">
        <w:t>Adequate memory space is allocated for the safety-critical code and data structure. Consider</w:t>
      </w:r>
      <w:r w:rsidRPr="009F6609">
        <w:t xml:space="preserve"> normal, </w:t>
      </w:r>
      <w:proofErr w:type="gramStart"/>
      <w:r w:rsidRPr="009F6609">
        <w:t>off-normal</w:t>
      </w:r>
      <w:proofErr w:type="gramEnd"/>
      <w:r w:rsidRPr="009F6609">
        <w:t>, and emergency operating modes.</w:t>
      </w:r>
    </w:p>
    <w:p w14:paraId="65DD7624" w14:textId="77777777" w:rsidR="00F3545D" w:rsidRPr="009F6609" w:rsidRDefault="00F3545D" w:rsidP="00177706">
      <w:pPr>
        <w:pStyle w:val="BodyText"/>
        <w:numPr>
          <w:ilvl w:val="3"/>
          <w:numId w:val="85"/>
        </w:numPr>
      </w:pPr>
      <w:r w:rsidRPr="009F6609">
        <w:t>Actual timing of events in the code is consistent with the timing analysis performed as part of the software design.</w:t>
      </w:r>
    </w:p>
    <w:p w14:paraId="3E5F4D91" w14:textId="77777777" w:rsidR="00176307" w:rsidRDefault="00F3545D" w:rsidP="00177706">
      <w:pPr>
        <w:pStyle w:val="BodyText"/>
        <w:numPr>
          <w:ilvl w:val="3"/>
          <w:numId w:val="85"/>
        </w:numPr>
      </w:pPr>
      <w:r w:rsidRPr="009F6609">
        <w:t>All timing requirements are met.</w:t>
      </w:r>
    </w:p>
    <w:p w14:paraId="1CC83DF5" w14:textId="77777777" w:rsidR="00176307" w:rsidRDefault="00F3545D" w:rsidP="00177706">
      <w:pPr>
        <w:pStyle w:val="BodyText"/>
        <w:numPr>
          <w:ilvl w:val="1"/>
          <w:numId w:val="85"/>
        </w:numPr>
      </w:pPr>
      <w:r w:rsidRPr="009F6609">
        <w:t>Failure Analysis</w:t>
      </w:r>
    </w:p>
    <w:p w14:paraId="6F6F1C4E" w14:textId="27F27D93" w:rsidR="00F3545D" w:rsidRPr="009F6609" w:rsidRDefault="00F3545D" w:rsidP="000E018E">
      <w:pPr>
        <w:widowControl/>
        <w:autoSpaceDE/>
        <w:autoSpaceDN/>
        <w:adjustRightInd/>
        <w:spacing w:after="220"/>
        <w:ind w:left="1080"/>
        <w:rPr>
          <w:rFonts w:ascii="Arial" w:hAnsi="Arial" w:cs="Arial"/>
          <w:sz w:val="22"/>
          <w:szCs w:val="22"/>
        </w:rPr>
      </w:pPr>
      <w:r w:rsidRPr="009F6609">
        <w:rPr>
          <w:rFonts w:ascii="Arial" w:hAnsi="Arial" w:cs="Arial"/>
          <w:sz w:val="22"/>
          <w:szCs w:val="22"/>
        </w:rPr>
        <w:t>A Failure Modes and Effects Analysis (FMEA) or other failure analysis should be performed to ensure that single failure requirements associated with system safety analyses and assumptions are confirmed. The FMEA should include system architecture to ensure that key design principles of redundancy and independence have been incorporated and that single failure requirements are met (Refer to NRC R</w:t>
      </w:r>
      <w:r w:rsidR="00EB2D34">
        <w:rPr>
          <w:rFonts w:ascii="Arial" w:hAnsi="Arial" w:cs="Arial"/>
          <w:sz w:val="22"/>
          <w:szCs w:val="22"/>
        </w:rPr>
        <w:t xml:space="preserve">egulatory </w:t>
      </w:r>
      <w:r w:rsidRPr="009F6609">
        <w:rPr>
          <w:rFonts w:ascii="Arial" w:hAnsi="Arial" w:cs="Arial"/>
          <w:sz w:val="22"/>
          <w:szCs w:val="22"/>
        </w:rPr>
        <w:t>G</w:t>
      </w:r>
      <w:r w:rsidR="00EB2D34">
        <w:rPr>
          <w:rFonts w:ascii="Arial" w:hAnsi="Arial" w:cs="Arial"/>
          <w:sz w:val="22"/>
          <w:szCs w:val="22"/>
        </w:rPr>
        <w:t>uide</w:t>
      </w:r>
      <w:r w:rsidRPr="009F6609">
        <w:rPr>
          <w:rFonts w:ascii="Arial" w:hAnsi="Arial" w:cs="Arial"/>
          <w:sz w:val="22"/>
          <w:szCs w:val="22"/>
        </w:rPr>
        <w:t xml:space="preserve"> 1.53 “Single Failure Criterion</w:t>
      </w:r>
      <w:r w:rsidR="007D6C85">
        <w:rPr>
          <w:rFonts w:ascii="Arial" w:hAnsi="Arial" w:cs="Arial"/>
          <w:sz w:val="22"/>
          <w:szCs w:val="22"/>
        </w:rPr>
        <w:t>”</w:t>
      </w:r>
      <w:r w:rsidRPr="009F6609">
        <w:rPr>
          <w:rFonts w:ascii="Arial" w:hAnsi="Arial" w:cs="Arial"/>
          <w:sz w:val="22"/>
          <w:szCs w:val="22"/>
        </w:rPr>
        <w:t xml:space="preserve">). The FMEA attributes are incorporated from </w:t>
      </w:r>
      <w:r w:rsidR="001305DF" w:rsidRPr="001305DF">
        <w:rPr>
          <w:rFonts w:ascii="Arial" w:hAnsi="Arial" w:cs="Arial"/>
          <w:sz w:val="22"/>
          <w:szCs w:val="22"/>
        </w:rPr>
        <w:t xml:space="preserve">Institute of Electrical and Electronics Engineers </w:t>
      </w:r>
      <w:r w:rsidRPr="009F6609">
        <w:rPr>
          <w:rFonts w:ascii="Arial" w:hAnsi="Arial" w:cs="Arial"/>
          <w:sz w:val="22"/>
          <w:szCs w:val="22"/>
        </w:rPr>
        <w:t>Std</w:t>
      </w:r>
      <w:r w:rsidR="00922CA7">
        <w:rPr>
          <w:rFonts w:ascii="Arial" w:hAnsi="Arial" w:cs="Arial"/>
          <w:sz w:val="22"/>
          <w:szCs w:val="22"/>
        </w:rPr>
        <w:t>.</w:t>
      </w:r>
      <w:r w:rsidR="009B3CFB">
        <w:rPr>
          <w:rFonts w:ascii="Arial" w:hAnsi="Arial" w:cs="Arial"/>
          <w:sz w:val="22"/>
          <w:szCs w:val="22"/>
        </w:rPr>
        <w:t xml:space="preserve"> </w:t>
      </w:r>
      <w:r w:rsidRPr="009F6609">
        <w:rPr>
          <w:rFonts w:ascii="Arial" w:hAnsi="Arial" w:cs="Arial"/>
          <w:sz w:val="22"/>
          <w:szCs w:val="22"/>
        </w:rPr>
        <w:t>352 “Reliability Analysis.” Verify the following from the FMEA or equivalent failure analysis:</w:t>
      </w:r>
    </w:p>
    <w:p w14:paraId="149DC05E" w14:textId="77777777" w:rsidR="00F3545D" w:rsidRPr="009F6609" w:rsidRDefault="00F3545D" w:rsidP="00177706">
      <w:pPr>
        <w:pStyle w:val="BodyText"/>
        <w:numPr>
          <w:ilvl w:val="2"/>
          <w:numId w:val="85"/>
        </w:numPr>
      </w:pPr>
      <w:r w:rsidRPr="009F6609">
        <w:t>Credible failure modes for the system/software were identified.</w:t>
      </w:r>
    </w:p>
    <w:p w14:paraId="02E99C83" w14:textId="77777777" w:rsidR="00F3545D" w:rsidRPr="009F6609" w:rsidRDefault="00F3545D" w:rsidP="00177706">
      <w:pPr>
        <w:pStyle w:val="BodyText"/>
        <w:numPr>
          <w:ilvl w:val="2"/>
          <w:numId w:val="85"/>
        </w:numPr>
      </w:pPr>
      <w:r w:rsidRPr="009F6609">
        <w:t>Impact (failure effect) on the system/software was evaluated.</w:t>
      </w:r>
    </w:p>
    <w:p w14:paraId="0640F5D4" w14:textId="307DDDD8" w:rsidR="00F3545D" w:rsidRPr="0074647E" w:rsidRDefault="00F3545D" w:rsidP="00177706">
      <w:pPr>
        <w:pStyle w:val="BodyText"/>
        <w:numPr>
          <w:ilvl w:val="2"/>
          <w:numId w:val="85"/>
        </w:numPr>
      </w:pPr>
      <w:r w:rsidRPr="009F6609">
        <w:t>Provisions to compensate for failure(s) are identified and included.</w:t>
      </w:r>
    </w:p>
    <w:p w14:paraId="3E7CB6FD" w14:textId="5AC49B11" w:rsidR="00F3545D" w:rsidRPr="00682992" w:rsidRDefault="00F3545D" w:rsidP="00121D15">
      <w:pPr>
        <w:pStyle w:val="BodyTextHeading1"/>
      </w:pPr>
      <w:r w:rsidRPr="00682992">
        <w:lastRenderedPageBreak/>
        <w:t>88200.M.A3</w:t>
      </w:r>
      <w:r w:rsidR="007D5A5B" w:rsidRPr="00682992">
        <w:rPr>
          <w:rFonts w:ascii="Cambria Math" w:hAnsi="Cambria Math" w:cs="Cambria Math"/>
        </w:rPr>
        <w:t>‑</w:t>
      </w:r>
      <w:r w:rsidR="007D5A5B" w:rsidRPr="00682992">
        <w:t>04</w:t>
      </w:r>
      <w:r w:rsidRPr="00682992">
        <w:t xml:space="preserve"> </w:t>
      </w:r>
      <w:r w:rsidRPr="00682992">
        <w:tab/>
        <w:t>RESOURCE ESTIMATE</w:t>
      </w:r>
    </w:p>
    <w:p w14:paraId="55BDC361" w14:textId="19F612CA" w:rsidR="00F3545D" w:rsidRDefault="00F3545D" w:rsidP="00FA5131">
      <w:pPr>
        <w:pStyle w:val="BodyText"/>
      </w:pPr>
      <w:r w:rsidRPr="00E360BA">
        <w:t xml:space="preserve">Appendix </w:t>
      </w:r>
      <w:r>
        <w:t xml:space="preserve">resource estimate </w:t>
      </w:r>
      <w:r w:rsidRPr="00E360BA">
        <w:t xml:space="preserve">listed in Appendix </w:t>
      </w:r>
      <w:r>
        <w:t>M</w:t>
      </w:r>
      <w:r w:rsidRPr="00E360BA">
        <w:t>, “Inspection of Digital Instrumentation and Control (</w:t>
      </w:r>
      <w:r w:rsidR="00E928A6">
        <w:t>DI&amp;C</w:t>
      </w:r>
      <w:r w:rsidRPr="00E360BA">
        <w:t>) System/Software Design.”</w:t>
      </w:r>
    </w:p>
    <w:p w14:paraId="6D6D5A24" w14:textId="425672E4" w:rsidR="00F3545D" w:rsidRPr="00682992" w:rsidRDefault="00F3545D" w:rsidP="00121D15">
      <w:pPr>
        <w:pStyle w:val="BodyTextHeading1"/>
      </w:pPr>
      <w:r w:rsidRPr="00682992">
        <w:t>88200.M.A3</w:t>
      </w:r>
      <w:r w:rsidR="007D5A5B" w:rsidRPr="00682992">
        <w:rPr>
          <w:rFonts w:ascii="Cambria Math" w:hAnsi="Cambria Math" w:cs="Cambria Math"/>
        </w:rPr>
        <w:t>‑</w:t>
      </w:r>
      <w:r w:rsidR="007D5A5B" w:rsidRPr="00682992">
        <w:t>05</w:t>
      </w:r>
      <w:r w:rsidRPr="00682992">
        <w:tab/>
        <w:t>PROCEDURE COMPLETION</w:t>
      </w:r>
    </w:p>
    <w:p w14:paraId="7837ADC4" w14:textId="5817AC93" w:rsidR="00F3545D" w:rsidRDefault="00F3545D" w:rsidP="00DC4C1F">
      <w:pPr>
        <w:pStyle w:val="BodyText"/>
      </w:pPr>
      <w:r w:rsidRPr="00E360BA">
        <w:t xml:space="preserve">Appendix </w:t>
      </w:r>
      <w:r>
        <w:t xml:space="preserve">procedure completion </w:t>
      </w:r>
      <w:r w:rsidRPr="00E360BA">
        <w:t xml:space="preserve">listed in Appendix </w:t>
      </w:r>
      <w:r>
        <w:t>M</w:t>
      </w:r>
      <w:r w:rsidRPr="00E360BA">
        <w:t>, “Inspection of Digital Instrumentation and Control (</w:t>
      </w:r>
      <w:r w:rsidR="00E928A6">
        <w:t>DI&amp;C</w:t>
      </w:r>
      <w:r w:rsidRPr="00E360BA">
        <w:t>) System/Software Design.”</w:t>
      </w:r>
    </w:p>
    <w:p w14:paraId="5538BD75" w14:textId="03802843" w:rsidR="00F3545D" w:rsidRPr="00682992" w:rsidRDefault="00F3545D" w:rsidP="00121D15">
      <w:pPr>
        <w:pStyle w:val="BodyTextHeading1"/>
      </w:pPr>
      <w:r w:rsidRPr="00682992">
        <w:t>88200.M.A3</w:t>
      </w:r>
      <w:r w:rsidR="007D5A5B" w:rsidRPr="00682992">
        <w:rPr>
          <w:rFonts w:ascii="Cambria Math" w:hAnsi="Cambria Math" w:cs="Cambria Math"/>
        </w:rPr>
        <w:t>‑</w:t>
      </w:r>
      <w:r w:rsidR="007D5A5B" w:rsidRPr="00682992">
        <w:t>06</w:t>
      </w:r>
      <w:r w:rsidRPr="00682992">
        <w:tab/>
        <w:t>REFERENCES</w:t>
      </w:r>
    </w:p>
    <w:p w14:paraId="7CC91CA6" w14:textId="1BF66DFE" w:rsidR="00F3545D" w:rsidRPr="00E360BA" w:rsidRDefault="00F3545D" w:rsidP="00DC4C1F">
      <w:pPr>
        <w:pStyle w:val="BodyText"/>
      </w:pPr>
      <w:r w:rsidRPr="00E360BA">
        <w:t xml:space="preserve">Appendix </w:t>
      </w:r>
      <w:r>
        <w:t xml:space="preserve">references </w:t>
      </w:r>
      <w:r w:rsidRPr="00E360BA">
        <w:t xml:space="preserve">listed in Appendix </w:t>
      </w:r>
      <w:r>
        <w:t>M</w:t>
      </w:r>
      <w:r w:rsidRPr="00E360BA">
        <w:t>, “Inspection of Digital Instrumentation and Control (</w:t>
      </w:r>
      <w:r w:rsidR="00E928A6">
        <w:t>DI&amp;C</w:t>
      </w:r>
      <w:r w:rsidRPr="00E360BA">
        <w:t>) System/Software Design.”</w:t>
      </w:r>
    </w:p>
    <w:p w14:paraId="4A7D0469" w14:textId="7ECAA6E6" w:rsidR="00F67A30" w:rsidRDefault="00F3545D" w:rsidP="00564D3B">
      <w:pPr>
        <w:pStyle w:val="END"/>
      </w:pPr>
      <w:r w:rsidRPr="00396478">
        <w:t>END</w:t>
      </w:r>
    </w:p>
    <w:p w14:paraId="08435318" w14:textId="61AAEB8E" w:rsidR="003C2099" w:rsidRPr="003C2099" w:rsidRDefault="003C2099" w:rsidP="00E928A6">
      <w:pPr>
        <w:widowControl/>
        <w:autoSpaceDE/>
        <w:autoSpaceDN/>
        <w:adjustRightInd/>
        <w:spacing w:after="220"/>
        <w:rPr>
          <w:rFonts w:ascii="Arial" w:hAnsi="Arial" w:cs="Arial"/>
          <w:sz w:val="22"/>
          <w:szCs w:val="22"/>
        </w:rPr>
      </w:pPr>
      <w:r>
        <w:rPr>
          <w:rFonts w:ascii="Arial" w:hAnsi="Arial" w:cs="Arial"/>
          <w:sz w:val="22"/>
          <w:szCs w:val="22"/>
        </w:rPr>
        <w:br w:type="page"/>
      </w:r>
    </w:p>
    <w:p w14:paraId="1964F18D" w14:textId="77777777" w:rsidR="00E93EEF" w:rsidRDefault="00E93EEF" w:rsidP="008044CF">
      <w:pPr>
        <w:pStyle w:val="attachmenttitle"/>
        <w:spacing w:after="0"/>
        <w:sectPr w:rsidR="00E93EEF" w:rsidSect="00840D18">
          <w:footerReference w:type="default" r:id="rId14"/>
          <w:pgSz w:w="12240" w:h="15840" w:code="1"/>
          <w:pgMar w:top="1440" w:right="1440" w:bottom="1440" w:left="1440" w:header="1080" w:footer="720" w:gutter="0"/>
          <w:pgNumType w:start="1"/>
          <w:cols w:space="720"/>
          <w:docGrid w:linePitch="360"/>
        </w:sectPr>
      </w:pPr>
    </w:p>
    <w:p w14:paraId="66520F59" w14:textId="13A192D2" w:rsidR="00F67A30" w:rsidRPr="00E928A6" w:rsidRDefault="00680A0F" w:rsidP="008044CF">
      <w:pPr>
        <w:pStyle w:val="attachmenttitle"/>
        <w:spacing w:after="0"/>
      </w:pPr>
      <w:r w:rsidRPr="009F6609">
        <w:lastRenderedPageBreak/>
        <w:t>A</w:t>
      </w:r>
      <w:r>
        <w:t>ttachment</w:t>
      </w:r>
      <w:r w:rsidR="00EA7B94">
        <w:t> 4</w:t>
      </w:r>
      <w:r>
        <w:t xml:space="preserve">: </w:t>
      </w:r>
      <w:r w:rsidRPr="009F6609">
        <w:t>I</w:t>
      </w:r>
      <w:r>
        <w:t xml:space="preserve">nspection Guide </w:t>
      </w:r>
      <w:r w:rsidR="00590580">
        <w:t>f</w:t>
      </w:r>
      <w:r>
        <w:t xml:space="preserve">or </w:t>
      </w:r>
      <w:r w:rsidR="00E928A6">
        <w:t>DI&amp;C</w:t>
      </w:r>
      <w:r w:rsidRPr="009F6609">
        <w:t xml:space="preserve"> S</w:t>
      </w:r>
      <w:r w:rsidRPr="00A101D5">
        <w:t>ystem/Software Life Cycle –</w:t>
      </w:r>
      <w:r w:rsidR="00EC2621">
        <w:t xml:space="preserve"> </w:t>
      </w:r>
      <w:r w:rsidRPr="00A101D5">
        <w:t>Integration Phase</w:t>
      </w:r>
    </w:p>
    <w:p w14:paraId="3EA7502E" w14:textId="6365CA30" w:rsidR="00FD7CA2" w:rsidRPr="00682992" w:rsidRDefault="00FD7CA2" w:rsidP="00121D15">
      <w:pPr>
        <w:pStyle w:val="BodyTextHeading1"/>
      </w:pPr>
      <w:r w:rsidRPr="00682992">
        <w:t>88200.M.A4</w:t>
      </w:r>
      <w:r w:rsidR="007D5A5B" w:rsidRPr="00682992">
        <w:rPr>
          <w:rFonts w:ascii="Cambria Math" w:hAnsi="Cambria Math" w:cs="Cambria Math"/>
        </w:rPr>
        <w:t>‑</w:t>
      </w:r>
      <w:r w:rsidR="007D5A5B" w:rsidRPr="00682992">
        <w:t>01</w:t>
      </w:r>
      <w:r w:rsidRPr="00682992">
        <w:tab/>
        <w:t>INSPECTION OBJECTIVES</w:t>
      </w:r>
    </w:p>
    <w:p w14:paraId="589F8EF8" w14:textId="77777777" w:rsidR="00176307" w:rsidRDefault="00615CDD" w:rsidP="00615CDD">
      <w:pPr>
        <w:pStyle w:val="BodyText"/>
      </w:pPr>
      <w:r>
        <w:t>01.01</w:t>
      </w:r>
      <w:r>
        <w:tab/>
      </w:r>
      <w:r w:rsidR="00FD7CA2" w:rsidRPr="0069065A">
        <w:t>Appendix inspection objectives listed in Appendix M, “Inspection of Digital Instrumentation and Control (</w:t>
      </w:r>
      <w:r w:rsidR="00E928A6" w:rsidRPr="0069065A">
        <w:t>DI&amp;C</w:t>
      </w:r>
      <w:r w:rsidR="00FD7CA2" w:rsidRPr="0069065A">
        <w:t>) System/Software Design.”</w:t>
      </w:r>
    </w:p>
    <w:p w14:paraId="389EADD0" w14:textId="6BEF5BBF" w:rsidR="00FD7CA2" w:rsidRPr="0069065A" w:rsidRDefault="000F5030" w:rsidP="00615CDD">
      <w:pPr>
        <w:pStyle w:val="BodyText"/>
      </w:pPr>
      <w:r>
        <w:t>01.02</w:t>
      </w:r>
      <w:r>
        <w:tab/>
      </w:r>
      <w:r w:rsidR="00FD7CA2" w:rsidRPr="0069065A">
        <w:t xml:space="preserve">Attachment Inspection Objectives: Verify that the licensee’s </w:t>
      </w:r>
      <w:r w:rsidR="00E928A6" w:rsidRPr="0069065A">
        <w:t>DI&amp;C</w:t>
      </w:r>
      <w:r w:rsidR="00FD7CA2" w:rsidRPr="0069065A">
        <w:t xml:space="preserve"> development Integration Phase process and documentation are consistent with design commitments.</w:t>
      </w:r>
    </w:p>
    <w:p w14:paraId="31465A29" w14:textId="7D92B9F2" w:rsidR="00FD7CA2" w:rsidRPr="00682992" w:rsidRDefault="00FD7CA2" w:rsidP="00121D15">
      <w:pPr>
        <w:pStyle w:val="BodyTextHeading1"/>
      </w:pPr>
      <w:r w:rsidRPr="00682992">
        <w:t>88200.M.A4</w:t>
      </w:r>
      <w:r w:rsidR="007D5A5B" w:rsidRPr="00682992">
        <w:rPr>
          <w:rFonts w:ascii="Cambria Math" w:hAnsi="Cambria Math" w:cs="Cambria Math"/>
        </w:rPr>
        <w:t>‑</w:t>
      </w:r>
      <w:r w:rsidR="007D5A5B" w:rsidRPr="00682992">
        <w:t>02</w:t>
      </w:r>
      <w:r w:rsidRPr="00682992">
        <w:tab/>
        <w:t>INSPECTION REQUIREMENTS</w:t>
      </w:r>
    </w:p>
    <w:p w14:paraId="7DEA46B7" w14:textId="77777777" w:rsidR="00176307" w:rsidRDefault="00FD7CA2" w:rsidP="000F5030">
      <w:pPr>
        <w:pStyle w:val="BodyText"/>
      </w:pPr>
      <w:r w:rsidRPr="00E360BA">
        <w:t xml:space="preserve">Appendix inspection </w:t>
      </w:r>
      <w:r>
        <w:t xml:space="preserve">requirements </w:t>
      </w:r>
      <w:r w:rsidRPr="00E360BA">
        <w:t xml:space="preserve">listed in Appendix </w:t>
      </w:r>
      <w:r>
        <w:t>M</w:t>
      </w:r>
      <w:r w:rsidRPr="00E360BA">
        <w:t>, “Inspection of Digital Instrumentation and Control (</w:t>
      </w:r>
      <w:r w:rsidR="00E928A6">
        <w:t>DI&amp;C</w:t>
      </w:r>
      <w:r w:rsidRPr="00E360BA">
        <w:t>) System/Software Design.”</w:t>
      </w:r>
    </w:p>
    <w:p w14:paraId="1BCF4ACE" w14:textId="5D1807A6" w:rsidR="007C7D7F" w:rsidRDefault="007C7D7F" w:rsidP="000F5030">
      <w:pPr>
        <w:pStyle w:val="BodyText"/>
      </w:pPr>
      <w:r w:rsidRPr="007C7D7F">
        <w:t>Refer to licensing basis requirements for applicable codes and standards for each fuel facility.</w:t>
      </w:r>
    </w:p>
    <w:p w14:paraId="2A887FC0" w14:textId="7EC927F8" w:rsidR="00FD7CA2" w:rsidRPr="00682992" w:rsidRDefault="00FD7CA2" w:rsidP="00121D15">
      <w:pPr>
        <w:pStyle w:val="BodyTextHeading1"/>
      </w:pPr>
      <w:r w:rsidRPr="00682992">
        <w:t>88200.M.A4</w:t>
      </w:r>
      <w:r w:rsidR="007D5A5B" w:rsidRPr="00682992">
        <w:rPr>
          <w:rFonts w:ascii="Cambria Math" w:hAnsi="Cambria Math" w:cs="Cambria Math"/>
        </w:rPr>
        <w:t>‑</w:t>
      </w:r>
      <w:r w:rsidR="007D5A5B" w:rsidRPr="00682992">
        <w:t>03</w:t>
      </w:r>
      <w:r w:rsidRPr="00682992">
        <w:tab/>
        <w:t>INSPECTION GUIDANCE</w:t>
      </w:r>
    </w:p>
    <w:p w14:paraId="5AE1EBC4" w14:textId="77777777" w:rsidR="00176307" w:rsidRDefault="00FD7CA2" w:rsidP="000F5030">
      <w:pPr>
        <w:pStyle w:val="BodyText"/>
      </w:pPr>
      <w:r w:rsidRPr="009F6609">
        <w:rPr>
          <w:u w:val="single"/>
        </w:rPr>
        <w:t>General Guidance</w:t>
      </w:r>
    </w:p>
    <w:p w14:paraId="7C6B7E4F" w14:textId="77777777" w:rsidR="00176307" w:rsidRDefault="00FD7CA2" w:rsidP="000F5030">
      <w:pPr>
        <w:pStyle w:val="BodyText"/>
      </w:pPr>
      <w:r w:rsidRPr="009F6609">
        <w:t xml:space="preserve">Integration consists of the activities that combine the various software and hardware components into a single system. Software integration </w:t>
      </w:r>
      <w:r w:rsidR="00E928A6" w:rsidRPr="009F6609">
        <w:t>consists</w:t>
      </w:r>
      <w:r w:rsidRPr="009F6609">
        <w:t xml:space="preserve"> of three major phases:</w:t>
      </w:r>
    </w:p>
    <w:p w14:paraId="6496F0F6" w14:textId="1ECB6842" w:rsidR="00FD7CA2" w:rsidRPr="009F6609" w:rsidRDefault="00FD7CA2" w:rsidP="000F5030">
      <w:pPr>
        <w:pStyle w:val="ListBullet2"/>
      </w:pPr>
      <w:r w:rsidRPr="009F6609">
        <w:t>Integrating the various software modules together to form single executable programs</w:t>
      </w:r>
    </w:p>
    <w:p w14:paraId="0DA70794" w14:textId="77777777" w:rsidR="00FD7CA2" w:rsidRPr="000F5030" w:rsidRDefault="00FD7CA2" w:rsidP="000F5030">
      <w:pPr>
        <w:pStyle w:val="ListBullet2"/>
      </w:pPr>
      <w:r w:rsidRPr="009F6609">
        <w:rPr>
          <w:rFonts w:cs="Arial"/>
          <w:szCs w:val="22"/>
        </w:rPr>
        <w:t>I</w:t>
      </w:r>
      <w:r w:rsidRPr="000F5030">
        <w:t>ntegrating the single programs with the hardware and instrumentation</w:t>
      </w:r>
    </w:p>
    <w:p w14:paraId="10224D9C" w14:textId="77777777" w:rsidR="00176307" w:rsidRDefault="00FD7CA2" w:rsidP="000F5030">
      <w:pPr>
        <w:pStyle w:val="ListBullet2"/>
        <w:rPr>
          <w:rFonts w:cs="Arial"/>
          <w:szCs w:val="22"/>
        </w:rPr>
      </w:pPr>
      <w:r w:rsidRPr="000F5030">
        <w:t>T</w:t>
      </w:r>
      <w:r w:rsidRPr="009F6609">
        <w:rPr>
          <w:rFonts w:cs="Arial"/>
          <w:szCs w:val="22"/>
        </w:rPr>
        <w:t>esting the resulting integrated product</w:t>
      </w:r>
    </w:p>
    <w:p w14:paraId="1C877F3C" w14:textId="3D01FBB6" w:rsidR="00FD7CA2" w:rsidRPr="009F6609" w:rsidRDefault="00FD7CA2" w:rsidP="00FA5131">
      <w:pPr>
        <w:pStyle w:val="BodyText"/>
      </w:pPr>
      <w:r w:rsidRPr="009F6609">
        <w:t>The Software Requirements and the Software Detailed Design should be analyzed to determine the order for combining software components into an overall system. The Integration Plan should include the tools, techniques, and methodologies needed to perform the integration.</w:t>
      </w:r>
    </w:p>
    <w:p w14:paraId="5A41D4A7" w14:textId="0485333D" w:rsidR="00FD7CA2" w:rsidRPr="009F6609" w:rsidRDefault="00FD7CA2" w:rsidP="00E928A6">
      <w:pPr>
        <w:pStyle w:val="BodyText"/>
      </w:pPr>
      <w:r w:rsidRPr="009F6609">
        <w:t xml:space="preserve">System Build Documents (SBDs) are generally needed to verify that the programs </w:t>
      </w:r>
      <w:r w:rsidR="00E928A6" w:rsidRPr="009F6609">
        <w:t>delivered</w:t>
      </w:r>
      <w:r w:rsidRPr="009F6609">
        <w:t xml:space="preserve"> and installed are the programs that underwent the </w:t>
      </w:r>
      <w:r w:rsidR="00E04AC7" w:rsidRPr="00E04AC7">
        <w:t xml:space="preserve">verification and validation </w:t>
      </w:r>
      <w:r w:rsidR="00E04AC7">
        <w:t>(</w:t>
      </w:r>
      <w:r w:rsidRPr="009F6609">
        <w:t>V&amp;V</w:t>
      </w:r>
      <w:r w:rsidR="00E04AC7">
        <w:t>)</w:t>
      </w:r>
      <w:r w:rsidRPr="009F6609">
        <w:t xml:space="preserve"> process and were tested. Any future maintenance, modifications or updates will require that the maintainers know which version of the programming to modify. As a result, the S</w:t>
      </w:r>
      <w:r w:rsidR="005A0211">
        <w:t>BD</w:t>
      </w:r>
      <w:r w:rsidRPr="009F6609">
        <w:t>s are closely tied to the configuration management program.</w:t>
      </w:r>
    </w:p>
    <w:p w14:paraId="39274B64" w14:textId="77777777" w:rsidR="00176307" w:rsidRDefault="00FD7CA2" w:rsidP="000F5030">
      <w:pPr>
        <w:pStyle w:val="BodyText"/>
        <w:rPr>
          <w:u w:val="single"/>
        </w:rPr>
      </w:pPr>
      <w:r w:rsidRPr="00EB19A3">
        <w:rPr>
          <w:u w:val="single"/>
        </w:rPr>
        <w:t>Sample Size</w:t>
      </w:r>
    </w:p>
    <w:p w14:paraId="5B59C84E" w14:textId="47704581" w:rsidR="002316CD" w:rsidRDefault="00FD7CA2" w:rsidP="00FA5131">
      <w:pPr>
        <w:pStyle w:val="BodyText"/>
      </w:pPr>
      <w:r w:rsidRPr="009F6609">
        <w:t xml:space="preserve">Inspection of </w:t>
      </w:r>
      <w:r w:rsidR="00E928A6">
        <w:t>DI&amp;C</w:t>
      </w:r>
      <w:r w:rsidRPr="009F6609">
        <w:t xml:space="preserve"> will typically rely on selection of a sample of attributes for verification. Inspection of Integration Phase activities will be accomplished through verification of attributes for a representative sample of integrated builds (typically </w:t>
      </w:r>
      <w:r>
        <w:t>10</w:t>
      </w:r>
      <w:r w:rsidR="007D5A5B">
        <w:rPr>
          <w:rFonts w:ascii="Cambria Math" w:hAnsi="Cambria Math" w:cs="Cambria Math"/>
        </w:rPr>
        <w:t>‑</w:t>
      </w:r>
      <w:r w:rsidR="007D5A5B">
        <w:t>20</w:t>
      </w:r>
      <w:r w:rsidR="00727A16">
        <w:t xml:space="preserve"> percent</w:t>
      </w:r>
      <w:r>
        <w:t xml:space="preserve"> of</w:t>
      </w:r>
      <w:r w:rsidRPr="009F6609">
        <w:t xml:space="preserve"> builds). Additionally, traceability should be conducted for the same sample of integrated builds (software subsystem or software system) backward to the code elements contained in the build, and forward to the </w:t>
      </w:r>
      <w:proofErr w:type="gramStart"/>
      <w:r w:rsidRPr="009F6609">
        <w:t>software field</w:t>
      </w:r>
      <w:proofErr w:type="gramEnd"/>
      <w:r w:rsidRPr="009F6609">
        <w:t xml:space="preserve"> installation. </w:t>
      </w:r>
    </w:p>
    <w:p w14:paraId="2D9398EC" w14:textId="09184AF5" w:rsidR="00176307" w:rsidRDefault="007C7D7F" w:rsidP="00FA5131">
      <w:pPr>
        <w:pStyle w:val="BodyText"/>
      </w:pPr>
      <w:r w:rsidRPr="007C7D7F">
        <w:t>Sample size is determined by</w:t>
      </w:r>
      <w:r w:rsidR="002E71F5">
        <w:t xml:space="preserve"> the</w:t>
      </w:r>
      <w:r w:rsidRPr="007C7D7F">
        <w:t xml:space="preserve"> Principal Inspection Plan.</w:t>
      </w:r>
    </w:p>
    <w:p w14:paraId="456C0B73" w14:textId="3822E40D" w:rsidR="00B52D84" w:rsidRDefault="00FD7CA2" w:rsidP="00740607">
      <w:pPr>
        <w:pStyle w:val="BodyText"/>
        <w:keepNext/>
      </w:pPr>
      <w:r w:rsidRPr="00B52D84">
        <w:rPr>
          <w:u w:val="single"/>
        </w:rPr>
        <w:lastRenderedPageBreak/>
        <w:t xml:space="preserve">Specific </w:t>
      </w:r>
      <w:r w:rsidR="00B52D84">
        <w:rPr>
          <w:u w:val="single"/>
        </w:rPr>
        <w:t>G</w:t>
      </w:r>
      <w:r w:rsidRPr="00B52D84">
        <w:rPr>
          <w:u w:val="single"/>
        </w:rPr>
        <w:t>uidance</w:t>
      </w:r>
    </w:p>
    <w:p w14:paraId="323E268E" w14:textId="70AA7ABF" w:rsidR="00176307" w:rsidRDefault="00FD7CA2" w:rsidP="00740607">
      <w:pPr>
        <w:pStyle w:val="BodyText"/>
        <w:keepNext/>
      </w:pPr>
      <w:r w:rsidRPr="00446E44">
        <w:t xml:space="preserve">In addition to below, for additional specific inspection guidance, refer to Appendix </w:t>
      </w:r>
      <w:r w:rsidR="004928C2">
        <w:t>M</w:t>
      </w:r>
      <w:r w:rsidRPr="00446E44">
        <w:t>, “Inspection</w:t>
      </w:r>
      <w:r w:rsidRPr="00E360BA">
        <w:t xml:space="preserve"> of D</w:t>
      </w:r>
      <w:r w:rsidR="00293D35">
        <w:t>igital Instrumentation and Control (</w:t>
      </w:r>
      <w:r w:rsidR="00E928A6">
        <w:t>DI&amp;C</w:t>
      </w:r>
      <w:r w:rsidR="00293D35">
        <w:t>)</w:t>
      </w:r>
      <w:r w:rsidR="004928C2">
        <w:t xml:space="preserve"> System/Software Design</w:t>
      </w:r>
      <w:r w:rsidR="00576E58">
        <w:t>.</w:t>
      </w:r>
      <w:r w:rsidR="002D029B">
        <w:t>”</w:t>
      </w:r>
    </w:p>
    <w:p w14:paraId="6C9F895A" w14:textId="77777777" w:rsidR="00176307" w:rsidRDefault="00FD7CA2" w:rsidP="006F21F2">
      <w:pPr>
        <w:pStyle w:val="BodyText"/>
        <w:numPr>
          <w:ilvl w:val="0"/>
          <w:numId w:val="86"/>
        </w:numPr>
      </w:pPr>
      <w:r w:rsidRPr="0002122A">
        <w:rPr>
          <w:u w:val="single"/>
        </w:rPr>
        <w:t>System/Software Integration</w:t>
      </w:r>
      <w:r w:rsidRPr="009F6609">
        <w:tab/>
      </w:r>
    </w:p>
    <w:p w14:paraId="0908A17A" w14:textId="548AD1CD" w:rsidR="00FD7CA2" w:rsidRPr="00F71DC5" w:rsidRDefault="00FD7CA2" w:rsidP="004059C1">
      <w:pPr>
        <w:pStyle w:val="BodyText"/>
        <w:numPr>
          <w:ilvl w:val="1"/>
          <w:numId w:val="86"/>
        </w:numPr>
      </w:pPr>
      <w:r w:rsidRPr="00F71DC5">
        <w:t xml:space="preserve">SBDs should be developed. The SBDs describe precisely how the system hardware and software components are combined into an operational system. The SBDs are </w:t>
      </w:r>
      <w:proofErr w:type="gramStart"/>
      <w:r w:rsidRPr="00F71DC5">
        <w:t>a Design</w:t>
      </w:r>
      <w:proofErr w:type="gramEnd"/>
      <w:r w:rsidRPr="00F71DC5">
        <w:t xml:space="preserve"> Output of </w:t>
      </w:r>
      <w:proofErr w:type="gramStart"/>
      <w:r w:rsidRPr="00F71DC5">
        <w:t>the Integration</w:t>
      </w:r>
      <w:proofErr w:type="gramEnd"/>
      <w:r w:rsidRPr="00F71DC5">
        <w:t xml:space="preserve"> Activities. From a configuration control standpoint, the items included in the SBD should be sufficient to show that the programming listed in the </w:t>
      </w:r>
      <w:proofErr w:type="gramStart"/>
      <w:r w:rsidRPr="00F71DC5">
        <w:t>build</w:t>
      </w:r>
      <w:proofErr w:type="gramEnd"/>
      <w:r w:rsidRPr="00F71DC5">
        <w:t xml:space="preserve"> documentation is identified by version, revision, and date, and that the version and revision was tested and found appropriate. Verify the following, as committed to in the licensing basis:</w:t>
      </w:r>
    </w:p>
    <w:p w14:paraId="2B2783BD" w14:textId="77777777" w:rsidR="00FD7CA2" w:rsidRPr="0001479C" w:rsidRDefault="00FD7CA2" w:rsidP="004059C1">
      <w:pPr>
        <w:pStyle w:val="BodyText"/>
        <w:numPr>
          <w:ilvl w:val="2"/>
          <w:numId w:val="86"/>
        </w:numPr>
      </w:pPr>
      <w:r w:rsidRPr="0001479C">
        <w:t>SBDs are developed.</w:t>
      </w:r>
    </w:p>
    <w:p w14:paraId="25F5A8E7" w14:textId="77777777" w:rsidR="00FD7CA2" w:rsidRPr="0001479C" w:rsidRDefault="00FD7CA2" w:rsidP="004059C1">
      <w:pPr>
        <w:pStyle w:val="BodyText"/>
        <w:numPr>
          <w:ilvl w:val="2"/>
          <w:numId w:val="86"/>
        </w:numPr>
      </w:pPr>
      <w:r w:rsidRPr="0001479C">
        <w:t>SBDs are complete.</w:t>
      </w:r>
    </w:p>
    <w:p w14:paraId="05FBB531" w14:textId="77777777" w:rsidR="00FD7CA2" w:rsidRPr="0001479C" w:rsidRDefault="00FD7CA2" w:rsidP="004059C1">
      <w:pPr>
        <w:pStyle w:val="BodyText"/>
        <w:numPr>
          <w:ilvl w:val="2"/>
          <w:numId w:val="86"/>
        </w:numPr>
      </w:pPr>
      <w:r w:rsidRPr="0001479C">
        <w:t>Software build procedures are specified.</w:t>
      </w:r>
    </w:p>
    <w:p w14:paraId="7E96C233" w14:textId="77777777" w:rsidR="00FD7CA2" w:rsidRDefault="00FD7CA2" w:rsidP="004059C1">
      <w:pPr>
        <w:pStyle w:val="BodyText"/>
        <w:numPr>
          <w:ilvl w:val="2"/>
          <w:numId w:val="86"/>
        </w:numPr>
      </w:pPr>
      <w:r w:rsidRPr="0001479C">
        <w:t xml:space="preserve">SBDs include all required software units, including code and data that are part of the </w:t>
      </w:r>
      <w:proofErr w:type="gramStart"/>
      <w:r w:rsidRPr="0001479C">
        <w:t>build</w:t>
      </w:r>
      <w:proofErr w:type="gramEnd"/>
      <w:r w:rsidRPr="0001479C">
        <w:t>.</w:t>
      </w:r>
    </w:p>
    <w:p w14:paraId="7364A8FC" w14:textId="77777777" w:rsidR="00FD7CA2" w:rsidRPr="0001479C" w:rsidRDefault="00FD7CA2" w:rsidP="004059C1">
      <w:pPr>
        <w:pStyle w:val="BodyText"/>
        <w:numPr>
          <w:ilvl w:val="2"/>
          <w:numId w:val="86"/>
        </w:numPr>
      </w:pPr>
      <w:r w:rsidRPr="0001479C">
        <w:t>Hardware and software component names and versions are described.</w:t>
      </w:r>
    </w:p>
    <w:p w14:paraId="47855788" w14:textId="7C28570A" w:rsidR="00FD7CA2" w:rsidRDefault="00FD7CA2" w:rsidP="004059C1">
      <w:pPr>
        <w:pStyle w:val="BodyText"/>
        <w:numPr>
          <w:ilvl w:val="2"/>
          <w:numId w:val="86"/>
        </w:numPr>
      </w:pPr>
      <w:r w:rsidRPr="0001479C">
        <w:t xml:space="preserve">Locations of software and hardware components are described. Consideration is given for </w:t>
      </w:r>
      <w:r w:rsidR="004C1E4C">
        <w:t xml:space="preserve">electromagnetic </w:t>
      </w:r>
      <w:r w:rsidR="008A545C">
        <w:t>interference (</w:t>
      </w:r>
      <w:r w:rsidRPr="0001479C">
        <w:t>EMI</w:t>
      </w:r>
      <w:r w:rsidR="008A545C">
        <w:t xml:space="preserve">) </w:t>
      </w:r>
      <w:r w:rsidRPr="0001479C">
        <w:t>/</w:t>
      </w:r>
      <w:r w:rsidR="008A545C">
        <w:t xml:space="preserve"> </w:t>
      </w:r>
      <w:r w:rsidR="00F24467">
        <w:t xml:space="preserve">radiofrequency </w:t>
      </w:r>
      <w:r w:rsidR="00D54793">
        <w:t>interference (</w:t>
      </w:r>
      <w:r w:rsidRPr="0001479C">
        <w:t>RFI</w:t>
      </w:r>
      <w:r w:rsidR="00D54793">
        <w:t>)</w:t>
      </w:r>
      <w:r w:rsidRPr="0001479C">
        <w:t xml:space="preserve"> and anti-virus protection of hardware and software components.</w:t>
      </w:r>
    </w:p>
    <w:p w14:paraId="6704FE7D" w14:textId="77777777" w:rsidR="00FD7CA2" w:rsidRDefault="00FD7CA2" w:rsidP="004059C1">
      <w:pPr>
        <w:pStyle w:val="BodyText"/>
        <w:numPr>
          <w:ilvl w:val="2"/>
          <w:numId w:val="86"/>
        </w:numPr>
      </w:pPr>
      <w:r w:rsidRPr="0001479C">
        <w:t xml:space="preserve">Methods </w:t>
      </w:r>
      <w:r w:rsidRPr="000D44BE">
        <w:t xml:space="preserve">by </w:t>
      </w:r>
      <w:r w:rsidRPr="0001479C">
        <w:t xml:space="preserve">which the hardware components are </w:t>
      </w:r>
      <w:proofErr w:type="gramStart"/>
      <w:r w:rsidRPr="0001479C">
        <w:t>connected together</w:t>
      </w:r>
      <w:proofErr w:type="gramEnd"/>
      <w:r w:rsidRPr="0001479C">
        <w:t xml:space="preserve"> and to the sensors, actuators, and terminals are described.</w:t>
      </w:r>
    </w:p>
    <w:p w14:paraId="3BABA613" w14:textId="77777777" w:rsidR="00FD7CA2" w:rsidRDefault="00FD7CA2" w:rsidP="004059C1">
      <w:pPr>
        <w:pStyle w:val="BodyText"/>
        <w:numPr>
          <w:ilvl w:val="2"/>
          <w:numId w:val="86"/>
        </w:numPr>
      </w:pPr>
      <w:r w:rsidRPr="0001479C">
        <w:t xml:space="preserve">There is documented evidence that the system made ready for verification was </w:t>
      </w:r>
      <w:proofErr w:type="gramStart"/>
      <w:r w:rsidRPr="0001479C">
        <w:t>actually built</w:t>
      </w:r>
      <w:proofErr w:type="gramEnd"/>
      <w:r w:rsidRPr="0001479C">
        <w:t xml:space="preserve"> in accordance with the SBD.</w:t>
      </w:r>
    </w:p>
    <w:p w14:paraId="328DBFD5" w14:textId="77777777" w:rsidR="00FD7CA2" w:rsidRDefault="00FD7CA2" w:rsidP="004059C1">
      <w:pPr>
        <w:pStyle w:val="BodyText"/>
        <w:numPr>
          <w:ilvl w:val="2"/>
          <w:numId w:val="86"/>
        </w:numPr>
      </w:pPr>
      <w:r w:rsidRPr="0001479C">
        <w:t>Software listed in the SBD is identified by version, revision, and date.</w:t>
      </w:r>
    </w:p>
    <w:p w14:paraId="77B10057" w14:textId="77777777" w:rsidR="00FD7CA2" w:rsidRDefault="00FD7CA2" w:rsidP="004059C1">
      <w:pPr>
        <w:pStyle w:val="BodyText"/>
        <w:numPr>
          <w:ilvl w:val="2"/>
          <w:numId w:val="86"/>
        </w:numPr>
      </w:pPr>
      <w:r w:rsidRPr="0001479C">
        <w:t>Software version and revision listed are the same version and revision tested.</w:t>
      </w:r>
    </w:p>
    <w:p w14:paraId="777D380B" w14:textId="77777777" w:rsidR="00FD7CA2" w:rsidRDefault="00FD7CA2" w:rsidP="004059C1">
      <w:pPr>
        <w:pStyle w:val="BodyText"/>
        <w:numPr>
          <w:ilvl w:val="2"/>
          <w:numId w:val="86"/>
        </w:numPr>
      </w:pPr>
      <w:r w:rsidRPr="0001479C">
        <w:t>The SBDs are consistent with the software specifications, as described in the SRS, software design description, and software code.</w:t>
      </w:r>
    </w:p>
    <w:p w14:paraId="27FB98F8" w14:textId="77777777" w:rsidR="00FD7CA2" w:rsidRDefault="00FD7CA2" w:rsidP="004059C1">
      <w:pPr>
        <w:pStyle w:val="BodyText"/>
        <w:numPr>
          <w:ilvl w:val="2"/>
          <w:numId w:val="86"/>
        </w:numPr>
      </w:pPr>
      <w:r w:rsidRPr="0001479C">
        <w:t xml:space="preserve">Consistent and uniform terminology, notation, and definitions are used throughout </w:t>
      </w:r>
      <w:proofErr w:type="gramStart"/>
      <w:r w:rsidRPr="0001479C">
        <w:t>the SBD</w:t>
      </w:r>
      <w:proofErr w:type="gramEnd"/>
      <w:r w:rsidRPr="0001479C">
        <w:t>.</w:t>
      </w:r>
    </w:p>
    <w:p w14:paraId="708DDFAA" w14:textId="77777777" w:rsidR="00FD7CA2" w:rsidRDefault="00FD7CA2" w:rsidP="004059C1">
      <w:pPr>
        <w:pStyle w:val="BodyText"/>
        <w:numPr>
          <w:ilvl w:val="2"/>
          <w:numId w:val="86"/>
        </w:numPr>
      </w:pPr>
      <w:r w:rsidRPr="0001479C">
        <w:t>The SBDs specify methods to detect incorrectly built software releases.</w:t>
      </w:r>
    </w:p>
    <w:p w14:paraId="3046EBA1" w14:textId="77777777" w:rsidR="00176307" w:rsidRDefault="00FD7CA2" w:rsidP="004059C1">
      <w:pPr>
        <w:pStyle w:val="BodyText"/>
        <w:numPr>
          <w:ilvl w:val="2"/>
          <w:numId w:val="86"/>
        </w:numPr>
      </w:pPr>
      <w:r w:rsidRPr="0001479C">
        <w:t>The SBDs identify all errors and anomalies discovered during software build activities.</w:t>
      </w:r>
    </w:p>
    <w:p w14:paraId="670861C2" w14:textId="4C6A979B" w:rsidR="00FD7CA2" w:rsidRPr="00855AA3" w:rsidRDefault="00FD7CA2" w:rsidP="00900461">
      <w:pPr>
        <w:pStyle w:val="BodyText"/>
        <w:keepNext/>
        <w:numPr>
          <w:ilvl w:val="1"/>
          <w:numId w:val="86"/>
        </w:numPr>
      </w:pPr>
      <w:r w:rsidRPr="00855AA3">
        <w:t xml:space="preserve">An integration strategy should be developed to incorporate procedures, tools and methods for managing the system/software integration effort. The strategy may be </w:t>
      </w:r>
      <w:r w:rsidRPr="00855AA3">
        <w:lastRenderedPageBreak/>
        <w:t>detailed in the Software Integration Plan. Verify the following, as committed to in the licensing basis:</w:t>
      </w:r>
    </w:p>
    <w:p w14:paraId="479B4304" w14:textId="13874DC9" w:rsidR="00FD7CA2" w:rsidRPr="009F6609" w:rsidRDefault="00FD7CA2" w:rsidP="004059C1">
      <w:pPr>
        <w:pStyle w:val="BodyText"/>
        <w:numPr>
          <w:ilvl w:val="2"/>
          <w:numId w:val="86"/>
        </w:numPr>
      </w:pPr>
      <w:r w:rsidRPr="009F6609">
        <w:t xml:space="preserve">Acceptance criteria </w:t>
      </w:r>
      <w:r w:rsidR="0049529B" w:rsidRPr="009F6609">
        <w:t>are</w:t>
      </w:r>
      <w:r w:rsidRPr="009F6609">
        <w:t xml:space="preserve"> used to determine, measure and analyze the success or failure of the integration effort.</w:t>
      </w:r>
    </w:p>
    <w:p w14:paraId="2A66CDBE" w14:textId="77777777" w:rsidR="00FD7CA2" w:rsidRPr="009F6609" w:rsidRDefault="00FD7CA2" w:rsidP="004059C1">
      <w:pPr>
        <w:pStyle w:val="BodyText"/>
        <w:numPr>
          <w:ilvl w:val="2"/>
          <w:numId w:val="86"/>
        </w:numPr>
      </w:pPr>
      <w:r w:rsidRPr="009F6609">
        <w:t>Integration instructions provide the technical guidance needed to carry out each integration step.</w:t>
      </w:r>
    </w:p>
    <w:p w14:paraId="44EFAAF8" w14:textId="77777777" w:rsidR="00FD7CA2" w:rsidRPr="009F6609" w:rsidRDefault="00FD7CA2" w:rsidP="004059C1">
      <w:pPr>
        <w:pStyle w:val="BodyText"/>
        <w:numPr>
          <w:ilvl w:val="2"/>
          <w:numId w:val="86"/>
        </w:numPr>
      </w:pPr>
      <w:r w:rsidRPr="000D44BE">
        <w:t xml:space="preserve">Procedures for the integration steps describe the input items </w:t>
      </w:r>
      <w:r w:rsidRPr="009F6609">
        <w:t>(hardware, instrumentation,</w:t>
      </w:r>
      <w:r w:rsidRPr="000D44BE">
        <w:t xml:space="preserve"> </w:t>
      </w:r>
      <w:r w:rsidRPr="009F6609">
        <w:t>software, and data) for the steps.</w:t>
      </w:r>
    </w:p>
    <w:p w14:paraId="397EC7BB" w14:textId="77777777" w:rsidR="00FD7CA2" w:rsidRPr="009F6609" w:rsidRDefault="00FD7CA2" w:rsidP="004059C1">
      <w:pPr>
        <w:pStyle w:val="BodyText"/>
        <w:numPr>
          <w:ilvl w:val="2"/>
          <w:numId w:val="86"/>
        </w:numPr>
      </w:pPr>
      <w:r w:rsidRPr="009F6609">
        <w:t>Procedures describe the integration process for each step.</w:t>
      </w:r>
    </w:p>
    <w:p w14:paraId="4FC13064" w14:textId="77777777" w:rsidR="00FD7CA2" w:rsidRPr="009F6609" w:rsidRDefault="00FD7CA2" w:rsidP="004059C1">
      <w:pPr>
        <w:pStyle w:val="BodyText"/>
        <w:numPr>
          <w:ilvl w:val="2"/>
          <w:numId w:val="86"/>
        </w:numPr>
      </w:pPr>
      <w:r w:rsidRPr="009F6609">
        <w:t>Procedures list the outputs of each integration step.</w:t>
      </w:r>
    </w:p>
    <w:p w14:paraId="416A55E7" w14:textId="77777777" w:rsidR="00FD7CA2" w:rsidRPr="009F6609" w:rsidRDefault="00FD7CA2" w:rsidP="004059C1">
      <w:pPr>
        <w:pStyle w:val="BodyText"/>
        <w:numPr>
          <w:ilvl w:val="2"/>
          <w:numId w:val="86"/>
        </w:numPr>
      </w:pPr>
      <w:r w:rsidRPr="009F6609">
        <w:t xml:space="preserve">Contingency procedures/strategies are in place for </w:t>
      </w:r>
      <w:proofErr w:type="gramStart"/>
      <w:r w:rsidRPr="009F6609">
        <w:t>an incomplete</w:t>
      </w:r>
      <w:proofErr w:type="gramEnd"/>
      <w:r w:rsidRPr="009F6609">
        <w:t xml:space="preserve"> integration.</w:t>
      </w:r>
    </w:p>
    <w:p w14:paraId="276E5623" w14:textId="1D10C4AA" w:rsidR="00FD7CA2" w:rsidRPr="009F6609" w:rsidRDefault="00FD7CA2" w:rsidP="004059C1">
      <w:pPr>
        <w:pStyle w:val="BodyText"/>
        <w:numPr>
          <w:ilvl w:val="2"/>
          <w:numId w:val="86"/>
        </w:numPr>
      </w:pPr>
      <w:r w:rsidRPr="009F6609">
        <w:t>Procedures exist for delivering the completed integration product (</w:t>
      </w:r>
      <w:r w:rsidR="009221AD">
        <w:t>s</w:t>
      </w:r>
      <w:r w:rsidRPr="009F6609">
        <w:t xml:space="preserve">ystem or </w:t>
      </w:r>
      <w:r w:rsidR="009221AD">
        <w:t>s</w:t>
      </w:r>
      <w:r w:rsidRPr="009F6609">
        <w:t>ubsystem) to the configuration management organization.</w:t>
      </w:r>
    </w:p>
    <w:p w14:paraId="4EEB40AD" w14:textId="6A276BC7" w:rsidR="00FD7CA2" w:rsidRPr="009F6609" w:rsidRDefault="00FD7CA2" w:rsidP="004059C1">
      <w:pPr>
        <w:pStyle w:val="BodyText"/>
        <w:numPr>
          <w:ilvl w:val="2"/>
          <w:numId w:val="86"/>
        </w:numPr>
      </w:pPr>
      <w:r w:rsidRPr="009F6609">
        <w:t>Procedures exist for delivering the completed integration product (</w:t>
      </w:r>
      <w:r w:rsidR="009221AD">
        <w:t>s</w:t>
      </w:r>
      <w:r w:rsidRPr="009F6609">
        <w:t xml:space="preserve">ystem or </w:t>
      </w:r>
      <w:r w:rsidR="009221AD">
        <w:t>s</w:t>
      </w:r>
      <w:r w:rsidRPr="009F6609">
        <w:t>ubsystem) to the V&amp;V organization for integration testing.</w:t>
      </w:r>
    </w:p>
    <w:p w14:paraId="321CFD06" w14:textId="77777777" w:rsidR="00FD7CA2" w:rsidRPr="009F6609" w:rsidRDefault="00FD7CA2" w:rsidP="004059C1">
      <w:pPr>
        <w:pStyle w:val="BodyText"/>
        <w:numPr>
          <w:ilvl w:val="2"/>
          <w:numId w:val="86"/>
        </w:numPr>
      </w:pPr>
      <w:r w:rsidRPr="009F6609">
        <w:t>Integration tools are qualified for use.</w:t>
      </w:r>
    </w:p>
    <w:p w14:paraId="1D23904B" w14:textId="77777777" w:rsidR="00FD7CA2" w:rsidRPr="009F6609" w:rsidRDefault="00FD7CA2" w:rsidP="004059C1">
      <w:pPr>
        <w:pStyle w:val="BodyText"/>
        <w:numPr>
          <w:ilvl w:val="2"/>
          <w:numId w:val="86"/>
        </w:numPr>
      </w:pPr>
      <w:r w:rsidRPr="009F6609">
        <w:t>Methods and controls are in place for software integration.</w:t>
      </w:r>
    </w:p>
    <w:p w14:paraId="7863612A" w14:textId="77777777" w:rsidR="00FD7CA2" w:rsidRPr="009F6609" w:rsidRDefault="00FD7CA2" w:rsidP="004059C1">
      <w:pPr>
        <w:pStyle w:val="BodyText"/>
        <w:numPr>
          <w:ilvl w:val="2"/>
          <w:numId w:val="86"/>
        </w:numPr>
      </w:pPr>
      <w:r w:rsidRPr="009F6609">
        <w:t>Methods and controls are in place for hardware/software integration.</w:t>
      </w:r>
    </w:p>
    <w:p w14:paraId="179372E2" w14:textId="77777777" w:rsidR="00FD7CA2" w:rsidRPr="009F6609" w:rsidRDefault="00FD7CA2" w:rsidP="004059C1">
      <w:pPr>
        <w:pStyle w:val="BodyText"/>
        <w:numPr>
          <w:ilvl w:val="2"/>
          <w:numId w:val="86"/>
        </w:numPr>
      </w:pPr>
      <w:r w:rsidRPr="009F6609">
        <w:t>Methods and controls are in place for system integration (if multiple vendors are involved).</w:t>
      </w:r>
    </w:p>
    <w:p w14:paraId="72FDFBB2" w14:textId="77777777" w:rsidR="00176307" w:rsidRDefault="00FD7CA2" w:rsidP="004059C1">
      <w:pPr>
        <w:pStyle w:val="BodyText"/>
        <w:numPr>
          <w:ilvl w:val="2"/>
          <w:numId w:val="86"/>
        </w:numPr>
      </w:pPr>
      <w:r w:rsidRPr="009F6609">
        <w:t xml:space="preserve">Procedures and documentation describe all integration testing to be </w:t>
      </w:r>
      <w:proofErr w:type="gramStart"/>
      <w:r w:rsidRPr="009F6609">
        <w:t>conducted, and</w:t>
      </w:r>
      <w:proofErr w:type="gramEnd"/>
      <w:r w:rsidRPr="009F6609">
        <w:t xml:space="preserve"> expected test results. Consideration is given to Black Box/White Box testing.</w:t>
      </w:r>
    </w:p>
    <w:p w14:paraId="67F90F77" w14:textId="77777777" w:rsidR="00176307" w:rsidRDefault="00FD7CA2" w:rsidP="006F21F2">
      <w:pPr>
        <w:pStyle w:val="BodyText"/>
        <w:numPr>
          <w:ilvl w:val="0"/>
          <w:numId w:val="86"/>
        </w:numPr>
      </w:pPr>
      <w:r w:rsidRPr="00FA0EFA">
        <w:rPr>
          <w:u w:val="single"/>
        </w:rPr>
        <w:t>Integration Phase Documentation</w:t>
      </w:r>
    </w:p>
    <w:p w14:paraId="52F1848F" w14:textId="0F205F6A" w:rsidR="00FD7CA2" w:rsidRPr="009F6609" w:rsidRDefault="00FD7CA2" w:rsidP="004059C1">
      <w:pPr>
        <w:pStyle w:val="BodyText"/>
        <w:numPr>
          <w:ilvl w:val="1"/>
          <w:numId w:val="86"/>
        </w:numPr>
      </w:pPr>
      <w:r w:rsidRPr="009F6609">
        <w:t xml:space="preserve">Verify that development processes supporting Integration Phase activities are documented, as committed to </w:t>
      </w:r>
      <w:proofErr w:type="gramStart"/>
      <w:r w:rsidRPr="009F6609">
        <w:t>in</w:t>
      </w:r>
      <w:proofErr w:type="gramEnd"/>
      <w:r w:rsidRPr="009F6609">
        <w:t xml:space="preserve"> the licensing basis. Verify the following:</w:t>
      </w:r>
    </w:p>
    <w:p w14:paraId="16775232" w14:textId="77777777" w:rsidR="00FD7CA2" w:rsidRPr="009F6609" w:rsidRDefault="00FD7CA2" w:rsidP="004059C1">
      <w:pPr>
        <w:pStyle w:val="BodyText"/>
        <w:numPr>
          <w:ilvl w:val="2"/>
          <w:numId w:val="86"/>
        </w:numPr>
      </w:pPr>
      <w:r w:rsidRPr="009F6609">
        <w:t>Audit requirements are specified.</w:t>
      </w:r>
    </w:p>
    <w:p w14:paraId="7A98FF62" w14:textId="77777777" w:rsidR="00FD7CA2" w:rsidRPr="009F6609" w:rsidRDefault="00FD7CA2" w:rsidP="004059C1">
      <w:pPr>
        <w:pStyle w:val="BodyText"/>
        <w:numPr>
          <w:ilvl w:val="2"/>
          <w:numId w:val="86"/>
        </w:numPr>
      </w:pPr>
      <w:r w:rsidRPr="009F6609">
        <w:t>Design Review process is defined and implemented.</w:t>
      </w:r>
    </w:p>
    <w:p w14:paraId="5A8A4DC8" w14:textId="77777777" w:rsidR="00FD7CA2" w:rsidRPr="009F6609" w:rsidRDefault="00FD7CA2" w:rsidP="004059C1">
      <w:pPr>
        <w:pStyle w:val="BodyText"/>
        <w:numPr>
          <w:ilvl w:val="2"/>
          <w:numId w:val="86"/>
        </w:numPr>
      </w:pPr>
      <w:proofErr w:type="gramStart"/>
      <w:r w:rsidRPr="009F6609">
        <w:t>Configuration</w:t>
      </w:r>
      <w:proofErr w:type="gramEnd"/>
      <w:r w:rsidRPr="009F6609">
        <w:t xml:space="preserve"> Management (change control) process is defined and implemented.</w:t>
      </w:r>
    </w:p>
    <w:p w14:paraId="7313E53C" w14:textId="77777777" w:rsidR="00176307" w:rsidRDefault="00FD7CA2" w:rsidP="004059C1">
      <w:pPr>
        <w:pStyle w:val="BodyText"/>
        <w:numPr>
          <w:ilvl w:val="2"/>
          <w:numId w:val="86"/>
        </w:numPr>
      </w:pPr>
      <w:r w:rsidRPr="009F6609">
        <w:t>Independent Verification and Validation (IV&amp;V) process is defined and implemented.</w:t>
      </w:r>
    </w:p>
    <w:p w14:paraId="3662CC0A" w14:textId="19DDF530" w:rsidR="00FD7CA2" w:rsidRDefault="00FD7CA2" w:rsidP="004059C1">
      <w:pPr>
        <w:pStyle w:val="BodyText"/>
        <w:numPr>
          <w:ilvl w:val="1"/>
          <w:numId w:val="86"/>
        </w:numPr>
      </w:pPr>
      <w:r w:rsidRPr="009F6609">
        <w:lastRenderedPageBreak/>
        <w:t xml:space="preserve">Verify the following documentation exists for the Integration Phase activities, as committed to </w:t>
      </w:r>
      <w:proofErr w:type="gramStart"/>
      <w:r w:rsidRPr="009F6609">
        <w:t>in</w:t>
      </w:r>
      <w:proofErr w:type="gramEnd"/>
      <w:r w:rsidRPr="009F6609">
        <w:t xml:space="preserve"> the licensing basis:</w:t>
      </w:r>
    </w:p>
    <w:p w14:paraId="073A6D3C" w14:textId="77777777" w:rsidR="00FD7CA2" w:rsidRPr="00031BD9" w:rsidRDefault="00FD7CA2" w:rsidP="004059C1">
      <w:pPr>
        <w:pStyle w:val="BodyText"/>
        <w:numPr>
          <w:ilvl w:val="2"/>
          <w:numId w:val="86"/>
        </w:numPr>
      </w:pPr>
      <w:r w:rsidRPr="00031BD9">
        <w:t>Integration Phase Audit Report.</w:t>
      </w:r>
    </w:p>
    <w:p w14:paraId="677D42DA" w14:textId="77777777" w:rsidR="00FD7CA2" w:rsidRPr="009F6609" w:rsidRDefault="00FD7CA2" w:rsidP="004059C1">
      <w:pPr>
        <w:pStyle w:val="BodyText"/>
        <w:numPr>
          <w:ilvl w:val="2"/>
          <w:numId w:val="86"/>
        </w:numPr>
      </w:pPr>
      <w:r w:rsidRPr="009F6609">
        <w:t>Integration Phase condition reports and associated corrective action.</w:t>
      </w:r>
    </w:p>
    <w:p w14:paraId="4B7A9DE8" w14:textId="77777777" w:rsidR="00FD7CA2" w:rsidRPr="009F6609" w:rsidRDefault="00FD7CA2" w:rsidP="004059C1">
      <w:pPr>
        <w:pStyle w:val="BodyText"/>
        <w:numPr>
          <w:ilvl w:val="2"/>
          <w:numId w:val="86"/>
        </w:numPr>
      </w:pPr>
      <w:r w:rsidRPr="009F6609">
        <w:t>Integration Phase Configuration Management report.</w:t>
      </w:r>
    </w:p>
    <w:p w14:paraId="310D91F3" w14:textId="77777777" w:rsidR="00176307" w:rsidRDefault="00FD7CA2" w:rsidP="004059C1">
      <w:pPr>
        <w:pStyle w:val="BodyText"/>
        <w:numPr>
          <w:ilvl w:val="2"/>
          <w:numId w:val="86"/>
        </w:numPr>
      </w:pPr>
      <w:r w:rsidRPr="009F6609">
        <w:t>Integration Phase IV&amp;V Report; verify that the report confirms 100</w:t>
      </w:r>
      <w:r w:rsidR="005072C7">
        <w:t xml:space="preserve"> percent</w:t>
      </w:r>
      <w:r w:rsidRPr="009F6609">
        <w:t xml:space="preserve"> verification of SBDs and integration elements by the V&amp;V organization.</w:t>
      </w:r>
    </w:p>
    <w:p w14:paraId="5A71B25A" w14:textId="77777777" w:rsidR="00176307" w:rsidRDefault="00FD7CA2" w:rsidP="006F21F2">
      <w:pPr>
        <w:pStyle w:val="BodyText"/>
        <w:numPr>
          <w:ilvl w:val="0"/>
          <w:numId w:val="86"/>
        </w:numPr>
      </w:pPr>
      <w:r w:rsidRPr="004F71C3">
        <w:rPr>
          <w:u w:val="single"/>
        </w:rPr>
        <w:t>Integration Safety Analysis</w:t>
      </w:r>
    </w:p>
    <w:p w14:paraId="58BFD9DD" w14:textId="0F30B3E3" w:rsidR="00FD7CA2" w:rsidRPr="009F6609" w:rsidRDefault="00FD7CA2" w:rsidP="004059C1">
      <w:pPr>
        <w:pStyle w:val="BodyText"/>
        <w:numPr>
          <w:ilvl w:val="1"/>
          <w:numId w:val="86"/>
        </w:numPr>
      </w:pPr>
      <w:r w:rsidRPr="009F6609">
        <w:t xml:space="preserve">An Integration Safety Analysis should be </w:t>
      </w:r>
      <w:proofErr w:type="gramStart"/>
      <w:r w:rsidRPr="009F6609">
        <w:t>performed</w:t>
      </w:r>
      <w:proofErr w:type="gramEnd"/>
      <w:r w:rsidRPr="009F6609">
        <w:t xml:space="preserve"> and documented. The analysis should determine that the complete system does not violate any safety requirements and that no additional hazards have been created </w:t>
      </w:r>
      <w:r w:rsidRPr="009F6609">
        <w:rPr>
          <w:bCs/>
        </w:rPr>
        <w:t>by</w:t>
      </w:r>
      <w:r w:rsidRPr="009F6609">
        <w:rPr>
          <w:b/>
          <w:bCs/>
        </w:rPr>
        <w:t xml:space="preserve"> </w:t>
      </w:r>
      <w:r w:rsidRPr="009F6609">
        <w:t>the integration activity. Verify the following, as committed to in the licensing basis:</w:t>
      </w:r>
    </w:p>
    <w:p w14:paraId="5315DFB5" w14:textId="77777777" w:rsidR="00FD7CA2" w:rsidRPr="009F6609" w:rsidRDefault="00FD7CA2" w:rsidP="004059C1">
      <w:pPr>
        <w:pStyle w:val="BodyText"/>
        <w:numPr>
          <w:ilvl w:val="2"/>
          <w:numId w:val="86"/>
        </w:numPr>
      </w:pPr>
      <w:r w:rsidRPr="009F6609">
        <w:t>Procedures exist for hazard analysis of the integration effort.</w:t>
      </w:r>
    </w:p>
    <w:p w14:paraId="0933F63A" w14:textId="77777777" w:rsidR="00FD7CA2" w:rsidRPr="009F6609" w:rsidRDefault="00FD7CA2" w:rsidP="004059C1">
      <w:pPr>
        <w:pStyle w:val="BodyText"/>
        <w:numPr>
          <w:ilvl w:val="2"/>
          <w:numId w:val="86"/>
        </w:numPr>
      </w:pPr>
      <w:r w:rsidRPr="009F6609">
        <w:t>Hazard analysis concludes that the integrated system does not introduce new hazards to the developmental effort.</w:t>
      </w:r>
    </w:p>
    <w:p w14:paraId="65AC43B3" w14:textId="77777777" w:rsidR="00176307" w:rsidRDefault="00FD7CA2" w:rsidP="004059C1">
      <w:pPr>
        <w:pStyle w:val="BodyText"/>
        <w:numPr>
          <w:ilvl w:val="2"/>
          <w:numId w:val="86"/>
        </w:numPr>
      </w:pPr>
      <w:r w:rsidRPr="009F6609">
        <w:t>Procedures exist for risk assessment of the integration effort.</w:t>
      </w:r>
    </w:p>
    <w:p w14:paraId="5A794955" w14:textId="1694CDEA" w:rsidR="00FD7CA2" w:rsidRPr="009F6609" w:rsidRDefault="00FD7CA2" w:rsidP="004059C1">
      <w:pPr>
        <w:pStyle w:val="BodyText"/>
        <w:numPr>
          <w:ilvl w:val="1"/>
          <w:numId w:val="86"/>
        </w:numPr>
      </w:pPr>
      <w:r w:rsidRPr="009F6609">
        <w:t xml:space="preserve">The risk </w:t>
      </w:r>
      <w:proofErr w:type="gramStart"/>
      <w:r w:rsidRPr="009F6609">
        <w:t>to</w:t>
      </w:r>
      <w:proofErr w:type="gramEnd"/>
      <w:r w:rsidRPr="009F6609">
        <w:t xml:space="preserve"> an incorrect integration activity is that the system will not operate as intended, and that this will not be discovered until actual operation, possibly during an emergency. Verifying that the integration activity has been successfully completed is part of the V&amp;V inspection, analysis, and test activities. Verify the following, as committed to in the licensing basis:</w:t>
      </w:r>
    </w:p>
    <w:p w14:paraId="79FF2C6C" w14:textId="5989A38B" w:rsidR="00FD7CA2" w:rsidRPr="009F6609" w:rsidRDefault="00FD7CA2" w:rsidP="004059C1">
      <w:pPr>
        <w:pStyle w:val="BodyText"/>
        <w:numPr>
          <w:ilvl w:val="2"/>
          <w:numId w:val="86"/>
        </w:numPr>
      </w:pPr>
      <w:r w:rsidRPr="009F6609">
        <w:t xml:space="preserve">Integration V&amp;V activities demonstrate that all unit and subsystem tests required by the </w:t>
      </w:r>
      <w:r w:rsidR="00B94987" w:rsidRPr="00B94987">
        <w:t xml:space="preserve">Software </w:t>
      </w:r>
      <w:r w:rsidR="00CF757F">
        <w:t>V&amp;V</w:t>
      </w:r>
      <w:r w:rsidR="00B94987" w:rsidRPr="00B94987">
        <w:t xml:space="preserve"> Plan</w:t>
      </w:r>
      <w:r w:rsidRPr="009F6609">
        <w:t xml:space="preserve"> were successfully completed.</w:t>
      </w:r>
    </w:p>
    <w:p w14:paraId="4D5836AD" w14:textId="77777777" w:rsidR="00FD7CA2" w:rsidRPr="009F6609" w:rsidRDefault="00FD7CA2" w:rsidP="004059C1">
      <w:pPr>
        <w:pStyle w:val="BodyText"/>
        <w:numPr>
          <w:ilvl w:val="2"/>
          <w:numId w:val="86"/>
        </w:numPr>
      </w:pPr>
      <w:r w:rsidRPr="009F6609">
        <w:t>Anomalies or errors found during integration tests are resolved and documented. Final integration tests should be completed and documented.</w:t>
      </w:r>
    </w:p>
    <w:p w14:paraId="2522FD18" w14:textId="4EEFF143" w:rsidR="00FD7CA2" w:rsidRPr="00C807FE" w:rsidRDefault="00FD7CA2" w:rsidP="004059C1">
      <w:pPr>
        <w:pStyle w:val="BodyText"/>
        <w:numPr>
          <w:ilvl w:val="2"/>
          <w:numId w:val="86"/>
        </w:numPr>
      </w:pPr>
      <w:proofErr w:type="gramStart"/>
      <w:r w:rsidRPr="009F6609">
        <w:t>Reports</w:t>
      </w:r>
      <w:proofErr w:type="gramEnd"/>
      <w:r w:rsidRPr="009F6609">
        <w:t xml:space="preserve"> are consistent with the Software Integration Plan.</w:t>
      </w:r>
    </w:p>
    <w:p w14:paraId="208E7708" w14:textId="502D0764" w:rsidR="00FD7CA2" w:rsidRPr="00682992" w:rsidRDefault="00FD7CA2" w:rsidP="00121D15">
      <w:pPr>
        <w:pStyle w:val="BodyTextHeading1"/>
      </w:pPr>
      <w:r w:rsidRPr="00682992">
        <w:t>88200.M.A4</w:t>
      </w:r>
      <w:r w:rsidR="007D5A5B" w:rsidRPr="00682992">
        <w:rPr>
          <w:rFonts w:ascii="Cambria Math" w:hAnsi="Cambria Math" w:cs="Cambria Math"/>
        </w:rPr>
        <w:t>‑</w:t>
      </w:r>
      <w:r w:rsidR="007D5A5B" w:rsidRPr="00682992">
        <w:t>04</w:t>
      </w:r>
      <w:r w:rsidRPr="00682992">
        <w:t xml:space="preserve"> </w:t>
      </w:r>
      <w:r w:rsidRPr="00682992">
        <w:tab/>
        <w:t>RESOURCE ESTIMATE</w:t>
      </w:r>
    </w:p>
    <w:p w14:paraId="3292E876" w14:textId="77DBDE38" w:rsidR="00FD7CA2" w:rsidRDefault="00FD7CA2" w:rsidP="00D54B95">
      <w:pPr>
        <w:pStyle w:val="BodyText"/>
      </w:pPr>
      <w:r w:rsidRPr="00E360BA">
        <w:t xml:space="preserve">Appendix </w:t>
      </w:r>
      <w:r>
        <w:t xml:space="preserve">resource estimate </w:t>
      </w:r>
      <w:r w:rsidRPr="00E360BA">
        <w:t xml:space="preserve">listed in Appendix </w:t>
      </w:r>
      <w:r>
        <w:t>M</w:t>
      </w:r>
      <w:r w:rsidRPr="00E360BA">
        <w:t>, “Inspection of Digital Instrumentation and Control (</w:t>
      </w:r>
      <w:r w:rsidR="00E928A6">
        <w:t>DI&amp;C</w:t>
      </w:r>
      <w:r w:rsidRPr="00E360BA">
        <w:t>) System/Software Design.”</w:t>
      </w:r>
    </w:p>
    <w:p w14:paraId="48ECBF79" w14:textId="1D6B89C1" w:rsidR="00FD7CA2" w:rsidRPr="00682992" w:rsidRDefault="00FD7CA2" w:rsidP="00121D15">
      <w:pPr>
        <w:pStyle w:val="BodyTextHeading1"/>
      </w:pPr>
      <w:r w:rsidRPr="00682992">
        <w:t>88200.M.A4</w:t>
      </w:r>
      <w:r w:rsidR="007D5A5B" w:rsidRPr="00682992">
        <w:rPr>
          <w:rFonts w:ascii="Cambria Math" w:hAnsi="Cambria Math" w:cs="Cambria Math"/>
        </w:rPr>
        <w:t>‑</w:t>
      </w:r>
      <w:r w:rsidR="007D5A5B" w:rsidRPr="00682992">
        <w:t>05</w:t>
      </w:r>
      <w:r w:rsidRPr="00682992">
        <w:tab/>
        <w:t>PROCEDURE COMPLETION</w:t>
      </w:r>
    </w:p>
    <w:p w14:paraId="66420699" w14:textId="664DF722" w:rsidR="00FD7CA2" w:rsidRDefault="00FD7CA2" w:rsidP="00D54B95">
      <w:pPr>
        <w:pStyle w:val="BodyText"/>
      </w:pPr>
      <w:r w:rsidRPr="00E360BA">
        <w:t xml:space="preserve">Appendix </w:t>
      </w:r>
      <w:r>
        <w:t xml:space="preserve">procedure completion </w:t>
      </w:r>
      <w:r w:rsidRPr="00E360BA">
        <w:t xml:space="preserve">listed in Appendix </w:t>
      </w:r>
      <w:r>
        <w:t>M</w:t>
      </w:r>
      <w:r w:rsidRPr="00E360BA">
        <w:t>, “Inspection of Digital Instrumentation and Control (</w:t>
      </w:r>
      <w:r w:rsidR="00E928A6">
        <w:t>DI&amp;C</w:t>
      </w:r>
      <w:r w:rsidRPr="00E360BA">
        <w:t>) System/Software Design.”</w:t>
      </w:r>
    </w:p>
    <w:p w14:paraId="49EAD665" w14:textId="0B326B81" w:rsidR="00FD7CA2" w:rsidRPr="00140B4B" w:rsidRDefault="00FD7CA2" w:rsidP="00121D15">
      <w:pPr>
        <w:pStyle w:val="BodyTextHeading1"/>
      </w:pPr>
      <w:r w:rsidRPr="00140B4B">
        <w:lastRenderedPageBreak/>
        <w:t>88200.M.A4</w:t>
      </w:r>
      <w:r w:rsidR="007D5A5B" w:rsidRPr="00140B4B">
        <w:rPr>
          <w:rFonts w:ascii="Cambria Math" w:hAnsi="Cambria Math" w:cs="Cambria Math"/>
        </w:rPr>
        <w:t>‑</w:t>
      </w:r>
      <w:r w:rsidR="007D5A5B" w:rsidRPr="00140B4B">
        <w:t>06</w:t>
      </w:r>
      <w:r w:rsidRPr="00140B4B">
        <w:tab/>
        <w:t>REFERENCES</w:t>
      </w:r>
    </w:p>
    <w:p w14:paraId="512FCAF0" w14:textId="4B8643E1" w:rsidR="00FD7CA2" w:rsidRPr="00E360BA" w:rsidRDefault="00FD7CA2" w:rsidP="00D54B95">
      <w:pPr>
        <w:pStyle w:val="BodyText"/>
      </w:pPr>
      <w:r w:rsidRPr="00E360BA">
        <w:t xml:space="preserve">Appendix </w:t>
      </w:r>
      <w:r>
        <w:t xml:space="preserve">references </w:t>
      </w:r>
      <w:r w:rsidRPr="00E360BA">
        <w:t xml:space="preserve">listed in Appendix </w:t>
      </w:r>
      <w:r>
        <w:t>M</w:t>
      </w:r>
      <w:r w:rsidRPr="00E360BA">
        <w:t>, “Inspection of Digital Instrumentation and Control (</w:t>
      </w:r>
      <w:r w:rsidR="00E928A6">
        <w:t>DI&amp;C</w:t>
      </w:r>
      <w:r w:rsidRPr="00E360BA">
        <w:t>) System/Software Design.”</w:t>
      </w:r>
    </w:p>
    <w:p w14:paraId="433CECD8" w14:textId="585783B0" w:rsidR="00CF5C1D" w:rsidRDefault="00FD7CA2" w:rsidP="00564D3B">
      <w:pPr>
        <w:pStyle w:val="END"/>
      </w:pPr>
      <w:r w:rsidRPr="00396478">
        <w:t>END</w:t>
      </w:r>
    </w:p>
    <w:p w14:paraId="7FAC3B34" w14:textId="0861D784" w:rsidR="00F9776B" w:rsidRDefault="00F9776B">
      <w:pPr>
        <w:widowControl/>
        <w:autoSpaceDE/>
        <w:autoSpaceDN/>
        <w:adjustRightInd/>
        <w:spacing w:after="220"/>
        <w:rPr>
          <w:rFonts w:ascii="Arial" w:hAnsi="Arial" w:cs="Arial"/>
          <w:sz w:val="22"/>
          <w:szCs w:val="22"/>
        </w:rPr>
      </w:pPr>
      <w:r>
        <w:rPr>
          <w:rFonts w:ascii="Arial" w:hAnsi="Arial" w:cs="Arial"/>
          <w:sz w:val="22"/>
          <w:szCs w:val="22"/>
        </w:rPr>
        <w:br w:type="page"/>
      </w:r>
    </w:p>
    <w:p w14:paraId="6F2C5C52" w14:textId="77777777" w:rsidR="006B79AF" w:rsidRDefault="006B79AF" w:rsidP="004E658E">
      <w:pPr>
        <w:pStyle w:val="attachmenttitle"/>
        <w:spacing w:after="0"/>
        <w:sectPr w:rsidR="006B79AF" w:rsidSect="00E93EEF">
          <w:footerReference w:type="default" r:id="rId15"/>
          <w:pgSz w:w="12240" w:h="15840" w:code="1"/>
          <w:pgMar w:top="1440" w:right="1440" w:bottom="1440" w:left="1440" w:header="1080" w:footer="720" w:gutter="0"/>
          <w:pgNumType w:start="1"/>
          <w:cols w:space="720"/>
          <w:docGrid w:linePitch="360"/>
        </w:sectPr>
      </w:pPr>
    </w:p>
    <w:p w14:paraId="09954872" w14:textId="54BA649B" w:rsidR="00457B9A" w:rsidRDefault="00ED7DF6" w:rsidP="004E658E">
      <w:pPr>
        <w:pStyle w:val="attachmenttitle"/>
        <w:spacing w:after="0"/>
      </w:pPr>
      <w:r w:rsidRPr="009F6609">
        <w:lastRenderedPageBreak/>
        <w:t>A</w:t>
      </w:r>
      <w:r>
        <w:t>ttachment</w:t>
      </w:r>
      <w:r w:rsidR="00EA7B94">
        <w:t> 5</w:t>
      </w:r>
      <w:r>
        <w:t xml:space="preserve">: </w:t>
      </w:r>
      <w:r w:rsidRPr="009F6609">
        <w:t>I</w:t>
      </w:r>
      <w:r>
        <w:t xml:space="preserve">nspection Guide </w:t>
      </w:r>
      <w:r w:rsidR="00452454">
        <w:t>f</w:t>
      </w:r>
      <w:r>
        <w:t xml:space="preserve">or </w:t>
      </w:r>
      <w:r w:rsidR="00E928A6">
        <w:t>DI&amp;C</w:t>
      </w:r>
      <w:r w:rsidRPr="009F6609">
        <w:t xml:space="preserve"> S</w:t>
      </w:r>
      <w:r>
        <w:t>ystem/Software Life Cycle –</w:t>
      </w:r>
    </w:p>
    <w:p w14:paraId="52A37011" w14:textId="5D3B0E0E" w:rsidR="00457B9A" w:rsidRPr="0016601B" w:rsidRDefault="00ED7DF6" w:rsidP="0016601B">
      <w:pPr>
        <w:widowControl/>
        <w:autoSpaceDE/>
        <w:autoSpaceDN/>
        <w:adjustRightInd/>
        <w:jc w:val="center"/>
        <w:rPr>
          <w:rFonts w:ascii="Arial" w:hAnsi="Arial" w:cs="Arial"/>
          <w:sz w:val="22"/>
          <w:szCs w:val="22"/>
        </w:rPr>
      </w:pPr>
      <w:r w:rsidRPr="00673331">
        <w:rPr>
          <w:rFonts w:ascii="Arial" w:hAnsi="Arial" w:cs="Arial"/>
          <w:sz w:val="22"/>
          <w:szCs w:val="22"/>
        </w:rPr>
        <w:t>Validation &amp; Test Phase</w:t>
      </w:r>
    </w:p>
    <w:p w14:paraId="5675D5FC" w14:textId="7C05955E" w:rsidR="00457B9A" w:rsidRPr="00140B4B" w:rsidRDefault="00457B9A" w:rsidP="00121D15">
      <w:pPr>
        <w:pStyle w:val="BodyTextHeading1"/>
      </w:pPr>
      <w:r w:rsidRPr="00140B4B">
        <w:t>88200.M.A5</w:t>
      </w:r>
      <w:r w:rsidR="007D5A5B" w:rsidRPr="00140B4B">
        <w:rPr>
          <w:rFonts w:ascii="Cambria Math" w:hAnsi="Cambria Math" w:cs="Cambria Math"/>
        </w:rPr>
        <w:t>‑</w:t>
      </w:r>
      <w:r w:rsidR="007D5A5B" w:rsidRPr="00140B4B">
        <w:t>01</w:t>
      </w:r>
      <w:r w:rsidRPr="00140B4B">
        <w:tab/>
        <w:t>INSPECTION OBJECTIVES</w:t>
      </w:r>
    </w:p>
    <w:p w14:paraId="34C5D5EB" w14:textId="77777777" w:rsidR="00176307" w:rsidRDefault="006141C2" w:rsidP="006141C2">
      <w:pPr>
        <w:pStyle w:val="BodyText"/>
      </w:pPr>
      <w:r>
        <w:t>01.01</w:t>
      </w:r>
      <w:r>
        <w:tab/>
      </w:r>
      <w:r w:rsidR="00457B9A" w:rsidRPr="006141C2">
        <w:t>Appendix inspection objectives listed in Appendix</w:t>
      </w:r>
      <w:r w:rsidR="00B2003E" w:rsidRPr="006141C2">
        <w:t> M</w:t>
      </w:r>
      <w:r w:rsidR="00457B9A" w:rsidRPr="006141C2">
        <w:t>, “Inspection of Digital Instrumentation and Control (</w:t>
      </w:r>
      <w:r w:rsidR="00E928A6" w:rsidRPr="006141C2">
        <w:t>DI&amp;C</w:t>
      </w:r>
      <w:r w:rsidR="00457B9A" w:rsidRPr="006141C2">
        <w:t>) System/Software Design.”</w:t>
      </w:r>
    </w:p>
    <w:p w14:paraId="63FA51B5" w14:textId="3A67A230" w:rsidR="00457B9A" w:rsidRPr="006141C2" w:rsidRDefault="006141C2" w:rsidP="006141C2">
      <w:pPr>
        <w:pStyle w:val="BodyText"/>
      </w:pPr>
      <w:r>
        <w:t>01.02</w:t>
      </w:r>
      <w:r>
        <w:tab/>
      </w:r>
      <w:r w:rsidR="00457B9A" w:rsidRPr="006141C2">
        <w:t xml:space="preserve">Attachment Inspection Objectives: Verify that the licensee’s </w:t>
      </w:r>
      <w:r w:rsidR="00E928A6" w:rsidRPr="006141C2">
        <w:t>DI&amp;C</w:t>
      </w:r>
      <w:r w:rsidR="00457B9A" w:rsidRPr="006141C2">
        <w:t xml:space="preserve"> development Validation and Test Phase process and documentation are consistent with design commitments.</w:t>
      </w:r>
    </w:p>
    <w:p w14:paraId="26D585C9" w14:textId="2243AECB" w:rsidR="00457B9A" w:rsidRPr="00140B4B" w:rsidRDefault="00457B9A" w:rsidP="00121D15">
      <w:pPr>
        <w:pStyle w:val="BodyTextHeading1"/>
      </w:pPr>
      <w:r w:rsidRPr="00140B4B">
        <w:t>88200.M.A5</w:t>
      </w:r>
      <w:r w:rsidR="007D5A5B" w:rsidRPr="00140B4B">
        <w:rPr>
          <w:rFonts w:ascii="Cambria Math" w:hAnsi="Cambria Math" w:cs="Cambria Math"/>
        </w:rPr>
        <w:t>‑</w:t>
      </w:r>
      <w:r w:rsidR="007D5A5B" w:rsidRPr="00140B4B">
        <w:t>02</w:t>
      </w:r>
      <w:r w:rsidRPr="00140B4B">
        <w:tab/>
        <w:t>INSPECTION REQUIREMENTS</w:t>
      </w:r>
    </w:p>
    <w:p w14:paraId="3FB53C97" w14:textId="77777777" w:rsidR="00176307" w:rsidRDefault="00457B9A" w:rsidP="006141C2">
      <w:pPr>
        <w:pStyle w:val="BodyText"/>
      </w:pPr>
      <w:r w:rsidRPr="00E360BA">
        <w:t xml:space="preserve">Appendix inspection </w:t>
      </w:r>
      <w:r>
        <w:t xml:space="preserve">requirements </w:t>
      </w:r>
      <w:r w:rsidRPr="00E360BA">
        <w:t>listed in Appendix</w:t>
      </w:r>
      <w:r w:rsidR="00B2003E">
        <w:t> M</w:t>
      </w:r>
      <w:r w:rsidRPr="00E360BA">
        <w:t>, “Inspection of Digital Instrumentation and Control (</w:t>
      </w:r>
      <w:r w:rsidR="00E928A6">
        <w:t>DI&amp;C</w:t>
      </w:r>
      <w:r w:rsidRPr="00E360BA">
        <w:t>) System/Software Design.”</w:t>
      </w:r>
    </w:p>
    <w:p w14:paraId="74CB4F04" w14:textId="704FC7EA" w:rsidR="007C7D7F" w:rsidRDefault="007C7D7F" w:rsidP="006141C2">
      <w:pPr>
        <w:pStyle w:val="BodyText"/>
      </w:pPr>
      <w:r>
        <w:t>Refer to licensing basis requirements for applicable codes and standards for each fuel facility.</w:t>
      </w:r>
    </w:p>
    <w:p w14:paraId="20C5B4A2" w14:textId="221DD1B5" w:rsidR="00457B9A" w:rsidRPr="00140B4B" w:rsidRDefault="00457B9A" w:rsidP="00121D15">
      <w:pPr>
        <w:pStyle w:val="BodyTextHeading1"/>
      </w:pPr>
      <w:r w:rsidRPr="00140B4B">
        <w:t>88200.M.A5</w:t>
      </w:r>
      <w:r w:rsidR="007D5A5B" w:rsidRPr="00140B4B">
        <w:rPr>
          <w:rFonts w:ascii="Cambria Math" w:hAnsi="Cambria Math" w:cs="Cambria Math"/>
        </w:rPr>
        <w:t>‑</w:t>
      </w:r>
      <w:r w:rsidR="007D5A5B" w:rsidRPr="00140B4B">
        <w:t>03</w:t>
      </w:r>
      <w:r w:rsidRPr="00140B4B">
        <w:tab/>
        <w:t>INSPECTION GUIDANCE</w:t>
      </w:r>
    </w:p>
    <w:p w14:paraId="13B46B3F" w14:textId="77777777" w:rsidR="00176307" w:rsidRDefault="00457B9A" w:rsidP="006141C2">
      <w:pPr>
        <w:pStyle w:val="BodyText"/>
      </w:pPr>
      <w:r w:rsidRPr="009F6609">
        <w:rPr>
          <w:u w:val="single"/>
        </w:rPr>
        <w:t>General Guidance</w:t>
      </w:r>
    </w:p>
    <w:p w14:paraId="33ADA8E7" w14:textId="18BC87DA" w:rsidR="00457B9A" w:rsidRPr="009F6609" w:rsidRDefault="00457B9A" w:rsidP="00FA5131">
      <w:pPr>
        <w:pStyle w:val="BodyText"/>
      </w:pPr>
      <w:r w:rsidRPr="009F6609">
        <w:t xml:space="preserve">The </w:t>
      </w:r>
      <w:r w:rsidR="00E928A6">
        <w:t>DI&amp;C</w:t>
      </w:r>
      <w:r w:rsidRPr="009F6609">
        <w:t xml:space="preserve"> system validation activities are the test and evaluation of the integrated system to ensure compliance with functional, performance, and interface requirements. This determination may include analysis and evaluation of products and processes.</w:t>
      </w:r>
    </w:p>
    <w:p w14:paraId="278731BF" w14:textId="52B4F7AA" w:rsidR="00457B9A" w:rsidRPr="009F6609" w:rsidRDefault="00457B9A" w:rsidP="00E928A6">
      <w:pPr>
        <w:pStyle w:val="BodyText"/>
      </w:pPr>
      <w:r w:rsidRPr="009F6609">
        <w:t xml:space="preserve">Testing will determine whether the requirements for the </w:t>
      </w:r>
      <w:r w:rsidR="00E928A6">
        <w:t>DI&amp;C</w:t>
      </w:r>
      <w:r w:rsidRPr="009F6609">
        <w:t xml:space="preserve"> system are complete and correct. Accordingly, </w:t>
      </w:r>
      <w:r w:rsidR="00DA7078" w:rsidRPr="00DA7078">
        <w:t xml:space="preserve">verification and validation </w:t>
      </w:r>
      <w:r w:rsidR="00DA7078">
        <w:t>(</w:t>
      </w:r>
      <w:r w:rsidRPr="009F6609">
        <w:t>V&amp;V</w:t>
      </w:r>
      <w:r w:rsidR="00DA7078">
        <w:t>)</w:t>
      </w:r>
      <w:r w:rsidRPr="009F6609">
        <w:t xml:space="preserve"> will determine whether the “products” of each life cycle development phase implement the requirements to meet the criteria imposed by the previous life cycle phase, and that the final </w:t>
      </w:r>
      <w:r w:rsidR="00E928A6">
        <w:t>DI&amp;C</w:t>
      </w:r>
      <w:r w:rsidRPr="009F6609">
        <w:t xml:space="preserve"> system complies with specified requirements. The V&amp;V effort is governed by the V&amp;V Plan, and activities are typically documented as follows for each life cycle phase:</w:t>
      </w:r>
    </w:p>
    <w:p w14:paraId="088C3795" w14:textId="77777777" w:rsidR="00457B9A" w:rsidRPr="009F6609" w:rsidRDefault="00457B9A" w:rsidP="00F908FC">
      <w:pPr>
        <w:pStyle w:val="ListBullet2"/>
      </w:pPr>
      <w:r w:rsidRPr="009F6609">
        <w:t>V&amp;V Task Activity Reports</w:t>
      </w:r>
    </w:p>
    <w:p w14:paraId="3D5CDD49" w14:textId="77777777" w:rsidR="00176307" w:rsidRDefault="00457B9A" w:rsidP="00F908FC">
      <w:pPr>
        <w:pStyle w:val="ListBullet2"/>
      </w:pPr>
      <w:r w:rsidRPr="009F6609">
        <w:t>V&amp;V Summary Reports</w:t>
      </w:r>
    </w:p>
    <w:p w14:paraId="4F868186" w14:textId="08479647" w:rsidR="00457B9A" w:rsidRPr="009F6609" w:rsidRDefault="00457B9A" w:rsidP="00FA5131">
      <w:pPr>
        <w:pStyle w:val="BodyText"/>
      </w:pPr>
      <w:r w:rsidRPr="009F6609">
        <w:t>Techniques and methods for V&amp;V include document review, design review, requirements traceability, and testing. A Requirements Traceability Matrix (RTM</w:t>
      </w:r>
      <w:r w:rsidR="00E025F3">
        <w:t>)</w:t>
      </w:r>
      <w:r w:rsidRPr="009F6609">
        <w:t>, or equivalent tracing tool</w:t>
      </w:r>
      <w:r w:rsidR="0022280E">
        <w:t>,</w:t>
      </w:r>
      <w:r w:rsidRPr="009F6609">
        <w:t xml:space="preserve"> may be developed. The RTM should depict every distinct </w:t>
      </w:r>
      <w:r w:rsidR="00E928A6">
        <w:t>DI&amp;C</w:t>
      </w:r>
      <w:r w:rsidRPr="009F6609">
        <w:t xml:space="preserve"> developmental requirement and sub-requirement, and what portion of the software requirement, software design description, detailed design (code), and test will address each distinct requirement.</w:t>
      </w:r>
    </w:p>
    <w:p w14:paraId="51B6FC40" w14:textId="77777777" w:rsidR="00176307" w:rsidRDefault="00457B9A" w:rsidP="006141C2">
      <w:pPr>
        <w:pStyle w:val="BodyText"/>
        <w:rPr>
          <w:u w:val="single"/>
        </w:rPr>
      </w:pPr>
      <w:r w:rsidRPr="00525AFB">
        <w:rPr>
          <w:u w:val="single"/>
        </w:rPr>
        <w:t>Sample Size</w:t>
      </w:r>
    </w:p>
    <w:p w14:paraId="29AE85B2" w14:textId="15900907" w:rsidR="007C7D7F" w:rsidRDefault="00457B9A" w:rsidP="0018729A">
      <w:pPr>
        <w:pStyle w:val="BodyText"/>
      </w:pPr>
      <w:r w:rsidRPr="009F6609">
        <w:t xml:space="preserve">Inspection of </w:t>
      </w:r>
      <w:r w:rsidR="00E928A6">
        <w:t>DI&amp;C</w:t>
      </w:r>
      <w:r w:rsidRPr="009F6609">
        <w:t xml:space="preserve"> will typically rely on selection of a sample of attributes for verification. Inspection of Validation and Test Phase activities will be accomplished through verification of attributes for a representative sample of documents (typically</w:t>
      </w:r>
      <w:r>
        <w:t xml:space="preserve"> 10</w:t>
      </w:r>
      <w:r w:rsidR="007D5A5B">
        <w:rPr>
          <w:rFonts w:ascii="Cambria Math" w:hAnsi="Cambria Math" w:cs="Cambria Math"/>
        </w:rPr>
        <w:t>‑</w:t>
      </w:r>
      <w:r w:rsidR="007D5A5B">
        <w:t>20</w:t>
      </w:r>
      <w:r w:rsidR="004A248F">
        <w:t xml:space="preserve"> percent</w:t>
      </w:r>
      <w:r>
        <w:t xml:space="preserve"> of</w:t>
      </w:r>
      <w:r w:rsidRPr="009F6609">
        <w:t xml:space="preserve"> a combination of test procedures, test plans, and test reports) stemming from testing activities. </w:t>
      </w:r>
    </w:p>
    <w:p w14:paraId="0F2CA3C9" w14:textId="5A8FF43B" w:rsidR="00457B9A" w:rsidRPr="009F6609" w:rsidRDefault="00457B9A" w:rsidP="0018729A">
      <w:pPr>
        <w:pStyle w:val="BodyText"/>
      </w:pPr>
      <w:r w:rsidRPr="009F6609">
        <w:t xml:space="preserve">Sample size </w:t>
      </w:r>
      <w:r w:rsidR="007C7D7F">
        <w:t>is determined by the Principal Inspection Plan.</w:t>
      </w:r>
    </w:p>
    <w:p w14:paraId="6E4680BC" w14:textId="77777777" w:rsidR="00721B03" w:rsidRDefault="00457B9A" w:rsidP="006141C2">
      <w:pPr>
        <w:pStyle w:val="BodyText"/>
      </w:pPr>
      <w:r w:rsidRPr="00E75EB2">
        <w:rPr>
          <w:u w:val="single"/>
        </w:rPr>
        <w:lastRenderedPageBreak/>
        <w:t xml:space="preserve">Specific </w:t>
      </w:r>
      <w:r w:rsidR="00E75EB2">
        <w:rPr>
          <w:u w:val="single"/>
        </w:rPr>
        <w:t>G</w:t>
      </w:r>
      <w:r w:rsidRPr="00E75EB2">
        <w:rPr>
          <w:u w:val="single"/>
        </w:rPr>
        <w:t>uidance</w:t>
      </w:r>
      <w:r w:rsidRPr="00446E44">
        <w:t xml:space="preserve"> </w:t>
      </w:r>
    </w:p>
    <w:p w14:paraId="31E3C3AA" w14:textId="2AC8A3F4" w:rsidR="00176307" w:rsidRDefault="00457B9A" w:rsidP="006141C2">
      <w:pPr>
        <w:pStyle w:val="BodyText"/>
      </w:pPr>
      <w:r w:rsidRPr="00446E44">
        <w:t>In addition to below, for additional specific inspection guidance, refer to Appendix</w:t>
      </w:r>
      <w:r w:rsidR="00B2003E">
        <w:t> </w:t>
      </w:r>
      <w:r w:rsidR="00FA5A44">
        <w:t>M</w:t>
      </w:r>
      <w:r w:rsidRPr="00446E44">
        <w:t>, “Inspection</w:t>
      </w:r>
      <w:r w:rsidRPr="00E360BA">
        <w:t xml:space="preserve"> of D</w:t>
      </w:r>
      <w:r w:rsidR="00293D35">
        <w:t>igital Instrumentation and Control (</w:t>
      </w:r>
      <w:r w:rsidR="00E928A6">
        <w:t>DI&amp;C</w:t>
      </w:r>
      <w:r w:rsidR="00293D35">
        <w:t>)</w:t>
      </w:r>
      <w:r w:rsidR="00D67EDC">
        <w:t xml:space="preserve"> System/Software Design.”</w:t>
      </w:r>
    </w:p>
    <w:p w14:paraId="26525BD6" w14:textId="77777777" w:rsidR="00176307" w:rsidRDefault="00457B9A" w:rsidP="006F21F2">
      <w:pPr>
        <w:pStyle w:val="BodyText"/>
        <w:numPr>
          <w:ilvl w:val="0"/>
          <w:numId w:val="87"/>
        </w:numPr>
      </w:pPr>
      <w:r w:rsidRPr="005963DD">
        <w:rPr>
          <w:u w:val="single"/>
        </w:rPr>
        <w:t>Verification and Validation (V&amp;V)</w:t>
      </w:r>
    </w:p>
    <w:p w14:paraId="470C6921" w14:textId="72B86046" w:rsidR="00457B9A" w:rsidRPr="009F6609" w:rsidRDefault="00457B9A" w:rsidP="004059C1">
      <w:pPr>
        <w:pStyle w:val="BodyText"/>
        <w:numPr>
          <w:ilvl w:val="1"/>
          <w:numId w:val="87"/>
        </w:numPr>
      </w:pPr>
      <w:r w:rsidRPr="009F6609">
        <w:t>Metrics/indicators should be developed to determine overall effectiveness of the V&amp;V effort. Verify the following V&amp;V attributes, as committed to in the licensing basis:</w:t>
      </w:r>
    </w:p>
    <w:p w14:paraId="4229F540" w14:textId="77777777" w:rsidR="00457B9A" w:rsidRPr="009F6609" w:rsidRDefault="00457B9A" w:rsidP="004059C1">
      <w:pPr>
        <w:pStyle w:val="BodyText"/>
        <w:numPr>
          <w:ilvl w:val="2"/>
          <w:numId w:val="87"/>
        </w:numPr>
      </w:pPr>
      <w:r w:rsidRPr="009F6609">
        <w:t>Criteria are used to verify the completion of each V&amp;V task.</w:t>
      </w:r>
    </w:p>
    <w:p w14:paraId="5EB25F0E" w14:textId="77777777" w:rsidR="00457B9A" w:rsidRPr="009F6609" w:rsidRDefault="00457B9A" w:rsidP="004059C1">
      <w:pPr>
        <w:pStyle w:val="BodyText"/>
        <w:numPr>
          <w:ilvl w:val="2"/>
          <w:numId w:val="87"/>
        </w:numPr>
      </w:pPr>
      <w:r w:rsidRPr="009F6609">
        <w:t>Evaluation criteria should be provided for test plans, test specifications, test procedures and test cases.</w:t>
      </w:r>
    </w:p>
    <w:p w14:paraId="7BF58EDF" w14:textId="77777777" w:rsidR="00457B9A" w:rsidRPr="009F6609" w:rsidRDefault="00457B9A" w:rsidP="004059C1">
      <w:pPr>
        <w:pStyle w:val="BodyText"/>
        <w:numPr>
          <w:ilvl w:val="2"/>
          <w:numId w:val="87"/>
        </w:numPr>
      </w:pPr>
      <w:r w:rsidRPr="009F6609">
        <w:t xml:space="preserve">Evaluation criteria should be provided for </w:t>
      </w:r>
      <w:proofErr w:type="gramStart"/>
      <w:r w:rsidRPr="009F6609">
        <w:t>review</w:t>
      </w:r>
      <w:proofErr w:type="gramEnd"/>
      <w:r w:rsidRPr="009F6609">
        <w:t xml:space="preserve"> plans, </w:t>
      </w:r>
      <w:proofErr w:type="gramStart"/>
      <w:r w:rsidRPr="009F6609">
        <w:t>review</w:t>
      </w:r>
      <w:proofErr w:type="gramEnd"/>
      <w:r w:rsidRPr="009F6609">
        <w:t xml:space="preserve"> specifications, and </w:t>
      </w:r>
      <w:proofErr w:type="gramStart"/>
      <w:r w:rsidRPr="009F6609">
        <w:t>review</w:t>
      </w:r>
      <w:proofErr w:type="gramEnd"/>
      <w:r w:rsidRPr="009F6609">
        <w:t xml:space="preserve"> procedures.</w:t>
      </w:r>
    </w:p>
    <w:p w14:paraId="3FD67628" w14:textId="77777777" w:rsidR="00176307" w:rsidRDefault="00457B9A" w:rsidP="004059C1">
      <w:pPr>
        <w:pStyle w:val="BodyText"/>
        <w:numPr>
          <w:ilvl w:val="2"/>
          <w:numId w:val="87"/>
        </w:numPr>
      </w:pPr>
      <w:r w:rsidRPr="009F6609">
        <w:t xml:space="preserve">The error rate found during software reviews and software testing should be measured, recorded, analyzed and reported. Note - the </w:t>
      </w:r>
      <w:r w:rsidR="00C80702" w:rsidRPr="00C80702">
        <w:t xml:space="preserve">Failure Modes and Effects Analysis </w:t>
      </w:r>
      <w:r w:rsidRPr="009F6609">
        <w:t>should have identified potential errors.</w:t>
      </w:r>
    </w:p>
    <w:p w14:paraId="1EB7E4A0" w14:textId="57890D77" w:rsidR="00457B9A" w:rsidRPr="009F6609" w:rsidRDefault="00457B9A" w:rsidP="004059C1">
      <w:pPr>
        <w:pStyle w:val="BodyText"/>
        <w:numPr>
          <w:ilvl w:val="1"/>
          <w:numId w:val="87"/>
        </w:numPr>
      </w:pPr>
      <w:r w:rsidRPr="009F6609">
        <w:t xml:space="preserve">Procedures should be developed to govern each V&amp;V task. Verify procedures are in place for the following, as committed to </w:t>
      </w:r>
      <w:proofErr w:type="gramStart"/>
      <w:r w:rsidRPr="009F6609">
        <w:t>in</w:t>
      </w:r>
      <w:proofErr w:type="gramEnd"/>
      <w:r w:rsidRPr="009F6609">
        <w:t xml:space="preserve"> the licensing basis:</w:t>
      </w:r>
    </w:p>
    <w:p w14:paraId="0FCA801B" w14:textId="77777777" w:rsidR="00457B9A" w:rsidRPr="009F6609" w:rsidRDefault="00457B9A" w:rsidP="004059C1">
      <w:pPr>
        <w:pStyle w:val="BodyText"/>
        <w:numPr>
          <w:ilvl w:val="2"/>
          <w:numId w:val="87"/>
        </w:numPr>
      </w:pPr>
      <w:r w:rsidRPr="009F6609">
        <w:t>V&amp;V task performance, including assumptions for each task.</w:t>
      </w:r>
    </w:p>
    <w:p w14:paraId="66A14534" w14:textId="77777777" w:rsidR="00457B9A" w:rsidRPr="009F6609" w:rsidRDefault="00457B9A" w:rsidP="004059C1">
      <w:pPr>
        <w:pStyle w:val="BodyText"/>
        <w:numPr>
          <w:ilvl w:val="2"/>
          <w:numId w:val="87"/>
        </w:numPr>
      </w:pPr>
      <w:r w:rsidRPr="009F6609">
        <w:t>Evaluation of design outputs.</w:t>
      </w:r>
    </w:p>
    <w:p w14:paraId="53E8BAF9" w14:textId="77777777" w:rsidR="00457B9A" w:rsidRPr="009F6609" w:rsidRDefault="00457B9A" w:rsidP="004059C1">
      <w:pPr>
        <w:pStyle w:val="BodyText"/>
        <w:numPr>
          <w:ilvl w:val="2"/>
          <w:numId w:val="87"/>
        </w:numPr>
      </w:pPr>
      <w:r w:rsidRPr="009F6609">
        <w:t>Analysis and reassessment of errors detected during the V&amp;V effort.</w:t>
      </w:r>
    </w:p>
    <w:p w14:paraId="2259CF8E" w14:textId="5B7B245C" w:rsidR="00457B9A" w:rsidRPr="009F6609" w:rsidRDefault="00457B9A" w:rsidP="004059C1">
      <w:pPr>
        <w:pStyle w:val="BodyText"/>
        <w:numPr>
          <w:ilvl w:val="2"/>
          <w:numId w:val="87"/>
        </w:numPr>
      </w:pPr>
      <w:r w:rsidRPr="009F6609">
        <w:t xml:space="preserve">Risk assessment for </w:t>
      </w:r>
      <w:r w:rsidR="00E928A6">
        <w:t>DI&amp;C</w:t>
      </w:r>
      <w:r w:rsidRPr="009F6609">
        <w:t xml:space="preserve"> developmental activities.</w:t>
      </w:r>
    </w:p>
    <w:p w14:paraId="6A7C400B" w14:textId="01AF31B7" w:rsidR="00457B9A" w:rsidRPr="009F6609" w:rsidRDefault="00457B9A" w:rsidP="004059C1">
      <w:pPr>
        <w:pStyle w:val="BodyText"/>
        <w:numPr>
          <w:ilvl w:val="2"/>
          <w:numId w:val="87"/>
        </w:numPr>
      </w:pPr>
      <w:r w:rsidRPr="009F6609">
        <w:t xml:space="preserve">Assessment and management of changes in </w:t>
      </w:r>
      <w:r w:rsidR="00E928A6">
        <w:t>DI&amp;C</w:t>
      </w:r>
      <w:r w:rsidRPr="009F6609">
        <w:t xml:space="preserve"> developmental activities.</w:t>
      </w:r>
    </w:p>
    <w:p w14:paraId="3BB1CE72" w14:textId="77777777" w:rsidR="00457B9A" w:rsidRPr="009F6609" w:rsidRDefault="00457B9A" w:rsidP="004059C1">
      <w:pPr>
        <w:pStyle w:val="BodyText"/>
        <w:numPr>
          <w:ilvl w:val="2"/>
          <w:numId w:val="87"/>
        </w:numPr>
      </w:pPr>
      <w:r w:rsidRPr="009F6609">
        <w:t>V&amp;V reporting practices.</w:t>
      </w:r>
    </w:p>
    <w:p w14:paraId="68E8EF0A" w14:textId="77777777" w:rsidR="00176307" w:rsidRDefault="00457B9A" w:rsidP="004059C1">
      <w:pPr>
        <w:pStyle w:val="BodyText"/>
        <w:numPr>
          <w:ilvl w:val="2"/>
          <w:numId w:val="87"/>
        </w:numPr>
      </w:pPr>
      <w:r w:rsidRPr="009F6609">
        <w:t>V&amp;V testing and test documentation, including testing plans, specifications, procedures and cases.</w:t>
      </w:r>
    </w:p>
    <w:p w14:paraId="0591909E" w14:textId="77777777" w:rsidR="00176307" w:rsidRDefault="00457B9A" w:rsidP="006F21F2">
      <w:pPr>
        <w:pStyle w:val="BodyText"/>
        <w:numPr>
          <w:ilvl w:val="0"/>
          <w:numId w:val="87"/>
        </w:numPr>
      </w:pPr>
      <w:r w:rsidRPr="005963DD">
        <w:rPr>
          <w:u w:val="single"/>
        </w:rPr>
        <w:t>System/Software Testing</w:t>
      </w:r>
    </w:p>
    <w:p w14:paraId="0924ACE2" w14:textId="77EACB98" w:rsidR="00457B9A" w:rsidRPr="009F6609" w:rsidRDefault="00457B9A" w:rsidP="00A8443F">
      <w:pPr>
        <w:pStyle w:val="BodyText"/>
        <w:numPr>
          <w:ilvl w:val="1"/>
          <w:numId w:val="87"/>
        </w:numPr>
      </w:pPr>
      <w:r w:rsidRPr="009F6609">
        <w:t xml:space="preserve">Activities include unit testing, integration (subsystem) testing, validation testing, installation (acceptance) testing, and the regression testing of modifications. Test procedures include test documentation requirements, readiness and evaluation criteria, error reporting, and anomaly resolution requirements. Verify that the testing process and documentation includes the following attributes, as committed to </w:t>
      </w:r>
      <w:proofErr w:type="gramStart"/>
      <w:r w:rsidRPr="009F6609">
        <w:t>in</w:t>
      </w:r>
      <w:proofErr w:type="gramEnd"/>
      <w:r w:rsidRPr="009F6609">
        <w:t xml:space="preserve"> the licensing basis:</w:t>
      </w:r>
    </w:p>
    <w:p w14:paraId="5F090243" w14:textId="77777777" w:rsidR="00457B9A" w:rsidRPr="009F6609" w:rsidRDefault="00457B9A" w:rsidP="00A8443F">
      <w:pPr>
        <w:pStyle w:val="BodyText"/>
        <w:numPr>
          <w:ilvl w:val="2"/>
          <w:numId w:val="87"/>
        </w:numPr>
      </w:pPr>
      <w:r w:rsidRPr="009F6609">
        <w:t>Documentation includes test item descriptions, test data, and test logs.</w:t>
      </w:r>
    </w:p>
    <w:p w14:paraId="77A8ABF6" w14:textId="77777777" w:rsidR="00457B9A" w:rsidRPr="009F6609" w:rsidRDefault="00457B9A" w:rsidP="00A8443F">
      <w:pPr>
        <w:pStyle w:val="BodyText"/>
        <w:numPr>
          <w:ilvl w:val="2"/>
          <w:numId w:val="87"/>
        </w:numPr>
      </w:pPr>
      <w:r w:rsidRPr="009F6609">
        <w:t>Test plans and procedures identify test personnel.</w:t>
      </w:r>
    </w:p>
    <w:p w14:paraId="1CDA0497" w14:textId="77777777" w:rsidR="00457B9A" w:rsidRPr="009F6609" w:rsidRDefault="00457B9A" w:rsidP="00A8443F">
      <w:pPr>
        <w:pStyle w:val="BodyText"/>
        <w:numPr>
          <w:ilvl w:val="2"/>
          <w:numId w:val="87"/>
        </w:numPr>
      </w:pPr>
      <w:r w:rsidRPr="009F6609">
        <w:lastRenderedPageBreak/>
        <w:t>Results documentation includes types of observations, results, acceptability, and actions taken in connection with any deficiencies.</w:t>
      </w:r>
    </w:p>
    <w:p w14:paraId="72EED105" w14:textId="7816768E" w:rsidR="00457B9A" w:rsidRPr="009F6609" w:rsidRDefault="00457B9A" w:rsidP="00A8443F">
      <w:pPr>
        <w:pStyle w:val="BodyText"/>
        <w:numPr>
          <w:ilvl w:val="2"/>
          <w:numId w:val="87"/>
        </w:numPr>
      </w:pPr>
      <w:proofErr w:type="gramStart"/>
      <w:r w:rsidRPr="009F6609">
        <w:t>Software</w:t>
      </w:r>
      <w:proofErr w:type="gramEnd"/>
      <w:r w:rsidRPr="009F6609">
        <w:t xml:space="preserve"> testing process includes one or more tests for each requirement in the </w:t>
      </w:r>
      <w:r w:rsidR="00C15D20">
        <w:t>S</w:t>
      </w:r>
      <w:r w:rsidRPr="009F6609">
        <w:t xml:space="preserve">oftware </w:t>
      </w:r>
      <w:r w:rsidR="00C15D20">
        <w:t>R</w:t>
      </w:r>
      <w:r w:rsidRPr="009F6609">
        <w:t xml:space="preserve">equirement </w:t>
      </w:r>
      <w:r w:rsidR="00C15D20">
        <w:t>S</w:t>
      </w:r>
      <w:r w:rsidRPr="009F6609">
        <w:t>pecification, as well as the acceptance criteria for each test.</w:t>
      </w:r>
    </w:p>
    <w:p w14:paraId="4ED5A78C" w14:textId="77777777" w:rsidR="00457B9A" w:rsidRPr="009F6609" w:rsidRDefault="00457B9A" w:rsidP="00A8443F">
      <w:pPr>
        <w:pStyle w:val="BodyText"/>
        <w:numPr>
          <w:ilvl w:val="2"/>
          <w:numId w:val="87"/>
        </w:numPr>
      </w:pPr>
      <w:r w:rsidRPr="009F6609">
        <w:t>The result of each test clearly shows that the associated requirement has been met.</w:t>
      </w:r>
    </w:p>
    <w:p w14:paraId="75899413" w14:textId="77777777" w:rsidR="00457B9A" w:rsidRPr="009F6609" w:rsidRDefault="00457B9A" w:rsidP="00A8443F">
      <w:pPr>
        <w:pStyle w:val="BodyText"/>
        <w:numPr>
          <w:ilvl w:val="2"/>
          <w:numId w:val="87"/>
        </w:numPr>
      </w:pPr>
      <w:r w:rsidRPr="009F6609">
        <w:t>Test procedures contain detailed information for the test setup, input data requirements, output data expectations, and completion time.</w:t>
      </w:r>
    </w:p>
    <w:p w14:paraId="100AF9D2" w14:textId="77777777" w:rsidR="00176307" w:rsidRDefault="00457B9A" w:rsidP="00A8443F">
      <w:pPr>
        <w:pStyle w:val="BodyText"/>
        <w:numPr>
          <w:ilvl w:val="2"/>
          <w:numId w:val="87"/>
        </w:numPr>
      </w:pPr>
      <w:r w:rsidRPr="009F6609">
        <w:t>Provisions in place for remediation testing, as necessary.</w:t>
      </w:r>
    </w:p>
    <w:p w14:paraId="334488FE" w14:textId="166A88B3" w:rsidR="00457B9A" w:rsidRPr="009F6609" w:rsidRDefault="00457B9A" w:rsidP="00A8443F">
      <w:pPr>
        <w:pStyle w:val="BodyText"/>
        <w:numPr>
          <w:ilvl w:val="1"/>
          <w:numId w:val="87"/>
        </w:numPr>
      </w:pPr>
      <w:r w:rsidRPr="009F6609">
        <w:t xml:space="preserve">Testing for </w:t>
      </w:r>
      <w:r w:rsidR="00E928A6">
        <w:t>DI&amp;C</w:t>
      </w:r>
      <w:r w:rsidRPr="009F6609">
        <w:t xml:space="preserve"> systems includes software testing, software integration testing, software qualification testing, system integration testing, and system qualification testing. The objective of Test V&amp;V is to ensure that the software requirements and system requirements allocated to software are validated by execution of integration, system, and acceptance tests. Verify that Test V&amp;V includes the following activities, as committed to </w:t>
      </w:r>
      <w:proofErr w:type="gramStart"/>
      <w:r w:rsidRPr="009F6609">
        <w:t>in</w:t>
      </w:r>
      <w:proofErr w:type="gramEnd"/>
      <w:r w:rsidRPr="009F6609">
        <w:t xml:space="preserve"> the licensing basis:</w:t>
      </w:r>
    </w:p>
    <w:p w14:paraId="67483CFB" w14:textId="77777777" w:rsidR="00457B9A" w:rsidRPr="009F6609" w:rsidRDefault="00457B9A" w:rsidP="00A8443F">
      <w:pPr>
        <w:pStyle w:val="BodyText"/>
        <w:numPr>
          <w:ilvl w:val="2"/>
          <w:numId w:val="87"/>
        </w:numPr>
      </w:pPr>
      <w:r w:rsidRPr="009F6609">
        <w:t>Traceability analysis using the RTM.</w:t>
      </w:r>
    </w:p>
    <w:p w14:paraId="595858AD" w14:textId="77777777" w:rsidR="00457B9A" w:rsidRPr="009F6609" w:rsidRDefault="00457B9A" w:rsidP="00A8443F">
      <w:pPr>
        <w:pStyle w:val="BodyText"/>
        <w:numPr>
          <w:ilvl w:val="2"/>
          <w:numId w:val="87"/>
        </w:numPr>
      </w:pPr>
      <w:r w:rsidRPr="009F6609">
        <w:t>Integration V&amp;V test procedure generation and execution.</w:t>
      </w:r>
    </w:p>
    <w:p w14:paraId="2D4EC97A" w14:textId="77777777" w:rsidR="00457B9A" w:rsidRPr="009F6609" w:rsidRDefault="00457B9A" w:rsidP="00A8443F">
      <w:pPr>
        <w:pStyle w:val="BodyText"/>
        <w:numPr>
          <w:ilvl w:val="2"/>
          <w:numId w:val="87"/>
        </w:numPr>
      </w:pPr>
      <w:r w:rsidRPr="009F6609">
        <w:t>System V&amp;V test procedure generation and execution.</w:t>
      </w:r>
    </w:p>
    <w:p w14:paraId="429424FD" w14:textId="77777777" w:rsidR="00457B9A" w:rsidRPr="009F6609" w:rsidRDefault="00457B9A" w:rsidP="00A8443F">
      <w:pPr>
        <w:pStyle w:val="BodyText"/>
        <w:numPr>
          <w:ilvl w:val="2"/>
          <w:numId w:val="87"/>
        </w:numPr>
      </w:pPr>
      <w:proofErr w:type="gramStart"/>
      <w:r w:rsidRPr="009F6609">
        <w:t>Acceptance</w:t>
      </w:r>
      <w:proofErr w:type="gramEnd"/>
      <w:r w:rsidRPr="009F6609">
        <w:t xml:space="preserve"> V&amp;V test procedure generation and execution.</w:t>
      </w:r>
    </w:p>
    <w:p w14:paraId="7061F276" w14:textId="77777777" w:rsidR="00176307" w:rsidRDefault="00457B9A" w:rsidP="00A8443F">
      <w:pPr>
        <w:pStyle w:val="BodyText"/>
        <w:numPr>
          <w:ilvl w:val="2"/>
          <w:numId w:val="87"/>
        </w:numPr>
      </w:pPr>
      <w:r w:rsidRPr="009F6609">
        <w:t>Hazard, Risk and Security analyses.</w:t>
      </w:r>
    </w:p>
    <w:p w14:paraId="0BA6EABB" w14:textId="77777777" w:rsidR="00176307" w:rsidRDefault="00457B9A" w:rsidP="006F21F2">
      <w:pPr>
        <w:pStyle w:val="BodyText"/>
        <w:numPr>
          <w:ilvl w:val="0"/>
          <w:numId w:val="87"/>
        </w:numPr>
      </w:pPr>
      <w:r w:rsidRPr="005963DD">
        <w:rPr>
          <w:u w:val="single"/>
        </w:rPr>
        <w:t>Validation &amp; Test Phase Safety Analysis</w:t>
      </w:r>
    </w:p>
    <w:p w14:paraId="4D1C7DED" w14:textId="77777777" w:rsidR="00176307" w:rsidRDefault="00457B9A" w:rsidP="00A8443F">
      <w:pPr>
        <w:pStyle w:val="BodyText"/>
        <w:numPr>
          <w:ilvl w:val="1"/>
          <w:numId w:val="87"/>
        </w:numPr>
      </w:pPr>
      <w:r w:rsidRPr="009F6609">
        <w:t xml:space="preserve">Analysis should be performed of software testing to show test coverage for all software safety requirements. Analysis should also be </w:t>
      </w:r>
      <w:proofErr w:type="gramStart"/>
      <w:r w:rsidRPr="009F6609">
        <w:t>performed</w:t>
      </w:r>
      <w:proofErr w:type="gramEnd"/>
      <w:r w:rsidRPr="009F6609">
        <w:t xml:space="preserve"> on testing results for safety-critical design elements.</w:t>
      </w:r>
    </w:p>
    <w:p w14:paraId="2CE67400" w14:textId="2B17DA3F" w:rsidR="00457B9A" w:rsidRPr="009F6609" w:rsidRDefault="00457B9A" w:rsidP="00A8443F">
      <w:pPr>
        <w:pStyle w:val="BodyText"/>
        <w:numPr>
          <w:ilvl w:val="1"/>
          <w:numId w:val="87"/>
        </w:numPr>
      </w:pPr>
      <w:r w:rsidRPr="009F6609">
        <w:t>Analysis should include the following, as committed to in the licensing basis:</w:t>
      </w:r>
    </w:p>
    <w:p w14:paraId="1FFCF513" w14:textId="77777777" w:rsidR="00457B9A" w:rsidRPr="009F6609" w:rsidRDefault="00457B9A" w:rsidP="00A8443F">
      <w:pPr>
        <w:pStyle w:val="BodyText"/>
        <w:numPr>
          <w:ilvl w:val="2"/>
          <w:numId w:val="87"/>
        </w:numPr>
      </w:pPr>
      <w:r w:rsidRPr="009F6609">
        <w:t>Relationship between each test and the safety requirement that the test supports.</w:t>
      </w:r>
    </w:p>
    <w:p w14:paraId="4652A1E9" w14:textId="77777777" w:rsidR="00457B9A" w:rsidRPr="009F6609" w:rsidRDefault="00457B9A" w:rsidP="00A8443F">
      <w:pPr>
        <w:pStyle w:val="BodyText"/>
        <w:numPr>
          <w:ilvl w:val="2"/>
          <w:numId w:val="87"/>
        </w:numPr>
      </w:pPr>
      <w:r w:rsidRPr="009F6609">
        <w:t>Evidence to determine whether each software safety requirement has been satisfactorily tested.</w:t>
      </w:r>
    </w:p>
    <w:p w14:paraId="6B1A3079" w14:textId="77777777" w:rsidR="00457B9A" w:rsidRPr="009F6609" w:rsidRDefault="00457B9A" w:rsidP="00A8443F">
      <w:pPr>
        <w:pStyle w:val="BodyText"/>
        <w:numPr>
          <w:ilvl w:val="2"/>
          <w:numId w:val="87"/>
        </w:numPr>
      </w:pPr>
      <w:r w:rsidRPr="009F6609">
        <w:t>Assessment of risk associated with implementation as indicated by test analysis.</w:t>
      </w:r>
    </w:p>
    <w:p w14:paraId="0EE058E2" w14:textId="77777777" w:rsidR="00176307" w:rsidRDefault="00457B9A" w:rsidP="00A8443F">
      <w:pPr>
        <w:pStyle w:val="BodyText"/>
        <w:numPr>
          <w:ilvl w:val="2"/>
          <w:numId w:val="87"/>
        </w:numPr>
      </w:pPr>
      <w:r w:rsidRPr="009F6609">
        <w:t xml:space="preserve">Recommendation as to </w:t>
      </w:r>
      <w:proofErr w:type="gramStart"/>
      <w:r w:rsidRPr="009F6609">
        <w:t>whether or not</w:t>
      </w:r>
      <w:proofErr w:type="gramEnd"/>
      <w:r w:rsidRPr="009F6609">
        <w:t xml:space="preserve"> adequate testing has been performed.</w:t>
      </w:r>
    </w:p>
    <w:p w14:paraId="263D453B" w14:textId="77777777" w:rsidR="00176307" w:rsidRDefault="00457B9A" w:rsidP="00900461">
      <w:pPr>
        <w:pStyle w:val="BodyText"/>
        <w:keepNext/>
        <w:numPr>
          <w:ilvl w:val="0"/>
          <w:numId w:val="87"/>
        </w:numPr>
        <w:rPr>
          <w:bCs/>
        </w:rPr>
      </w:pPr>
      <w:r w:rsidRPr="005963DD">
        <w:rPr>
          <w:bCs/>
          <w:u w:val="single"/>
        </w:rPr>
        <w:lastRenderedPageBreak/>
        <w:t>Documentation</w:t>
      </w:r>
    </w:p>
    <w:p w14:paraId="1BA8A13F" w14:textId="1D3C1D50" w:rsidR="00457B9A" w:rsidRPr="009F6609" w:rsidRDefault="00457B9A" w:rsidP="00A8443F">
      <w:pPr>
        <w:pStyle w:val="BodyText"/>
        <w:numPr>
          <w:ilvl w:val="1"/>
          <w:numId w:val="87"/>
        </w:numPr>
      </w:pPr>
      <w:r w:rsidRPr="009F6609">
        <w:t>Documents that summarize V&amp;V activities, including analyses and test plan development, should be generated. Verify a sample from the following, as committed to in the licensing basis:</w:t>
      </w:r>
    </w:p>
    <w:p w14:paraId="2F3EA1AA" w14:textId="77777777" w:rsidR="00457B9A" w:rsidRPr="009F6609" w:rsidRDefault="00457B9A" w:rsidP="00A8443F">
      <w:pPr>
        <w:pStyle w:val="BodyText"/>
        <w:numPr>
          <w:ilvl w:val="2"/>
          <w:numId w:val="87"/>
        </w:numPr>
      </w:pPr>
      <w:r w:rsidRPr="009F6609">
        <w:t>Requirements Phase V&amp;V includes:</w:t>
      </w:r>
    </w:p>
    <w:p w14:paraId="10CCBDF1" w14:textId="77777777" w:rsidR="00457B9A" w:rsidRPr="009F6609" w:rsidRDefault="00457B9A" w:rsidP="00900461">
      <w:pPr>
        <w:pStyle w:val="BodyText"/>
        <w:numPr>
          <w:ilvl w:val="3"/>
          <w:numId w:val="87"/>
        </w:numPr>
        <w:spacing w:line="259" w:lineRule="auto"/>
        <w:contextualSpacing/>
      </w:pPr>
      <w:r w:rsidRPr="009F6609">
        <w:t>Traceability analysis</w:t>
      </w:r>
    </w:p>
    <w:p w14:paraId="199F8F75" w14:textId="77777777" w:rsidR="00457B9A" w:rsidRPr="009F6609" w:rsidRDefault="00457B9A" w:rsidP="00900461">
      <w:pPr>
        <w:pStyle w:val="BodyText"/>
        <w:numPr>
          <w:ilvl w:val="3"/>
          <w:numId w:val="87"/>
        </w:numPr>
        <w:spacing w:line="259" w:lineRule="auto"/>
        <w:contextualSpacing/>
      </w:pPr>
      <w:r w:rsidRPr="009F6609">
        <w:t>Software requirements evaluation</w:t>
      </w:r>
    </w:p>
    <w:p w14:paraId="194F4B3B" w14:textId="77777777" w:rsidR="00457B9A" w:rsidRPr="009F6609" w:rsidRDefault="00457B9A" w:rsidP="00900461">
      <w:pPr>
        <w:pStyle w:val="BodyText"/>
        <w:numPr>
          <w:ilvl w:val="3"/>
          <w:numId w:val="87"/>
        </w:numPr>
        <w:spacing w:line="259" w:lineRule="auto"/>
        <w:contextualSpacing/>
      </w:pPr>
      <w:r w:rsidRPr="009F6609">
        <w:t>Interface analysis</w:t>
      </w:r>
    </w:p>
    <w:p w14:paraId="1205D41A" w14:textId="77777777" w:rsidR="00457B9A" w:rsidRPr="009F6609" w:rsidRDefault="00457B9A" w:rsidP="00900461">
      <w:pPr>
        <w:pStyle w:val="BodyText"/>
        <w:numPr>
          <w:ilvl w:val="3"/>
          <w:numId w:val="87"/>
        </w:numPr>
        <w:spacing w:line="259" w:lineRule="auto"/>
        <w:contextualSpacing/>
      </w:pPr>
      <w:r w:rsidRPr="009F6609">
        <w:t>Criticality analysis</w:t>
      </w:r>
    </w:p>
    <w:p w14:paraId="04A6AFBB" w14:textId="77777777" w:rsidR="00457B9A" w:rsidRPr="009F6609" w:rsidRDefault="00457B9A" w:rsidP="00900461">
      <w:pPr>
        <w:pStyle w:val="BodyText"/>
        <w:numPr>
          <w:ilvl w:val="3"/>
          <w:numId w:val="87"/>
        </w:numPr>
        <w:spacing w:line="259" w:lineRule="auto"/>
        <w:contextualSpacing/>
      </w:pPr>
      <w:r w:rsidRPr="009F6609">
        <w:t>System V&amp;V test plan generation</w:t>
      </w:r>
    </w:p>
    <w:p w14:paraId="09B05AF3" w14:textId="77777777" w:rsidR="00457B9A" w:rsidRPr="009F6609" w:rsidRDefault="00457B9A" w:rsidP="00900461">
      <w:pPr>
        <w:pStyle w:val="BodyText"/>
        <w:numPr>
          <w:ilvl w:val="3"/>
          <w:numId w:val="87"/>
        </w:numPr>
        <w:spacing w:line="259" w:lineRule="auto"/>
        <w:contextualSpacing/>
      </w:pPr>
      <w:proofErr w:type="gramStart"/>
      <w:r w:rsidRPr="009F6609">
        <w:t>Acceptance</w:t>
      </w:r>
      <w:proofErr w:type="gramEnd"/>
      <w:r w:rsidRPr="009F6609">
        <w:t xml:space="preserve"> V&amp;V test plan generation</w:t>
      </w:r>
    </w:p>
    <w:p w14:paraId="03E4DED2" w14:textId="77777777" w:rsidR="00176307" w:rsidRDefault="00457B9A" w:rsidP="00A8443F">
      <w:pPr>
        <w:pStyle w:val="BodyText"/>
        <w:numPr>
          <w:ilvl w:val="3"/>
          <w:numId w:val="87"/>
        </w:numPr>
      </w:pPr>
      <w:r w:rsidRPr="009F6609">
        <w:t>Configuration management assessment</w:t>
      </w:r>
    </w:p>
    <w:p w14:paraId="28B088FD" w14:textId="7E68572A" w:rsidR="00457B9A" w:rsidRPr="009F6609" w:rsidRDefault="00457B9A" w:rsidP="00A8443F">
      <w:pPr>
        <w:pStyle w:val="BodyText"/>
        <w:numPr>
          <w:ilvl w:val="2"/>
          <w:numId w:val="87"/>
        </w:numPr>
      </w:pPr>
      <w:r w:rsidRPr="009F6609">
        <w:t>Design Phase V&amp;V includes:</w:t>
      </w:r>
    </w:p>
    <w:p w14:paraId="17842502" w14:textId="77777777" w:rsidR="00457B9A" w:rsidRPr="009F6609" w:rsidRDefault="00457B9A" w:rsidP="00900461">
      <w:pPr>
        <w:pStyle w:val="BodyText"/>
        <w:numPr>
          <w:ilvl w:val="3"/>
          <w:numId w:val="87"/>
        </w:numPr>
        <w:spacing w:line="259" w:lineRule="auto"/>
        <w:contextualSpacing/>
      </w:pPr>
      <w:r w:rsidRPr="009F6609">
        <w:t>Traceability analysis</w:t>
      </w:r>
    </w:p>
    <w:p w14:paraId="438C8210" w14:textId="77777777" w:rsidR="00457B9A" w:rsidRPr="009F6609" w:rsidRDefault="00457B9A" w:rsidP="00900461">
      <w:pPr>
        <w:pStyle w:val="BodyText"/>
        <w:numPr>
          <w:ilvl w:val="3"/>
          <w:numId w:val="87"/>
        </w:numPr>
        <w:spacing w:line="259" w:lineRule="auto"/>
        <w:contextualSpacing/>
      </w:pPr>
      <w:r w:rsidRPr="009F6609">
        <w:t>Software design evaluation</w:t>
      </w:r>
    </w:p>
    <w:p w14:paraId="00666C78" w14:textId="77777777" w:rsidR="00457B9A" w:rsidRPr="009F6609" w:rsidRDefault="00457B9A" w:rsidP="00900461">
      <w:pPr>
        <w:pStyle w:val="BodyText"/>
        <w:numPr>
          <w:ilvl w:val="3"/>
          <w:numId w:val="87"/>
        </w:numPr>
        <w:spacing w:line="259" w:lineRule="auto"/>
        <w:contextualSpacing/>
      </w:pPr>
      <w:r w:rsidRPr="009F6609">
        <w:t>Interface analysis</w:t>
      </w:r>
    </w:p>
    <w:p w14:paraId="745BE419" w14:textId="77777777" w:rsidR="00457B9A" w:rsidRPr="009F6609" w:rsidRDefault="00457B9A" w:rsidP="00900461">
      <w:pPr>
        <w:pStyle w:val="BodyText"/>
        <w:numPr>
          <w:ilvl w:val="3"/>
          <w:numId w:val="87"/>
        </w:numPr>
        <w:spacing w:line="259" w:lineRule="auto"/>
        <w:contextualSpacing/>
      </w:pPr>
      <w:r w:rsidRPr="009F6609">
        <w:t>Criticality analysis</w:t>
      </w:r>
    </w:p>
    <w:p w14:paraId="044A8F3E" w14:textId="77777777" w:rsidR="00457B9A" w:rsidRPr="009F6609" w:rsidRDefault="00457B9A" w:rsidP="00900461">
      <w:pPr>
        <w:pStyle w:val="BodyText"/>
        <w:numPr>
          <w:ilvl w:val="3"/>
          <w:numId w:val="87"/>
        </w:numPr>
        <w:spacing w:line="259" w:lineRule="auto"/>
        <w:contextualSpacing/>
      </w:pPr>
      <w:r w:rsidRPr="009F6609">
        <w:t>Component V&amp;V test plan generation</w:t>
      </w:r>
    </w:p>
    <w:p w14:paraId="3B65FEA3" w14:textId="77777777" w:rsidR="00457B9A" w:rsidRPr="009F6609" w:rsidRDefault="00457B9A" w:rsidP="00900461">
      <w:pPr>
        <w:pStyle w:val="BodyText"/>
        <w:numPr>
          <w:ilvl w:val="3"/>
          <w:numId w:val="87"/>
        </w:numPr>
        <w:spacing w:line="259" w:lineRule="auto"/>
        <w:contextualSpacing/>
      </w:pPr>
      <w:r w:rsidRPr="009F6609">
        <w:t>Integration V&amp;V test plan generation</w:t>
      </w:r>
    </w:p>
    <w:p w14:paraId="52E68722" w14:textId="77777777" w:rsidR="00457B9A" w:rsidRPr="009F6609" w:rsidRDefault="00457B9A" w:rsidP="00900461">
      <w:pPr>
        <w:pStyle w:val="BodyText"/>
        <w:numPr>
          <w:ilvl w:val="3"/>
          <w:numId w:val="87"/>
        </w:numPr>
        <w:spacing w:line="259" w:lineRule="auto"/>
        <w:contextualSpacing/>
      </w:pPr>
      <w:r w:rsidRPr="009F6609">
        <w:t>Component V&amp;V test design generation</w:t>
      </w:r>
    </w:p>
    <w:p w14:paraId="70DB0DF9" w14:textId="77777777" w:rsidR="00457B9A" w:rsidRPr="009F6609" w:rsidRDefault="00457B9A" w:rsidP="00900461">
      <w:pPr>
        <w:pStyle w:val="BodyText"/>
        <w:numPr>
          <w:ilvl w:val="3"/>
          <w:numId w:val="87"/>
        </w:numPr>
        <w:spacing w:line="259" w:lineRule="auto"/>
        <w:contextualSpacing/>
      </w:pPr>
      <w:r w:rsidRPr="009F6609">
        <w:t>Integration V&amp;V test design generation</w:t>
      </w:r>
    </w:p>
    <w:p w14:paraId="1EB3F582" w14:textId="77777777" w:rsidR="00457B9A" w:rsidRPr="009F6609" w:rsidRDefault="00457B9A" w:rsidP="00900461">
      <w:pPr>
        <w:pStyle w:val="BodyText"/>
        <w:numPr>
          <w:ilvl w:val="3"/>
          <w:numId w:val="87"/>
        </w:numPr>
        <w:spacing w:line="259" w:lineRule="auto"/>
        <w:contextualSpacing/>
      </w:pPr>
      <w:r w:rsidRPr="009F6609">
        <w:t>System V&amp;V test design generation</w:t>
      </w:r>
    </w:p>
    <w:p w14:paraId="09DD1CED" w14:textId="77777777" w:rsidR="00176307" w:rsidRDefault="00457B9A" w:rsidP="00A8443F">
      <w:pPr>
        <w:pStyle w:val="BodyText"/>
        <w:numPr>
          <w:ilvl w:val="3"/>
          <w:numId w:val="87"/>
        </w:numPr>
      </w:pPr>
      <w:proofErr w:type="gramStart"/>
      <w:r w:rsidRPr="009F6609">
        <w:t>Acceptance</w:t>
      </w:r>
      <w:proofErr w:type="gramEnd"/>
      <w:r w:rsidRPr="009F6609">
        <w:t xml:space="preserve"> V&amp;V test design generation</w:t>
      </w:r>
    </w:p>
    <w:p w14:paraId="5EE50149" w14:textId="599A2728" w:rsidR="00457B9A" w:rsidRPr="009F6609" w:rsidRDefault="00E1279E" w:rsidP="00A8443F">
      <w:pPr>
        <w:pStyle w:val="BodyText"/>
        <w:numPr>
          <w:ilvl w:val="2"/>
          <w:numId w:val="87"/>
        </w:numPr>
      </w:pPr>
      <w:r>
        <w:t>I</w:t>
      </w:r>
      <w:r w:rsidR="00457B9A" w:rsidRPr="009F6609">
        <w:t>mplementation Phase V&amp;V includes:</w:t>
      </w:r>
    </w:p>
    <w:p w14:paraId="13E60C84" w14:textId="1C6A85A7" w:rsidR="00105B77" w:rsidRPr="00105B77" w:rsidRDefault="00457B9A" w:rsidP="00C64C08">
      <w:pPr>
        <w:pStyle w:val="BodyText"/>
        <w:numPr>
          <w:ilvl w:val="3"/>
          <w:numId w:val="87"/>
        </w:numPr>
        <w:spacing w:line="259" w:lineRule="auto"/>
        <w:contextualSpacing/>
      </w:pPr>
      <w:r w:rsidRPr="009F6609">
        <w:t>Traceability analysis</w:t>
      </w:r>
    </w:p>
    <w:p w14:paraId="515C1705" w14:textId="77777777" w:rsidR="00457B9A" w:rsidRPr="00054493" w:rsidRDefault="00457B9A" w:rsidP="00C64C08">
      <w:pPr>
        <w:pStyle w:val="BodyText"/>
        <w:numPr>
          <w:ilvl w:val="3"/>
          <w:numId w:val="87"/>
        </w:numPr>
        <w:spacing w:line="259" w:lineRule="auto"/>
        <w:contextualSpacing/>
      </w:pPr>
      <w:r w:rsidRPr="00054493">
        <w:t>Source code and source code documentation evaluation</w:t>
      </w:r>
    </w:p>
    <w:p w14:paraId="54EBF04F" w14:textId="77777777" w:rsidR="00457B9A" w:rsidRPr="009F6609" w:rsidRDefault="00457B9A" w:rsidP="00C64C08">
      <w:pPr>
        <w:pStyle w:val="BodyText"/>
        <w:numPr>
          <w:ilvl w:val="3"/>
          <w:numId w:val="87"/>
        </w:numPr>
        <w:spacing w:line="259" w:lineRule="auto"/>
        <w:contextualSpacing/>
      </w:pPr>
      <w:r w:rsidRPr="009F6609">
        <w:t>Interface analysis</w:t>
      </w:r>
    </w:p>
    <w:p w14:paraId="7A6EEA33" w14:textId="77777777" w:rsidR="00457B9A" w:rsidRPr="009F6609" w:rsidRDefault="00457B9A" w:rsidP="00C64C08">
      <w:pPr>
        <w:pStyle w:val="BodyText"/>
        <w:numPr>
          <w:ilvl w:val="3"/>
          <w:numId w:val="87"/>
        </w:numPr>
        <w:spacing w:line="259" w:lineRule="auto"/>
        <w:contextualSpacing/>
      </w:pPr>
      <w:r w:rsidRPr="009F6609">
        <w:t>Criticality analysis</w:t>
      </w:r>
    </w:p>
    <w:p w14:paraId="0C1BAF20" w14:textId="77777777" w:rsidR="00457B9A" w:rsidRPr="009F6609" w:rsidRDefault="00457B9A" w:rsidP="00C64C08">
      <w:pPr>
        <w:pStyle w:val="BodyText"/>
        <w:numPr>
          <w:ilvl w:val="3"/>
          <w:numId w:val="87"/>
        </w:numPr>
        <w:spacing w:line="259" w:lineRule="auto"/>
        <w:contextualSpacing/>
      </w:pPr>
      <w:r w:rsidRPr="009F6609">
        <w:t>Component V&amp;V test case generation</w:t>
      </w:r>
    </w:p>
    <w:p w14:paraId="1D1A1733" w14:textId="77777777" w:rsidR="00457B9A" w:rsidRPr="009F6609" w:rsidRDefault="00457B9A" w:rsidP="00C64C08">
      <w:pPr>
        <w:pStyle w:val="BodyText"/>
        <w:numPr>
          <w:ilvl w:val="3"/>
          <w:numId w:val="87"/>
        </w:numPr>
        <w:spacing w:line="259" w:lineRule="auto"/>
        <w:contextualSpacing/>
      </w:pPr>
      <w:r w:rsidRPr="009F6609">
        <w:t>Integration V&amp;V test case generation</w:t>
      </w:r>
    </w:p>
    <w:p w14:paraId="0CF8B854" w14:textId="77777777" w:rsidR="00457B9A" w:rsidRPr="009F6609" w:rsidRDefault="00457B9A" w:rsidP="00C64C08">
      <w:pPr>
        <w:pStyle w:val="BodyText"/>
        <w:numPr>
          <w:ilvl w:val="3"/>
          <w:numId w:val="87"/>
        </w:numPr>
        <w:spacing w:line="259" w:lineRule="auto"/>
        <w:contextualSpacing/>
      </w:pPr>
      <w:r w:rsidRPr="009F6609">
        <w:t>System V&amp;V test case generation</w:t>
      </w:r>
    </w:p>
    <w:p w14:paraId="3CC415DA" w14:textId="77777777" w:rsidR="00457B9A" w:rsidRPr="009F6609" w:rsidRDefault="00457B9A" w:rsidP="00C64C08">
      <w:pPr>
        <w:pStyle w:val="BodyText"/>
        <w:numPr>
          <w:ilvl w:val="3"/>
          <w:numId w:val="87"/>
        </w:numPr>
        <w:spacing w:line="259" w:lineRule="auto"/>
        <w:contextualSpacing/>
      </w:pPr>
      <w:r w:rsidRPr="009F6609">
        <w:t>Acceptance V&amp;V test case generation</w:t>
      </w:r>
    </w:p>
    <w:p w14:paraId="498733E5" w14:textId="77777777" w:rsidR="00457B9A" w:rsidRPr="009F6609" w:rsidRDefault="00457B9A" w:rsidP="00C64C08">
      <w:pPr>
        <w:pStyle w:val="BodyText"/>
        <w:numPr>
          <w:ilvl w:val="3"/>
          <w:numId w:val="87"/>
        </w:numPr>
        <w:spacing w:line="259" w:lineRule="auto"/>
        <w:contextualSpacing/>
      </w:pPr>
      <w:r w:rsidRPr="009F6609">
        <w:t>Component V&amp;V test procedure generation</w:t>
      </w:r>
    </w:p>
    <w:p w14:paraId="62DEC104" w14:textId="77777777" w:rsidR="00457B9A" w:rsidRPr="009F6609" w:rsidRDefault="00457B9A" w:rsidP="00C64C08">
      <w:pPr>
        <w:pStyle w:val="BodyText"/>
        <w:numPr>
          <w:ilvl w:val="3"/>
          <w:numId w:val="87"/>
        </w:numPr>
        <w:spacing w:line="259" w:lineRule="auto"/>
        <w:contextualSpacing/>
      </w:pPr>
      <w:r w:rsidRPr="009F6609">
        <w:t>Integration V&amp;V test procedure generation</w:t>
      </w:r>
    </w:p>
    <w:p w14:paraId="169F94B7" w14:textId="77777777" w:rsidR="00457B9A" w:rsidRPr="009F6609" w:rsidRDefault="00457B9A" w:rsidP="00C64C08">
      <w:pPr>
        <w:pStyle w:val="BodyText"/>
        <w:numPr>
          <w:ilvl w:val="3"/>
          <w:numId w:val="87"/>
        </w:numPr>
        <w:spacing w:line="259" w:lineRule="auto"/>
        <w:contextualSpacing/>
      </w:pPr>
      <w:r w:rsidRPr="009F6609">
        <w:t>System V&amp;V test procedure generation</w:t>
      </w:r>
    </w:p>
    <w:p w14:paraId="0318F74B" w14:textId="77777777" w:rsidR="00457B9A" w:rsidRPr="009F6609" w:rsidRDefault="00457B9A" w:rsidP="00A8443F">
      <w:pPr>
        <w:pStyle w:val="BodyText"/>
        <w:numPr>
          <w:ilvl w:val="3"/>
          <w:numId w:val="87"/>
        </w:numPr>
      </w:pPr>
      <w:r w:rsidRPr="009F6609">
        <w:t>Component V&amp;V test execution</w:t>
      </w:r>
    </w:p>
    <w:p w14:paraId="54C7A8C5" w14:textId="77777777" w:rsidR="00176307" w:rsidRDefault="00457B9A" w:rsidP="00A8443F">
      <w:pPr>
        <w:pStyle w:val="BodyText"/>
        <w:numPr>
          <w:ilvl w:val="1"/>
          <w:numId w:val="87"/>
        </w:numPr>
      </w:pPr>
      <w:r w:rsidRPr="009F6609">
        <w:t>Reports that detail V&amp;V activities should be developed. Verify the following, as committed to in the licensing basis:</w:t>
      </w:r>
    </w:p>
    <w:p w14:paraId="4E098237" w14:textId="1A128D69" w:rsidR="00457B9A" w:rsidRDefault="00457B9A" w:rsidP="00813361">
      <w:pPr>
        <w:pStyle w:val="BodyText"/>
        <w:numPr>
          <w:ilvl w:val="2"/>
          <w:numId w:val="87"/>
        </w:numPr>
      </w:pPr>
      <w:r w:rsidRPr="009F6609">
        <w:t xml:space="preserve">V&amp;V Task Reports are developed that provide details of evaluations and analyses (activities) completed during each life cycle phase. Task Reports </w:t>
      </w:r>
      <w:r w:rsidRPr="009F6609">
        <w:lastRenderedPageBreak/>
        <w:t>should also include V&amp;V safety assessments performed as stipulated by the Software Safety Plan.</w:t>
      </w:r>
    </w:p>
    <w:p w14:paraId="5C2F3145" w14:textId="77777777" w:rsidR="00457B9A" w:rsidRDefault="00457B9A" w:rsidP="00813361">
      <w:pPr>
        <w:pStyle w:val="BodyText"/>
        <w:numPr>
          <w:ilvl w:val="2"/>
          <w:numId w:val="87"/>
        </w:numPr>
      </w:pPr>
      <w:r w:rsidRPr="009F6609">
        <w:t>V&amp;V Summary Reports are developed for the Requirements, Design, and Implementation (Detailed Design) Phases.</w:t>
      </w:r>
    </w:p>
    <w:p w14:paraId="29CDAC8D" w14:textId="6E3E201A" w:rsidR="00457B9A" w:rsidRPr="003A7B6B" w:rsidRDefault="00457B9A" w:rsidP="00813361">
      <w:pPr>
        <w:pStyle w:val="BodyText"/>
        <w:numPr>
          <w:ilvl w:val="2"/>
          <w:numId w:val="87"/>
        </w:numPr>
      </w:pPr>
      <w:r w:rsidRPr="009F6609">
        <w:t>V&amp;V Final Report details the validation testing that was completed, problems encountered, and disposition of issues.</w:t>
      </w:r>
    </w:p>
    <w:p w14:paraId="52616A40" w14:textId="08008468" w:rsidR="00457B9A" w:rsidRPr="00140B4B" w:rsidRDefault="00457B9A" w:rsidP="00121D15">
      <w:pPr>
        <w:pStyle w:val="BodyTextHeading1"/>
      </w:pPr>
      <w:r w:rsidRPr="00140B4B">
        <w:t>88200.M.A5</w:t>
      </w:r>
      <w:r w:rsidR="007D5A5B" w:rsidRPr="00140B4B">
        <w:rPr>
          <w:rFonts w:ascii="Cambria Math" w:hAnsi="Cambria Math" w:cs="Cambria Math"/>
        </w:rPr>
        <w:t>‑</w:t>
      </w:r>
      <w:r w:rsidR="007D5A5B" w:rsidRPr="00140B4B">
        <w:t>04</w:t>
      </w:r>
      <w:r w:rsidRPr="00140B4B">
        <w:t xml:space="preserve"> </w:t>
      </w:r>
      <w:r w:rsidRPr="00140B4B">
        <w:tab/>
        <w:t>RESOURCE ESTIMATE</w:t>
      </w:r>
    </w:p>
    <w:p w14:paraId="1563D67B" w14:textId="4B8E017E" w:rsidR="00457B9A" w:rsidRDefault="00457B9A" w:rsidP="00E1279E">
      <w:pPr>
        <w:pStyle w:val="BodyText"/>
      </w:pPr>
      <w:r w:rsidRPr="00E360BA">
        <w:t xml:space="preserve">Appendix </w:t>
      </w:r>
      <w:r>
        <w:t xml:space="preserve">resource estimate </w:t>
      </w:r>
      <w:r w:rsidRPr="00E360BA">
        <w:t>listed in Appendix</w:t>
      </w:r>
      <w:r w:rsidR="00B2003E">
        <w:t> M</w:t>
      </w:r>
      <w:r w:rsidRPr="00E360BA">
        <w:t>, “Inspection of Digital Instrumentation and Control (</w:t>
      </w:r>
      <w:r w:rsidR="00E928A6">
        <w:t>DI&amp;C</w:t>
      </w:r>
      <w:r w:rsidRPr="00E360BA">
        <w:t>) System/Software Design.”</w:t>
      </w:r>
    </w:p>
    <w:p w14:paraId="416758B1" w14:textId="0433F8CE" w:rsidR="00457B9A" w:rsidRPr="00140B4B" w:rsidRDefault="00457B9A" w:rsidP="00121D15">
      <w:pPr>
        <w:pStyle w:val="BodyTextHeading1"/>
      </w:pPr>
      <w:r w:rsidRPr="00140B4B">
        <w:t>88200.M.A5</w:t>
      </w:r>
      <w:r w:rsidR="007D5A5B" w:rsidRPr="00140B4B">
        <w:rPr>
          <w:rFonts w:ascii="Cambria Math" w:hAnsi="Cambria Math" w:cs="Cambria Math"/>
        </w:rPr>
        <w:t>‑</w:t>
      </w:r>
      <w:r w:rsidR="007D5A5B" w:rsidRPr="00140B4B">
        <w:t>05</w:t>
      </w:r>
      <w:r w:rsidRPr="00140B4B">
        <w:tab/>
        <w:t>PROCEDURE COMPLETION</w:t>
      </w:r>
    </w:p>
    <w:p w14:paraId="0AD52569" w14:textId="14DF82BE" w:rsidR="00457B9A" w:rsidRDefault="00457B9A" w:rsidP="00E1279E">
      <w:pPr>
        <w:pStyle w:val="BodyText"/>
      </w:pPr>
      <w:r w:rsidRPr="00E360BA">
        <w:t xml:space="preserve">Appendix </w:t>
      </w:r>
      <w:r>
        <w:t xml:space="preserve">procedure completion </w:t>
      </w:r>
      <w:r w:rsidRPr="00E360BA">
        <w:t>listed in Appendix</w:t>
      </w:r>
      <w:r w:rsidR="00B2003E">
        <w:t> M</w:t>
      </w:r>
      <w:r w:rsidRPr="00E360BA">
        <w:t>, “Inspection of Digital Instrumentation and Control (</w:t>
      </w:r>
      <w:r w:rsidR="00E928A6">
        <w:t>DI&amp;C</w:t>
      </w:r>
      <w:r w:rsidRPr="00E360BA">
        <w:t>) System/Software Design.”</w:t>
      </w:r>
    </w:p>
    <w:p w14:paraId="28DF9FEE" w14:textId="2904E10C" w:rsidR="00457B9A" w:rsidRPr="00140B4B" w:rsidRDefault="00457B9A" w:rsidP="00121D15">
      <w:pPr>
        <w:pStyle w:val="BodyTextHeading1"/>
      </w:pPr>
      <w:r w:rsidRPr="00140B4B">
        <w:t>88200.M.A5</w:t>
      </w:r>
      <w:r w:rsidR="007D5A5B" w:rsidRPr="00140B4B">
        <w:rPr>
          <w:rFonts w:ascii="Cambria Math" w:hAnsi="Cambria Math" w:cs="Cambria Math"/>
        </w:rPr>
        <w:t>‑</w:t>
      </w:r>
      <w:r w:rsidR="007D5A5B" w:rsidRPr="00140B4B">
        <w:t>06</w:t>
      </w:r>
      <w:r w:rsidRPr="00140B4B">
        <w:tab/>
        <w:t>REFERENCES</w:t>
      </w:r>
    </w:p>
    <w:p w14:paraId="26074102" w14:textId="7C4D3490" w:rsidR="00457B9A" w:rsidRPr="00E360BA" w:rsidRDefault="00457B9A" w:rsidP="00E1279E">
      <w:pPr>
        <w:pStyle w:val="BodyText"/>
      </w:pPr>
      <w:r w:rsidRPr="00E360BA">
        <w:t xml:space="preserve">Appendix </w:t>
      </w:r>
      <w:r>
        <w:t xml:space="preserve">references </w:t>
      </w:r>
      <w:r w:rsidRPr="00E360BA">
        <w:t>listed in Appendix</w:t>
      </w:r>
      <w:r w:rsidR="00B2003E">
        <w:t> M</w:t>
      </w:r>
      <w:r w:rsidRPr="00E360BA">
        <w:t>, “Inspection of Digital Instrumentation and Control (</w:t>
      </w:r>
      <w:r w:rsidR="00E928A6">
        <w:t>DI&amp;C</w:t>
      </w:r>
      <w:r w:rsidRPr="00E360BA">
        <w:t>) System/Software Design.”</w:t>
      </w:r>
    </w:p>
    <w:p w14:paraId="50D717A6" w14:textId="77777777" w:rsidR="00176307" w:rsidRDefault="00457B9A" w:rsidP="00E1279E">
      <w:pPr>
        <w:pStyle w:val="END"/>
      </w:pPr>
      <w:r w:rsidRPr="00396478">
        <w:t>END</w:t>
      </w:r>
    </w:p>
    <w:p w14:paraId="0F727726" w14:textId="43EC070B" w:rsidR="0018729A" w:rsidRDefault="0018729A">
      <w:pPr>
        <w:widowControl/>
        <w:autoSpaceDE/>
        <w:autoSpaceDN/>
        <w:adjustRightInd/>
        <w:spacing w:after="220"/>
        <w:rPr>
          <w:rFonts w:ascii="Arial" w:hAnsi="Arial" w:cs="Arial"/>
          <w:sz w:val="22"/>
          <w:szCs w:val="22"/>
        </w:rPr>
      </w:pPr>
      <w:r>
        <w:rPr>
          <w:rFonts w:ascii="Arial" w:hAnsi="Arial" w:cs="Arial"/>
          <w:sz w:val="22"/>
          <w:szCs w:val="22"/>
        </w:rPr>
        <w:br w:type="page"/>
      </w:r>
    </w:p>
    <w:p w14:paraId="1994E254" w14:textId="77777777" w:rsidR="0016601B" w:rsidRPr="009F6609" w:rsidRDefault="0016601B" w:rsidP="00457B9A">
      <w:pPr>
        <w:widowControl/>
        <w:autoSpaceDE/>
        <w:autoSpaceDN/>
        <w:adjustRightInd/>
        <w:rPr>
          <w:rFonts w:ascii="Arial" w:hAnsi="Arial" w:cs="Arial"/>
          <w:sz w:val="22"/>
          <w:szCs w:val="22"/>
        </w:rPr>
        <w:sectPr w:rsidR="0016601B" w:rsidRPr="009F6609" w:rsidSect="006B79AF">
          <w:footerReference w:type="default" r:id="rId16"/>
          <w:pgSz w:w="12240" w:h="15840" w:code="1"/>
          <w:pgMar w:top="1440" w:right="1440" w:bottom="1440" w:left="1440" w:header="1080" w:footer="720" w:gutter="0"/>
          <w:pgNumType w:start="1"/>
          <w:cols w:space="720"/>
          <w:docGrid w:linePitch="360"/>
        </w:sectPr>
      </w:pPr>
    </w:p>
    <w:p w14:paraId="1A83F90B" w14:textId="636562CB" w:rsidR="00457B9A" w:rsidRPr="004C2CA7" w:rsidRDefault="0016601B" w:rsidP="009113B6">
      <w:pPr>
        <w:pStyle w:val="attachmenttitle"/>
        <w:spacing w:after="0"/>
      </w:pPr>
      <w:r w:rsidRPr="009F6609">
        <w:lastRenderedPageBreak/>
        <w:t>A</w:t>
      </w:r>
      <w:r>
        <w:t>ttachment</w:t>
      </w:r>
      <w:r w:rsidR="00EA7B94">
        <w:t> 6</w:t>
      </w:r>
      <w:r>
        <w:t xml:space="preserve">: </w:t>
      </w:r>
      <w:r w:rsidRPr="009F6609">
        <w:t>I</w:t>
      </w:r>
      <w:r>
        <w:t xml:space="preserve">nspection Guide </w:t>
      </w:r>
      <w:r w:rsidR="00516B2B">
        <w:t>f</w:t>
      </w:r>
      <w:r>
        <w:t xml:space="preserve">or </w:t>
      </w:r>
      <w:r w:rsidR="00E928A6">
        <w:t>DI&amp;C</w:t>
      </w:r>
      <w:r w:rsidRPr="009F6609">
        <w:t xml:space="preserve"> S</w:t>
      </w:r>
      <w:r>
        <w:t>yste</w:t>
      </w:r>
      <w:r w:rsidRPr="004C2CA7">
        <w:t>m/Software Life Cycle –</w:t>
      </w:r>
    </w:p>
    <w:p w14:paraId="63776FBD" w14:textId="1665240F" w:rsidR="00457B9A" w:rsidRPr="009D43F7" w:rsidRDefault="0016601B" w:rsidP="009D43F7">
      <w:pPr>
        <w:widowControl/>
        <w:autoSpaceDE/>
        <w:autoSpaceDN/>
        <w:adjustRightInd/>
        <w:jc w:val="center"/>
        <w:rPr>
          <w:rFonts w:ascii="Arial" w:hAnsi="Arial" w:cs="Arial"/>
          <w:sz w:val="22"/>
          <w:szCs w:val="22"/>
        </w:rPr>
      </w:pPr>
      <w:r w:rsidRPr="004C2CA7">
        <w:rPr>
          <w:rFonts w:ascii="Arial" w:hAnsi="Arial" w:cs="Arial"/>
          <w:sz w:val="22"/>
          <w:szCs w:val="22"/>
        </w:rPr>
        <w:t>Installation Phase</w:t>
      </w:r>
    </w:p>
    <w:p w14:paraId="7806857E" w14:textId="22A7B851" w:rsidR="00457B9A" w:rsidRPr="00140B4B" w:rsidRDefault="00457B9A" w:rsidP="00121D15">
      <w:pPr>
        <w:pStyle w:val="BodyTextHeading1"/>
      </w:pPr>
      <w:r w:rsidRPr="00140B4B">
        <w:t>88200.M.A6</w:t>
      </w:r>
      <w:r w:rsidR="007D5A5B" w:rsidRPr="00140B4B">
        <w:rPr>
          <w:rFonts w:ascii="Cambria Math" w:hAnsi="Cambria Math" w:cs="Cambria Math"/>
        </w:rPr>
        <w:t>‑</w:t>
      </w:r>
      <w:r w:rsidR="007D5A5B" w:rsidRPr="00140B4B">
        <w:t>01</w:t>
      </w:r>
      <w:r w:rsidRPr="00140B4B">
        <w:tab/>
        <w:t>INSPECTION OBJECTIVES</w:t>
      </w:r>
    </w:p>
    <w:p w14:paraId="17F1BB73" w14:textId="77777777" w:rsidR="00176307" w:rsidRDefault="00E1279E" w:rsidP="00E1279E">
      <w:pPr>
        <w:pStyle w:val="BodyText"/>
      </w:pPr>
      <w:r>
        <w:t>01.01</w:t>
      </w:r>
      <w:r>
        <w:tab/>
      </w:r>
      <w:r w:rsidR="00457B9A" w:rsidRPr="007C6F96">
        <w:t>Appendix inspection objectives listed in Appendix</w:t>
      </w:r>
      <w:r w:rsidR="00B2003E">
        <w:t> M</w:t>
      </w:r>
      <w:r w:rsidR="00457B9A" w:rsidRPr="007C6F96">
        <w:t>, “Inspection of Digital Instrumentation and Control (</w:t>
      </w:r>
      <w:r w:rsidR="00E928A6">
        <w:t>DI&amp;C</w:t>
      </w:r>
      <w:r w:rsidR="00457B9A" w:rsidRPr="007C6F96">
        <w:t>) System/Software Design.”</w:t>
      </w:r>
    </w:p>
    <w:p w14:paraId="49D80A9F" w14:textId="302BB5FF" w:rsidR="00457B9A" w:rsidRPr="009D43F7" w:rsidRDefault="00E1279E" w:rsidP="00E1279E">
      <w:pPr>
        <w:pStyle w:val="BodyText"/>
      </w:pPr>
      <w:r>
        <w:t>01.02</w:t>
      </w:r>
      <w:r>
        <w:tab/>
      </w:r>
      <w:r w:rsidR="00457B9A" w:rsidRPr="007C6F96">
        <w:t xml:space="preserve">Attachment Inspection Objectives: Verify that the licensee’s </w:t>
      </w:r>
      <w:r w:rsidR="00E928A6">
        <w:t>DI&amp;C</w:t>
      </w:r>
      <w:r w:rsidR="00457B9A" w:rsidRPr="007C6F96">
        <w:t xml:space="preserve"> development Installation Phase process and documentation are consistent with design commitments.</w:t>
      </w:r>
    </w:p>
    <w:p w14:paraId="59A7F2CC" w14:textId="6C888424" w:rsidR="00457B9A" w:rsidRPr="00140B4B" w:rsidRDefault="00457B9A" w:rsidP="00121D15">
      <w:pPr>
        <w:pStyle w:val="BodyTextHeading1"/>
      </w:pPr>
      <w:r w:rsidRPr="00140B4B">
        <w:t>88200.M.A6</w:t>
      </w:r>
      <w:r w:rsidR="007D5A5B" w:rsidRPr="00140B4B">
        <w:rPr>
          <w:rFonts w:ascii="Cambria Math" w:hAnsi="Cambria Math" w:cs="Cambria Math"/>
        </w:rPr>
        <w:t>‑</w:t>
      </w:r>
      <w:r w:rsidR="007D5A5B" w:rsidRPr="00140B4B">
        <w:t>02</w:t>
      </w:r>
      <w:r w:rsidRPr="00140B4B">
        <w:tab/>
        <w:t>INSPECTION REQUIREMENTS</w:t>
      </w:r>
    </w:p>
    <w:p w14:paraId="2F30EFC0" w14:textId="77777777" w:rsidR="00176307" w:rsidRDefault="00457B9A" w:rsidP="00E1279E">
      <w:pPr>
        <w:pStyle w:val="BodyText"/>
      </w:pPr>
      <w:r w:rsidRPr="00E360BA">
        <w:t xml:space="preserve">Appendix inspection </w:t>
      </w:r>
      <w:r>
        <w:t xml:space="preserve">requirements </w:t>
      </w:r>
      <w:r w:rsidRPr="00E360BA">
        <w:t>listed in Appendix</w:t>
      </w:r>
      <w:r w:rsidR="00B2003E">
        <w:t> M</w:t>
      </w:r>
      <w:r w:rsidRPr="00E360BA">
        <w:t>, “Inspection of Digital Instrumentation and Control (</w:t>
      </w:r>
      <w:r w:rsidR="00E928A6">
        <w:t>DI&amp;C</w:t>
      </w:r>
      <w:r w:rsidRPr="00E360BA">
        <w:t>) System/Software Design.”</w:t>
      </w:r>
    </w:p>
    <w:p w14:paraId="758815F9" w14:textId="538BA475" w:rsidR="007C7D7F" w:rsidRDefault="007C7D7F" w:rsidP="00E1279E">
      <w:pPr>
        <w:pStyle w:val="BodyText"/>
      </w:pPr>
      <w:r>
        <w:t>Refer to licensing basis requirements for applicable codes and standards for each fuel facility.</w:t>
      </w:r>
    </w:p>
    <w:p w14:paraId="5E27DC3D" w14:textId="5F02BBE4" w:rsidR="00457B9A" w:rsidRPr="00140B4B" w:rsidRDefault="00457B9A" w:rsidP="00121D15">
      <w:pPr>
        <w:pStyle w:val="BodyTextHeading1"/>
      </w:pPr>
      <w:r w:rsidRPr="00140B4B">
        <w:t>88200.M.A6</w:t>
      </w:r>
      <w:r w:rsidR="007D5A5B" w:rsidRPr="00140B4B">
        <w:rPr>
          <w:rFonts w:ascii="Cambria Math" w:hAnsi="Cambria Math" w:cs="Cambria Math"/>
        </w:rPr>
        <w:t>‑</w:t>
      </w:r>
      <w:r w:rsidR="007D5A5B" w:rsidRPr="00140B4B">
        <w:t>03</w:t>
      </w:r>
      <w:r w:rsidRPr="00140B4B">
        <w:tab/>
        <w:t>INSPECTION GUIDANCE</w:t>
      </w:r>
    </w:p>
    <w:p w14:paraId="5C58893F" w14:textId="77777777" w:rsidR="00176307" w:rsidRDefault="00457B9A" w:rsidP="00E1279E">
      <w:pPr>
        <w:pStyle w:val="BodyText"/>
      </w:pPr>
      <w:r w:rsidRPr="005D1C1F">
        <w:rPr>
          <w:u w:val="single"/>
        </w:rPr>
        <w:t>General Guidance</w:t>
      </w:r>
    </w:p>
    <w:p w14:paraId="28335EB7" w14:textId="6741A4B4" w:rsidR="00457B9A" w:rsidRPr="009F6609" w:rsidRDefault="00457B9A" w:rsidP="0018729A">
      <w:pPr>
        <w:pStyle w:val="BodyText"/>
      </w:pPr>
      <w:r w:rsidRPr="009F6609">
        <w:t xml:space="preserve">In installation and checkout, the software product is installed and tested in the target environment. Part of the </w:t>
      </w:r>
      <w:r w:rsidR="00A86BC0" w:rsidRPr="00A86BC0">
        <w:t xml:space="preserve">verification and validation </w:t>
      </w:r>
      <w:r w:rsidR="00A86BC0">
        <w:t>(</w:t>
      </w:r>
      <w:r w:rsidRPr="009F6609">
        <w:t>V&amp;V</w:t>
      </w:r>
      <w:r w:rsidR="00A86BC0">
        <w:t>)</w:t>
      </w:r>
      <w:r w:rsidRPr="009F6609">
        <w:t xml:space="preserve"> activity supports the software system installation activities. The objective of installation and checkout V&amp;V is to verify and validate the correctness of the software installation in the target environment.</w:t>
      </w:r>
    </w:p>
    <w:p w14:paraId="70C8D321" w14:textId="77777777" w:rsidR="00176307" w:rsidRDefault="00457B9A" w:rsidP="00E1279E">
      <w:pPr>
        <w:pStyle w:val="BodyText"/>
      </w:pPr>
      <w:r w:rsidRPr="009F6609">
        <w:t>Installation activities include:</w:t>
      </w:r>
    </w:p>
    <w:p w14:paraId="3CDA34C4" w14:textId="51778226" w:rsidR="00457B9A" w:rsidRPr="009F6609" w:rsidRDefault="00457B9A" w:rsidP="00E1279E">
      <w:pPr>
        <w:pStyle w:val="ListBullet2"/>
      </w:pPr>
      <w:r w:rsidRPr="009F6609">
        <w:t>Installation Configuration Table development</w:t>
      </w:r>
    </w:p>
    <w:p w14:paraId="1A270D9C" w14:textId="77777777" w:rsidR="00457B9A" w:rsidRPr="009F6609" w:rsidRDefault="00457B9A" w:rsidP="00E1279E">
      <w:pPr>
        <w:pStyle w:val="ListBullet2"/>
      </w:pPr>
      <w:r w:rsidRPr="009F6609">
        <w:t>Installation Configuration audit</w:t>
      </w:r>
    </w:p>
    <w:p w14:paraId="6741DB4F" w14:textId="77777777" w:rsidR="00457B9A" w:rsidRPr="009F6609" w:rsidRDefault="00457B9A" w:rsidP="00E1279E">
      <w:pPr>
        <w:pStyle w:val="ListBullet2"/>
      </w:pPr>
      <w:r w:rsidRPr="009F6609">
        <w:t>Installation checkout</w:t>
      </w:r>
    </w:p>
    <w:p w14:paraId="64874408" w14:textId="77777777" w:rsidR="00457B9A" w:rsidRPr="009F6609" w:rsidRDefault="00457B9A" w:rsidP="00E1279E">
      <w:pPr>
        <w:pStyle w:val="ListBullet2"/>
      </w:pPr>
      <w:r w:rsidRPr="009F6609">
        <w:t>Safety Analysis</w:t>
      </w:r>
    </w:p>
    <w:p w14:paraId="12962FE7" w14:textId="77777777" w:rsidR="00176307" w:rsidRDefault="00457B9A" w:rsidP="00E1279E">
      <w:pPr>
        <w:pStyle w:val="ListBullet2"/>
      </w:pPr>
      <w:r w:rsidRPr="009F6609">
        <w:t>Acceptance Testing</w:t>
      </w:r>
    </w:p>
    <w:p w14:paraId="681E8915" w14:textId="77777777" w:rsidR="00176307" w:rsidRDefault="00457B9A" w:rsidP="00E1279E">
      <w:pPr>
        <w:pStyle w:val="BodyText"/>
        <w:rPr>
          <w:u w:val="single"/>
        </w:rPr>
      </w:pPr>
      <w:r w:rsidRPr="001C5CAC">
        <w:rPr>
          <w:u w:val="single"/>
        </w:rPr>
        <w:t>Sample Size</w:t>
      </w:r>
    </w:p>
    <w:p w14:paraId="3AB6B962" w14:textId="0EBC47E3" w:rsidR="007C7D7F" w:rsidRDefault="00457B9A" w:rsidP="0018729A">
      <w:pPr>
        <w:pStyle w:val="BodyText"/>
      </w:pPr>
      <w:r w:rsidRPr="009F6609">
        <w:t xml:space="preserve">Inspection of </w:t>
      </w:r>
      <w:r w:rsidR="00E928A6">
        <w:t>DI&amp;C</w:t>
      </w:r>
      <w:r w:rsidRPr="009F6609">
        <w:t xml:space="preserve"> will typically rely on selection of a sample of attributes for verification. Inspection of Installation Phase activities will be accomplished through verification of attributes for a representative sample of installation configuration items (</w:t>
      </w:r>
      <w:r>
        <w:t>10</w:t>
      </w:r>
      <w:r w:rsidR="007D5A5B">
        <w:rPr>
          <w:rFonts w:ascii="Cambria Math" w:hAnsi="Cambria Math" w:cs="Cambria Math"/>
        </w:rPr>
        <w:t>‑</w:t>
      </w:r>
      <w:r w:rsidR="007D5A5B">
        <w:t>20</w:t>
      </w:r>
      <w:r w:rsidR="002F5309">
        <w:t xml:space="preserve"> percent</w:t>
      </w:r>
      <w:r>
        <w:t xml:space="preserve"> of</w:t>
      </w:r>
      <w:r w:rsidRPr="009F6609">
        <w:t xml:space="preserve"> installation configuration items). Traceability (through thread audit techniques) should be verified for the same representative sample of installation configuration items. </w:t>
      </w:r>
    </w:p>
    <w:p w14:paraId="4778E5F4" w14:textId="4B176C53" w:rsidR="00457B9A" w:rsidRPr="009F6609" w:rsidRDefault="00457B9A" w:rsidP="0018729A">
      <w:pPr>
        <w:pStyle w:val="BodyText"/>
      </w:pPr>
      <w:r w:rsidRPr="009F6609">
        <w:t xml:space="preserve">Sample size </w:t>
      </w:r>
      <w:r w:rsidR="007C7D7F">
        <w:t xml:space="preserve">is determined by the Principal </w:t>
      </w:r>
      <w:r w:rsidR="002316CD">
        <w:t>Inspection</w:t>
      </w:r>
      <w:r w:rsidR="007C7D7F">
        <w:t xml:space="preserve"> Plan. </w:t>
      </w:r>
    </w:p>
    <w:p w14:paraId="245E3E78" w14:textId="77777777" w:rsidR="00176307" w:rsidRDefault="00457B9A" w:rsidP="00E1279E">
      <w:pPr>
        <w:pStyle w:val="BodyText"/>
      </w:pPr>
      <w:r w:rsidRPr="00E26168">
        <w:rPr>
          <w:u w:val="single"/>
        </w:rPr>
        <w:t xml:space="preserve">Specific </w:t>
      </w:r>
      <w:r w:rsidR="00E26168">
        <w:rPr>
          <w:u w:val="single"/>
        </w:rPr>
        <w:t>G</w:t>
      </w:r>
      <w:r w:rsidRPr="00E26168">
        <w:rPr>
          <w:u w:val="single"/>
        </w:rPr>
        <w:t>uidance</w:t>
      </w:r>
      <w:r w:rsidR="00612280">
        <w:br/>
      </w:r>
      <w:r w:rsidR="00612280">
        <w:br/>
      </w:r>
      <w:r w:rsidRPr="00446E44">
        <w:t>In addition to below, for additional specific inspection guidance, refer to Appendix</w:t>
      </w:r>
      <w:r w:rsidR="00B2003E">
        <w:t> </w:t>
      </w:r>
      <w:r w:rsidR="007C103F">
        <w:t>M</w:t>
      </w:r>
      <w:r w:rsidRPr="00446E44">
        <w:t>, “Inspection</w:t>
      </w:r>
      <w:r w:rsidRPr="00E360BA">
        <w:t xml:space="preserve"> of Digital Instrumentation and Control (</w:t>
      </w:r>
      <w:r w:rsidR="00E928A6">
        <w:t>DI&amp;C</w:t>
      </w:r>
      <w:r w:rsidRPr="00E360BA">
        <w:t>)</w:t>
      </w:r>
      <w:r w:rsidR="007C103F">
        <w:t xml:space="preserve"> System/Software Design.”</w:t>
      </w:r>
    </w:p>
    <w:p w14:paraId="1BEAE5CF" w14:textId="77777777" w:rsidR="00176307" w:rsidRDefault="00457B9A" w:rsidP="006F21F2">
      <w:pPr>
        <w:pStyle w:val="BodyText"/>
        <w:numPr>
          <w:ilvl w:val="0"/>
          <w:numId w:val="88"/>
        </w:numPr>
      </w:pPr>
      <w:r w:rsidRPr="00E837BD">
        <w:rPr>
          <w:u w:val="single"/>
        </w:rPr>
        <w:lastRenderedPageBreak/>
        <w:t>Installation Configuration Tables</w:t>
      </w:r>
    </w:p>
    <w:p w14:paraId="75BF08A2" w14:textId="15849F95" w:rsidR="00457B9A" w:rsidRPr="009F6609" w:rsidRDefault="00457B9A" w:rsidP="000E369C">
      <w:pPr>
        <w:pStyle w:val="BodyText"/>
        <w:numPr>
          <w:ilvl w:val="1"/>
          <w:numId w:val="88"/>
        </w:numPr>
      </w:pPr>
      <w:r w:rsidRPr="009F6609">
        <w:t xml:space="preserve">Installation Configuration Tables (ICTs) should be produced. They should include functional and process characteristics to ensure that the software will be correctly configured in the operating </w:t>
      </w:r>
      <w:r w:rsidR="00E928A6">
        <w:t>DI&amp;C</w:t>
      </w:r>
      <w:r w:rsidRPr="009F6609">
        <w:t xml:space="preserve"> system. Verify the following for the ICTs, as committed to in the licensing basis:</w:t>
      </w:r>
    </w:p>
    <w:p w14:paraId="3CBB2264" w14:textId="77777777" w:rsidR="00457B9A" w:rsidRPr="009F6609" w:rsidRDefault="00457B9A" w:rsidP="000E369C">
      <w:pPr>
        <w:pStyle w:val="BodyText"/>
        <w:numPr>
          <w:ilvl w:val="2"/>
          <w:numId w:val="88"/>
        </w:numPr>
      </w:pPr>
      <w:r w:rsidRPr="009F6609">
        <w:t>ICTs configure the installed system to have the functionality that is required for the plant.</w:t>
      </w:r>
    </w:p>
    <w:p w14:paraId="722333C3" w14:textId="17D1784F" w:rsidR="00457B9A" w:rsidRPr="009F6609" w:rsidRDefault="00457B9A" w:rsidP="000E369C">
      <w:pPr>
        <w:pStyle w:val="BodyText"/>
        <w:numPr>
          <w:ilvl w:val="2"/>
          <w:numId w:val="88"/>
        </w:numPr>
      </w:pPr>
      <w:r w:rsidRPr="009F6609">
        <w:t xml:space="preserve">ICTs are consistent with the software specifications, as described in the </w:t>
      </w:r>
      <w:bookmarkStart w:id="2" w:name="_Hlk193993406"/>
      <w:r w:rsidR="00A560D0">
        <w:t xml:space="preserve">Software Requirement </w:t>
      </w:r>
      <w:r w:rsidR="005D0A55">
        <w:t>Specification</w:t>
      </w:r>
      <w:bookmarkEnd w:id="2"/>
      <w:r w:rsidRPr="009F6609">
        <w:t>, software design description, software code, and S</w:t>
      </w:r>
      <w:r w:rsidR="00140B4B">
        <w:t xml:space="preserve">ystem </w:t>
      </w:r>
      <w:r w:rsidRPr="009F6609">
        <w:t>B</w:t>
      </w:r>
      <w:r w:rsidR="00140B4B">
        <w:t xml:space="preserve">uild </w:t>
      </w:r>
      <w:r w:rsidRPr="009F6609">
        <w:t>D</w:t>
      </w:r>
      <w:r w:rsidR="00140B4B">
        <w:t>ocument</w:t>
      </w:r>
      <w:r w:rsidRPr="009F6609">
        <w:t>s.</w:t>
      </w:r>
    </w:p>
    <w:p w14:paraId="4B85AD16" w14:textId="77777777" w:rsidR="00457B9A" w:rsidRPr="00564D3B" w:rsidRDefault="00457B9A" w:rsidP="000E369C">
      <w:pPr>
        <w:pStyle w:val="BodyText"/>
        <w:numPr>
          <w:ilvl w:val="2"/>
          <w:numId w:val="88"/>
        </w:numPr>
      </w:pPr>
      <w:r w:rsidRPr="009F6609">
        <w:t>ICTs contain all target environment (plant-specific) data.</w:t>
      </w:r>
    </w:p>
    <w:p w14:paraId="624DF889" w14:textId="77777777" w:rsidR="00457B9A" w:rsidRPr="00564D3B" w:rsidRDefault="00457B9A" w:rsidP="000E369C">
      <w:pPr>
        <w:pStyle w:val="BodyText"/>
        <w:numPr>
          <w:ilvl w:val="2"/>
          <w:numId w:val="88"/>
        </w:numPr>
      </w:pPr>
      <w:r w:rsidRPr="00564D3B">
        <w:t>ICTs are traceable; installed elements can be traced</w:t>
      </w:r>
      <w:r w:rsidRPr="009F6609">
        <w:t xml:space="preserve"> to the integrated software elements that created that installed program element.</w:t>
      </w:r>
    </w:p>
    <w:p w14:paraId="49F75599" w14:textId="77777777" w:rsidR="00176307" w:rsidRDefault="00457B9A" w:rsidP="000E369C">
      <w:pPr>
        <w:pStyle w:val="BodyText"/>
        <w:numPr>
          <w:ilvl w:val="2"/>
          <w:numId w:val="88"/>
        </w:numPr>
      </w:pPr>
      <w:proofErr w:type="gramStart"/>
      <w:r w:rsidRPr="009F6609">
        <w:t>ICTs allow</w:t>
      </w:r>
      <w:proofErr w:type="gramEnd"/>
      <w:r w:rsidRPr="009F6609">
        <w:t xml:space="preserve"> for analysis, review, or test of each installed software system installed element.</w:t>
      </w:r>
    </w:p>
    <w:p w14:paraId="4DB7F6A0" w14:textId="77777777" w:rsidR="00176307" w:rsidRDefault="00457B9A" w:rsidP="000E369C">
      <w:pPr>
        <w:pStyle w:val="BodyText"/>
        <w:numPr>
          <w:ilvl w:val="1"/>
          <w:numId w:val="88"/>
        </w:numPr>
      </w:pPr>
      <w:r w:rsidRPr="009F6609">
        <w:t>Any software item which is changeable should have the intended configuration recorded in the ICT. Verify a sample of configuration item setpoints agree with values determined from setpoint calculations, as committed to in the licensing basis</w:t>
      </w:r>
      <w:r>
        <w:t>.</w:t>
      </w:r>
    </w:p>
    <w:p w14:paraId="26EBC85A" w14:textId="77777777" w:rsidR="00176307" w:rsidRDefault="00457B9A" w:rsidP="006F21F2">
      <w:pPr>
        <w:pStyle w:val="BodyText"/>
        <w:numPr>
          <w:ilvl w:val="0"/>
          <w:numId w:val="88"/>
        </w:numPr>
      </w:pPr>
      <w:r w:rsidRPr="001C5CAC">
        <w:rPr>
          <w:u w:val="single"/>
        </w:rPr>
        <w:t>Installation Activities</w:t>
      </w:r>
    </w:p>
    <w:p w14:paraId="62551256" w14:textId="2B1D87B4" w:rsidR="00457B9A" w:rsidRPr="009F6609" w:rsidRDefault="00457B9A" w:rsidP="000E369C">
      <w:pPr>
        <w:pStyle w:val="BodyText"/>
        <w:numPr>
          <w:ilvl w:val="1"/>
          <w:numId w:val="88"/>
        </w:numPr>
        <w:rPr>
          <w:bCs/>
        </w:rPr>
      </w:pPr>
      <w:r w:rsidRPr="009F6609">
        <w:rPr>
          <w:bCs/>
        </w:rPr>
        <w:t>Installation configuration audit</w:t>
      </w:r>
      <w:r w:rsidR="0044743D">
        <w:rPr>
          <w:bCs/>
        </w:rPr>
        <w:t>:</w:t>
      </w:r>
      <w:r w:rsidRPr="009F6609">
        <w:rPr>
          <w:bCs/>
        </w:rPr>
        <w:t xml:space="preserve"> verify the following, as committed to </w:t>
      </w:r>
      <w:proofErr w:type="gramStart"/>
      <w:r w:rsidRPr="009F6609">
        <w:rPr>
          <w:bCs/>
        </w:rPr>
        <w:t>in</w:t>
      </w:r>
      <w:proofErr w:type="gramEnd"/>
      <w:r w:rsidRPr="009F6609">
        <w:rPr>
          <w:bCs/>
        </w:rPr>
        <w:t xml:space="preserve"> the licensing basis:</w:t>
      </w:r>
    </w:p>
    <w:p w14:paraId="74AD595C" w14:textId="77777777" w:rsidR="00457B9A" w:rsidRPr="009F6609" w:rsidRDefault="00457B9A" w:rsidP="000E369C">
      <w:pPr>
        <w:pStyle w:val="BodyText"/>
        <w:numPr>
          <w:ilvl w:val="2"/>
          <w:numId w:val="88"/>
        </w:numPr>
      </w:pPr>
      <w:r w:rsidRPr="009F6609">
        <w:t>All software products required to correctly install and operate the software are present in the installation package.</w:t>
      </w:r>
    </w:p>
    <w:p w14:paraId="394A22BF" w14:textId="77777777" w:rsidR="00457B9A" w:rsidRPr="009F6609" w:rsidRDefault="00457B9A" w:rsidP="000E369C">
      <w:pPr>
        <w:pStyle w:val="BodyText"/>
        <w:numPr>
          <w:ilvl w:val="2"/>
          <w:numId w:val="88"/>
        </w:numPr>
      </w:pPr>
      <w:r w:rsidRPr="009F6609">
        <w:t>Installation procedures are developed and validated.</w:t>
      </w:r>
    </w:p>
    <w:p w14:paraId="6C23CAD5" w14:textId="77777777" w:rsidR="00457B9A" w:rsidRPr="009F6609" w:rsidRDefault="00457B9A" w:rsidP="000E369C">
      <w:pPr>
        <w:pStyle w:val="BodyText"/>
        <w:numPr>
          <w:ilvl w:val="2"/>
          <w:numId w:val="88"/>
        </w:numPr>
      </w:pPr>
      <w:r w:rsidRPr="009F6609">
        <w:t>Installation test documentation is developed and validated.</w:t>
      </w:r>
    </w:p>
    <w:p w14:paraId="32677EE8" w14:textId="77777777" w:rsidR="00176307" w:rsidRDefault="00457B9A" w:rsidP="000E369C">
      <w:pPr>
        <w:pStyle w:val="BodyText"/>
        <w:numPr>
          <w:ilvl w:val="2"/>
          <w:numId w:val="88"/>
        </w:numPr>
      </w:pPr>
      <w:r w:rsidRPr="009F6609">
        <w:t>Anomaly and error reporting procedures are developed.</w:t>
      </w:r>
    </w:p>
    <w:p w14:paraId="4F5654C4" w14:textId="0F61B4F3" w:rsidR="00457B9A" w:rsidRPr="009F6609" w:rsidRDefault="00457B9A" w:rsidP="000E369C">
      <w:pPr>
        <w:pStyle w:val="BodyText"/>
        <w:numPr>
          <w:ilvl w:val="1"/>
          <w:numId w:val="88"/>
        </w:numPr>
      </w:pPr>
      <w:r w:rsidRPr="00564D3B">
        <w:t>Installation</w:t>
      </w:r>
      <w:r w:rsidRPr="009F6609">
        <w:rPr>
          <w:bCs/>
        </w:rPr>
        <w:t xml:space="preserve"> </w:t>
      </w:r>
      <w:r w:rsidR="009F4C26" w:rsidRPr="009F6609">
        <w:rPr>
          <w:bCs/>
        </w:rPr>
        <w:t>Checkout:</w:t>
      </w:r>
      <w:r w:rsidRPr="009F6609">
        <w:rPr>
          <w:bCs/>
        </w:rPr>
        <w:t xml:space="preserve"> verify the following are performed as part of installation, as committed to </w:t>
      </w:r>
      <w:proofErr w:type="gramStart"/>
      <w:r w:rsidRPr="009F6609">
        <w:rPr>
          <w:bCs/>
        </w:rPr>
        <w:t>in</w:t>
      </w:r>
      <w:proofErr w:type="gramEnd"/>
      <w:r w:rsidRPr="009F6609">
        <w:rPr>
          <w:bCs/>
        </w:rPr>
        <w:t xml:space="preserve"> the licensing basis:</w:t>
      </w:r>
    </w:p>
    <w:p w14:paraId="3DFEB181" w14:textId="77777777" w:rsidR="00457B9A" w:rsidRPr="009F6609" w:rsidRDefault="00457B9A" w:rsidP="000E369C">
      <w:pPr>
        <w:pStyle w:val="BodyText"/>
        <w:numPr>
          <w:ilvl w:val="2"/>
          <w:numId w:val="88"/>
        </w:numPr>
      </w:pPr>
      <w:r w:rsidRPr="009F6609">
        <w:t>Analyses or tests to verify that the installed software corresponds to the software subjected to V&amp;V.</w:t>
      </w:r>
    </w:p>
    <w:p w14:paraId="6EEC7495" w14:textId="77777777" w:rsidR="00457B9A" w:rsidRPr="009F6609" w:rsidRDefault="00457B9A" w:rsidP="000E369C">
      <w:pPr>
        <w:pStyle w:val="BodyText"/>
        <w:numPr>
          <w:ilvl w:val="2"/>
          <w:numId w:val="88"/>
        </w:numPr>
      </w:pPr>
      <w:r w:rsidRPr="009F6609">
        <w:t>Verification that the software code and databases initialize, execute, and terminate as specified.</w:t>
      </w:r>
    </w:p>
    <w:p w14:paraId="5ABFFA77" w14:textId="77777777" w:rsidR="00176307" w:rsidRDefault="00457B9A" w:rsidP="000E369C">
      <w:pPr>
        <w:pStyle w:val="BodyText"/>
        <w:numPr>
          <w:ilvl w:val="2"/>
          <w:numId w:val="88"/>
        </w:numPr>
      </w:pPr>
      <w:r w:rsidRPr="009F6609">
        <w:t>Verification that, in the transition from one version of software to the next, the software can be removed from the system without affecting the functionality of the remaining system components.</w:t>
      </w:r>
    </w:p>
    <w:p w14:paraId="7B763668" w14:textId="77777777" w:rsidR="00176307" w:rsidRDefault="00457B9A" w:rsidP="000E369C">
      <w:pPr>
        <w:pStyle w:val="BodyText"/>
        <w:numPr>
          <w:ilvl w:val="1"/>
          <w:numId w:val="88"/>
        </w:numPr>
      </w:pPr>
      <w:r w:rsidRPr="009F6609">
        <w:lastRenderedPageBreak/>
        <w:t xml:space="preserve">User </w:t>
      </w:r>
      <w:r w:rsidR="009F4C26" w:rsidRPr="009F6609">
        <w:t>documentation:</w:t>
      </w:r>
      <w:r w:rsidRPr="009F6609">
        <w:t xml:space="preserve"> verify that Operations, Maintenance and Training Manuals are developed for the </w:t>
      </w:r>
      <w:r w:rsidR="00E928A6">
        <w:t>DI&amp;C</w:t>
      </w:r>
      <w:r w:rsidRPr="009F6609">
        <w:t xml:space="preserve"> system software.</w:t>
      </w:r>
    </w:p>
    <w:p w14:paraId="0FA751DA" w14:textId="77777777" w:rsidR="00176307" w:rsidRDefault="00457B9A" w:rsidP="006F21F2">
      <w:pPr>
        <w:pStyle w:val="BodyText"/>
        <w:numPr>
          <w:ilvl w:val="0"/>
          <w:numId w:val="88"/>
        </w:numPr>
        <w:rPr>
          <w:bCs/>
        </w:rPr>
      </w:pPr>
      <w:r w:rsidRPr="001C5CAC">
        <w:rPr>
          <w:bCs/>
          <w:u w:val="single"/>
        </w:rPr>
        <w:t>Safety Analysis</w:t>
      </w:r>
    </w:p>
    <w:p w14:paraId="709D6713" w14:textId="03C3F554" w:rsidR="00457B9A" w:rsidRPr="00780ACC" w:rsidRDefault="00457B9A" w:rsidP="000E369C">
      <w:pPr>
        <w:pStyle w:val="BodyText"/>
        <w:numPr>
          <w:ilvl w:val="1"/>
          <w:numId w:val="88"/>
        </w:numPr>
      </w:pPr>
      <w:r w:rsidRPr="00780ACC">
        <w:t>Verify that a Hazard Analysis has been performed for the installation activities.</w:t>
      </w:r>
    </w:p>
    <w:p w14:paraId="61882AED" w14:textId="139891A5" w:rsidR="00457B9A" w:rsidRPr="00780ACC" w:rsidRDefault="00457B9A" w:rsidP="000E369C">
      <w:pPr>
        <w:pStyle w:val="BodyText"/>
        <w:numPr>
          <w:ilvl w:val="1"/>
          <w:numId w:val="88"/>
        </w:numPr>
      </w:pPr>
      <w:r w:rsidRPr="00780ACC">
        <w:t xml:space="preserve">Verify the performance of a security analysis, and that the security analysis results conclude that the </w:t>
      </w:r>
      <w:r w:rsidRPr="009F6609">
        <w:t xml:space="preserve">installed software does not introduce new or increased vulnerabilities or physical and/or </w:t>
      </w:r>
      <w:r w:rsidR="00D15ECE" w:rsidRPr="00D15ECE">
        <w:t xml:space="preserve">secure development and operational environment </w:t>
      </w:r>
      <w:r w:rsidRPr="009F6609">
        <w:t xml:space="preserve">risks to the overall </w:t>
      </w:r>
      <w:r w:rsidR="00E928A6">
        <w:t>DI&amp;C</w:t>
      </w:r>
      <w:r w:rsidRPr="009F6609">
        <w:t xml:space="preserve"> system.</w:t>
      </w:r>
    </w:p>
    <w:p w14:paraId="3FE3BD02" w14:textId="77777777" w:rsidR="00457B9A" w:rsidRPr="00780ACC" w:rsidRDefault="00457B9A" w:rsidP="000E369C">
      <w:pPr>
        <w:pStyle w:val="BodyText"/>
        <w:numPr>
          <w:ilvl w:val="1"/>
          <w:numId w:val="88"/>
        </w:numPr>
      </w:pPr>
      <w:r w:rsidRPr="00780ACC">
        <w:t>Verify that a risk assessment has been performed to provide recommendations to eliminate, reduce, or mitigate risks associated with the installed software.</w:t>
      </w:r>
    </w:p>
    <w:p w14:paraId="331E7E00" w14:textId="77777777" w:rsidR="00176307" w:rsidRDefault="00457B9A" w:rsidP="000E369C">
      <w:pPr>
        <w:pStyle w:val="BodyText"/>
        <w:numPr>
          <w:ilvl w:val="1"/>
          <w:numId w:val="88"/>
        </w:numPr>
        <w:rPr>
          <w:bCs/>
        </w:rPr>
      </w:pPr>
      <w:r w:rsidRPr="00780ACC">
        <w:t xml:space="preserve">Verify that corrective actions have been initiated for any deficiencies identified </w:t>
      </w:r>
      <w:proofErr w:type="gramStart"/>
      <w:r w:rsidRPr="00780ACC">
        <w:t>as a result of</w:t>
      </w:r>
      <w:proofErr w:type="gramEnd"/>
      <w:r w:rsidRPr="00780ACC">
        <w:t xml:space="preserve"> t</w:t>
      </w:r>
      <w:r w:rsidRPr="009F6609">
        <w:rPr>
          <w:bCs/>
        </w:rPr>
        <w:t xml:space="preserve">he </w:t>
      </w:r>
      <w:r w:rsidR="00B25280">
        <w:rPr>
          <w:bCs/>
        </w:rPr>
        <w:t>h</w:t>
      </w:r>
      <w:r w:rsidRPr="009F6609">
        <w:rPr>
          <w:bCs/>
        </w:rPr>
        <w:t xml:space="preserve">azards analysis, </w:t>
      </w:r>
      <w:r w:rsidR="00B25280">
        <w:rPr>
          <w:bCs/>
        </w:rPr>
        <w:t>s</w:t>
      </w:r>
      <w:r w:rsidRPr="009F6609">
        <w:rPr>
          <w:bCs/>
        </w:rPr>
        <w:t xml:space="preserve">ecurity analysis, and </w:t>
      </w:r>
      <w:r w:rsidR="00B25280">
        <w:rPr>
          <w:bCs/>
        </w:rPr>
        <w:t>r</w:t>
      </w:r>
      <w:r w:rsidRPr="009F6609">
        <w:rPr>
          <w:bCs/>
        </w:rPr>
        <w:t>isk assessment.</w:t>
      </w:r>
    </w:p>
    <w:p w14:paraId="27425A5B" w14:textId="77777777" w:rsidR="00176307" w:rsidRDefault="00457B9A" w:rsidP="006F21F2">
      <w:pPr>
        <w:pStyle w:val="BodyText"/>
        <w:numPr>
          <w:ilvl w:val="0"/>
          <w:numId w:val="88"/>
        </w:numPr>
        <w:rPr>
          <w:bCs/>
        </w:rPr>
      </w:pPr>
      <w:r w:rsidRPr="001C5CAC">
        <w:rPr>
          <w:bCs/>
          <w:u w:val="single"/>
        </w:rPr>
        <w:t>Installation Testing</w:t>
      </w:r>
    </w:p>
    <w:p w14:paraId="0CA8ADF8" w14:textId="62F68B14" w:rsidR="00457B9A" w:rsidRPr="009F6609" w:rsidRDefault="00457B9A" w:rsidP="000E369C">
      <w:pPr>
        <w:pStyle w:val="BodyText"/>
        <w:numPr>
          <w:ilvl w:val="1"/>
          <w:numId w:val="88"/>
        </w:numPr>
      </w:pPr>
      <w:r w:rsidRPr="009F6609">
        <w:t>The installation (acceptance) test activities should document the test plan, test configuration, the required inputs, expected outputs, the steps necessary to execute the test, and the acceptance criteria for each test. Verify the following, as committed to in the licensing basis:</w:t>
      </w:r>
    </w:p>
    <w:p w14:paraId="3E26C27C" w14:textId="77777777" w:rsidR="00457B9A" w:rsidRPr="009F6609" w:rsidRDefault="00457B9A" w:rsidP="000E369C">
      <w:pPr>
        <w:pStyle w:val="BodyText"/>
        <w:numPr>
          <w:ilvl w:val="2"/>
          <w:numId w:val="88"/>
        </w:numPr>
      </w:pPr>
      <w:r w:rsidRPr="009F6609">
        <w:t>Acceptance Test procedures are developed.</w:t>
      </w:r>
    </w:p>
    <w:p w14:paraId="1F591785" w14:textId="77777777" w:rsidR="00176307" w:rsidRDefault="00457B9A" w:rsidP="000E369C">
      <w:pPr>
        <w:pStyle w:val="BodyText"/>
        <w:numPr>
          <w:ilvl w:val="2"/>
          <w:numId w:val="88"/>
        </w:numPr>
      </w:pPr>
      <w:r w:rsidRPr="009F6609">
        <w:t>Issues identified during the test activity, and any action items required to mitigate or eliminate each issue, are documented. Installation problems and their resolution should be documented.</w:t>
      </w:r>
    </w:p>
    <w:p w14:paraId="2A4CACB1" w14:textId="27D13132" w:rsidR="00457B9A" w:rsidRPr="009F6609" w:rsidRDefault="00457B9A" w:rsidP="000E369C">
      <w:pPr>
        <w:pStyle w:val="BodyText"/>
        <w:numPr>
          <w:ilvl w:val="1"/>
          <w:numId w:val="88"/>
        </w:numPr>
      </w:pPr>
      <w:r w:rsidRPr="009F6609">
        <w:t xml:space="preserve">Test </w:t>
      </w:r>
      <w:r w:rsidR="009F4C26" w:rsidRPr="009F6609">
        <w:t>Reporting:</w:t>
      </w:r>
      <w:r w:rsidRPr="009F6609">
        <w:t xml:space="preserve"> </w:t>
      </w:r>
      <w:proofErr w:type="gramStart"/>
      <w:r w:rsidRPr="009F6609">
        <w:t>an</w:t>
      </w:r>
      <w:proofErr w:type="gramEnd"/>
      <w:r w:rsidRPr="009F6609">
        <w:t xml:space="preserve"> Acceptance Test Report should be produced describing the execution of the plan and summarizing the results. Verify the following, as committed to in the licensing basis:</w:t>
      </w:r>
    </w:p>
    <w:p w14:paraId="5A89DD90" w14:textId="77777777" w:rsidR="00457B9A" w:rsidRPr="001C5CAC" w:rsidRDefault="00457B9A" w:rsidP="000E369C">
      <w:pPr>
        <w:pStyle w:val="BodyText"/>
        <w:numPr>
          <w:ilvl w:val="2"/>
          <w:numId w:val="88"/>
        </w:numPr>
      </w:pPr>
      <w:r w:rsidRPr="001C5CAC">
        <w:t>The Report contains a statement that the plan was successfully executed, and the system is ready for operation.</w:t>
      </w:r>
    </w:p>
    <w:p w14:paraId="7605C04A" w14:textId="335A4015" w:rsidR="00457B9A" w:rsidRPr="009F6609" w:rsidRDefault="00457B9A" w:rsidP="000E369C">
      <w:pPr>
        <w:pStyle w:val="BodyText"/>
        <w:numPr>
          <w:ilvl w:val="2"/>
          <w:numId w:val="88"/>
        </w:numPr>
      </w:pPr>
      <w:r w:rsidRPr="009F6609">
        <w:t xml:space="preserve">The Report should document that the </w:t>
      </w:r>
      <w:r w:rsidR="00E928A6">
        <w:t>DI&amp;C</w:t>
      </w:r>
      <w:r w:rsidRPr="009F6609">
        <w:t xml:space="preserve"> system operates correctly and is identical to the system that was validated during the validation phase.</w:t>
      </w:r>
    </w:p>
    <w:p w14:paraId="76E38019" w14:textId="13BD88C9" w:rsidR="00457B9A" w:rsidRPr="009F4C26" w:rsidRDefault="00457B9A" w:rsidP="000E369C">
      <w:pPr>
        <w:pStyle w:val="BodyText"/>
        <w:numPr>
          <w:ilvl w:val="2"/>
          <w:numId w:val="88"/>
        </w:numPr>
      </w:pPr>
      <w:r w:rsidRPr="009F6609">
        <w:t>The report should summarize the test results after all problems have been satisfactorily resolved.</w:t>
      </w:r>
    </w:p>
    <w:p w14:paraId="37650AC6" w14:textId="3BCCC08C" w:rsidR="00457B9A" w:rsidRPr="00D26483" w:rsidRDefault="00457B9A" w:rsidP="00121D15">
      <w:pPr>
        <w:pStyle w:val="BodyTextHeading1"/>
      </w:pPr>
      <w:r w:rsidRPr="00D26483">
        <w:t>88200.M.A6</w:t>
      </w:r>
      <w:r w:rsidR="007D5A5B" w:rsidRPr="00D26483">
        <w:rPr>
          <w:rFonts w:ascii="Cambria Math" w:hAnsi="Cambria Math" w:cs="Cambria Math"/>
        </w:rPr>
        <w:t>‑</w:t>
      </w:r>
      <w:r w:rsidR="007D5A5B" w:rsidRPr="00D26483">
        <w:t>04</w:t>
      </w:r>
      <w:r w:rsidRPr="00D26483">
        <w:t xml:space="preserve"> </w:t>
      </w:r>
      <w:r w:rsidRPr="00D26483">
        <w:tab/>
        <w:t>RESOURCE ESTIMATE</w:t>
      </w:r>
    </w:p>
    <w:p w14:paraId="7F4CAF7C" w14:textId="4B9C9F02" w:rsidR="00457B9A" w:rsidRDefault="00457B9A" w:rsidP="0049632B">
      <w:pPr>
        <w:pStyle w:val="BodyText"/>
      </w:pPr>
      <w:r w:rsidRPr="00E360BA">
        <w:t xml:space="preserve">Appendix </w:t>
      </w:r>
      <w:r>
        <w:t xml:space="preserve">resource estimate </w:t>
      </w:r>
      <w:r w:rsidRPr="00E360BA">
        <w:t>listed in Appendix</w:t>
      </w:r>
      <w:r w:rsidR="00B2003E">
        <w:t> M</w:t>
      </w:r>
      <w:r w:rsidRPr="00E360BA">
        <w:t>, “Inspection of Digital Instrumentation and Control (</w:t>
      </w:r>
      <w:r w:rsidR="00E928A6">
        <w:t>DI&amp;C</w:t>
      </w:r>
      <w:r w:rsidRPr="00E360BA">
        <w:t>) System/Software Design.”</w:t>
      </w:r>
    </w:p>
    <w:p w14:paraId="3BF53417" w14:textId="08168F61" w:rsidR="00457B9A" w:rsidRPr="00D26483" w:rsidRDefault="00457B9A" w:rsidP="00121D15">
      <w:pPr>
        <w:pStyle w:val="BodyTextHeading1"/>
      </w:pPr>
      <w:r w:rsidRPr="00D26483">
        <w:lastRenderedPageBreak/>
        <w:t>88200.M.A6</w:t>
      </w:r>
      <w:r w:rsidR="007D5A5B" w:rsidRPr="00D26483">
        <w:rPr>
          <w:rFonts w:ascii="Cambria Math" w:hAnsi="Cambria Math" w:cs="Cambria Math"/>
        </w:rPr>
        <w:t>‑</w:t>
      </w:r>
      <w:r w:rsidR="007D5A5B" w:rsidRPr="00D26483">
        <w:t>05</w:t>
      </w:r>
      <w:r w:rsidRPr="00D26483">
        <w:tab/>
        <w:t>PROCEDURE COMPLETION</w:t>
      </w:r>
    </w:p>
    <w:p w14:paraId="793D2773" w14:textId="0616ACC1" w:rsidR="00457B9A" w:rsidRDefault="00457B9A" w:rsidP="0049632B">
      <w:pPr>
        <w:pStyle w:val="BodyText"/>
      </w:pPr>
      <w:r w:rsidRPr="00E360BA">
        <w:t xml:space="preserve">Appendix </w:t>
      </w:r>
      <w:r>
        <w:t xml:space="preserve">procedure completion </w:t>
      </w:r>
      <w:r w:rsidRPr="00E360BA">
        <w:t>listed in Appendix</w:t>
      </w:r>
      <w:r w:rsidR="00B2003E">
        <w:t> M</w:t>
      </w:r>
      <w:r w:rsidRPr="00E360BA">
        <w:t>, “Inspection of Digital Instrumentation and Control (</w:t>
      </w:r>
      <w:r w:rsidR="00E928A6">
        <w:t>DI&amp;C</w:t>
      </w:r>
      <w:r w:rsidRPr="00E360BA">
        <w:t>) System/Software Design.”</w:t>
      </w:r>
    </w:p>
    <w:p w14:paraId="3A1F5AD8" w14:textId="59AB7B31" w:rsidR="00457B9A" w:rsidRPr="00D26483" w:rsidRDefault="00457B9A" w:rsidP="00121D15">
      <w:pPr>
        <w:pStyle w:val="BodyTextHeading1"/>
      </w:pPr>
      <w:r w:rsidRPr="00D26483">
        <w:t>88200.M.A6</w:t>
      </w:r>
      <w:r w:rsidR="007D5A5B" w:rsidRPr="00D26483">
        <w:rPr>
          <w:rFonts w:ascii="Cambria Math" w:hAnsi="Cambria Math" w:cs="Cambria Math"/>
        </w:rPr>
        <w:t>‑</w:t>
      </w:r>
      <w:r w:rsidR="007D5A5B" w:rsidRPr="00D26483">
        <w:t>06</w:t>
      </w:r>
      <w:r w:rsidRPr="00D26483">
        <w:tab/>
        <w:t>REFERENCES</w:t>
      </w:r>
    </w:p>
    <w:p w14:paraId="1B3C9489" w14:textId="7D46BCD0" w:rsidR="00457B9A" w:rsidRPr="00E360BA" w:rsidRDefault="00457B9A" w:rsidP="0049632B">
      <w:pPr>
        <w:pStyle w:val="BodyText"/>
      </w:pPr>
      <w:r w:rsidRPr="00E360BA">
        <w:t xml:space="preserve">Appendix </w:t>
      </w:r>
      <w:r>
        <w:t xml:space="preserve">references </w:t>
      </w:r>
      <w:r w:rsidRPr="00E360BA">
        <w:t>listed in Appendix</w:t>
      </w:r>
      <w:r w:rsidR="00B2003E">
        <w:t> M</w:t>
      </w:r>
      <w:r w:rsidRPr="00E360BA">
        <w:t>, “Inspection of Digital Instrumentation and Control (</w:t>
      </w:r>
      <w:r w:rsidR="00E928A6">
        <w:t>DI&amp;C</w:t>
      </w:r>
      <w:r w:rsidRPr="00E360BA">
        <w:t>) System/Software Design.”</w:t>
      </w:r>
    </w:p>
    <w:p w14:paraId="2486598B" w14:textId="77777777" w:rsidR="00176307" w:rsidRDefault="00457B9A" w:rsidP="0049632B">
      <w:pPr>
        <w:pStyle w:val="END"/>
      </w:pPr>
      <w:r w:rsidRPr="00396478">
        <w:t>END</w:t>
      </w:r>
    </w:p>
    <w:p w14:paraId="71D3410C" w14:textId="59D6E7C5" w:rsidR="00457B9A" w:rsidRPr="009F6609" w:rsidRDefault="00457B9A" w:rsidP="00457B9A">
      <w:pPr>
        <w:widowControl/>
        <w:autoSpaceDE/>
        <w:autoSpaceDN/>
        <w:adjustRightInd/>
        <w:rPr>
          <w:rFonts w:ascii="Arial" w:hAnsi="Arial" w:cs="Arial"/>
          <w:sz w:val="22"/>
          <w:szCs w:val="22"/>
        </w:rPr>
        <w:sectPr w:rsidR="00457B9A" w:rsidRPr="009F6609" w:rsidSect="007C3940">
          <w:footerReference w:type="default" r:id="rId17"/>
          <w:pgSz w:w="12240" w:h="15840" w:code="1"/>
          <w:pgMar w:top="1440" w:right="1440" w:bottom="1440" w:left="1440" w:header="1080" w:footer="720" w:gutter="0"/>
          <w:pgNumType w:start="1"/>
          <w:cols w:space="720"/>
          <w:docGrid w:linePitch="360"/>
        </w:sectPr>
      </w:pPr>
      <w:r>
        <w:rPr>
          <w:rFonts w:ascii="Arial" w:hAnsi="Arial" w:cs="Arial"/>
          <w:sz w:val="22"/>
          <w:szCs w:val="22"/>
        </w:rPr>
        <w:br w:type="page"/>
      </w:r>
    </w:p>
    <w:p w14:paraId="54999FCA" w14:textId="009B8445" w:rsidR="00436A19" w:rsidRPr="00E761CA" w:rsidRDefault="00436A19" w:rsidP="00E761CA">
      <w:pPr>
        <w:pStyle w:val="attachmenttitle"/>
        <w:rPr>
          <w:rFonts w:eastAsiaTheme="minorHAnsi"/>
        </w:rPr>
      </w:pPr>
      <w:r w:rsidRPr="00E761CA">
        <w:rPr>
          <w:rFonts w:eastAsiaTheme="minorHAnsi"/>
        </w:rPr>
        <w:lastRenderedPageBreak/>
        <w:t>Attachment</w:t>
      </w:r>
      <w:r w:rsidR="00EA7B94">
        <w:rPr>
          <w:rFonts w:eastAsiaTheme="minorHAnsi"/>
        </w:rPr>
        <w:t> </w:t>
      </w:r>
      <w:r w:rsidR="001E57CD">
        <w:rPr>
          <w:rFonts w:eastAsiaTheme="minorHAnsi"/>
        </w:rPr>
        <w:t>7</w:t>
      </w:r>
      <w:r w:rsidRPr="00E761CA">
        <w:rPr>
          <w:rFonts w:eastAsiaTheme="minorHAnsi"/>
        </w:rPr>
        <w:t xml:space="preserve">: Revision History for IMC </w:t>
      </w:r>
      <w:r w:rsidR="00C51E70">
        <w:rPr>
          <w:rFonts w:eastAsiaTheme="minorHAnsi"/>
        </w:rPr>
        <w:t>88200</w:t>
      </w:r>
      <w:r w:rsidRPr="00E761CA">
        <w:rPr>
          <w:rFonts w:eastAsiaTheme="minorHAnsi"/>
        </w:rPr>
        <w:t xml:space="preserve"> A</w:t>
      </w:r>
      <w:r w:rsidR="00BA0C92" w:rsidRPr="00E761CA">
        <w:rPr>
          <w:rFonts w:eastAsiaTheme="minorHAnsi"/>
        </w:rPr>
        <w:t xml:space="preserve">ppendix </w:t>
      </w:r>
      <w:r w:rsidR="00C51E70">
        <w:rPr>
          <w:rFonts w:eastAsiaTheme="minorHAnsi"/>
        </w:rPr>
        <w:t>M</w:t>
      </w:r>
    </w:p>
    <w:tbl>
      <w:tblPr>
        <w:tblStyle w:val="IM"/>
        <w:tblW w:w="0" w:type="auto"/>
        <w:tblLook w:val="04A0" w:firstRow="1" w:lastRow="0" w:firstColumn="1" w:lastColumn="0" w:noHBand="0" w:noVBand="1"/>
      </w:tblPr>
      <w:tblGrid>
        <w:gridCol w:w="1435"/>
        <w:gridCol w:w="1620"/>
        <w:gridCol w:w="5940"/>
        <w:gridCol w:w="1620"/>
        <w:gridCol w:w="2335"/>
      </w:tblGrid>
      <w:tr w:rsidR="00436A19" w:rsidRPr="00436A19" w14:paraId="4909C45D" w14:textId="77777777" w:rsidTr="00105EED">
        <w:tc>
          <w:tcPr>
            <w:tcW w:w="1435" w:type="dxa"/>
          </w:tcPr>
          <w:p w14:paraId="2493FAA7" w14:textId="77777777" w:rsidR="00436A19" w:rsidRPr="00436A19" w:rsidRDefault="00436A19" w:rsidP="009F4B79">
            <w:pPr>
              <w:pStyle w:val="BodyText-table"/>
            </w:pPr>
            <w:r w:rsidRPr="00436A19">
              <w:t>Commitment Tracking Number</w:t>
            </w:r>
          </w:p>
        </w:tc>
        <w:tc>
          <w:tcPr>
            <w:tcW w:w="1620" w:type="dxa"/>
          </w:tcPr>
          <w:p w14:paraId="5C038C38" w14:textId="77777777" w:rsidR="00436A19" w:rsidRPr="00436A19" w:rsidRDefault="00436A19" w:rsidP="009F4B79">
            <w:pPr>
              <w:pStyle w:val="BodyText-table"/>
            </w:pPr>
            <w:r w:rsidRPr="00436A19">
              <w:t>Accession Number</w:t>
            </w:r>
          </w:p>
          <w:p w14:paraId="0F2718FD" w14:textId="77777777" w:rsidR="00436A19" w:rsidRPr="00436A19" w:rsidRDefault="00436A19" w:rsidP="009F4B79">
            <w:pPr>
              <w:pStyle w:val="BodyText-table"/>
            </w:pPr>
            <w:r w:rsidRPr="00436A19">
              <w:t>Issue Date</w:t>
            </w:r>
          </w:p>
          <w:p w14:paraId="69F650D0" w14:textId="77777777" w:rsidR="00436A19" w:rsidRPr="00436A19" w:rsidRDefault="00436A19" w:rsidP="009F4B79">
            <w:pPr>
              <w:pStyle w:val="BodyText-table"/>
            </w:pPr>
            <w:r w:rsidRPr="00436A19">
              <w:t>Change Notice</w:t>
            </w:r>
          </w:p>
        </w:tc>
        <w:tc>
          <w:tcPr>
            <w:tcW w:w="5940" w:type="dxa"/>
          </w:tcPr>
          <w:p w14:paraId="29873087" w14:textId="77777777" w:rsidR="00436A19" w:rsidRPr="00436A19" w:rsidRDefault="00436A19" w:rsidP="009F4B79">
            <w:pPr>
              <w:pStyle w:val="BodyText-table"/>
            </w:pPr>
            <w:r w:rsidRPr="00436A19">
              <w:t>Description of Change</w:t>
            </w:r>
          </w:p>
        </w:tc>
        <w:tc>
          <w:tcPr>
            <w:tcW w:w="1620" w:type="dxa"/>
          </w:tcPr>
          <w:p w14:paraId="425D7346" w14:textId="77777777" w:rsidR="00436A19" w:rsidRPr="00436A19" w:rsidRDefault="00436A19" w:rsidP="009F4B79">
            <w:pPr>
              <w:pStyle w:val="BodyText-table"/>
            </w:pPr>
            <w:r w:rsidRPr="00436A19">
              <w:t>Description of Training Required and Completion Date</w:t>
            </w:r>
          </w:p>
        </w:tc>
        <w:tc>
          <w:tcPr>
            <w:tcW w:w="2335" w:type="dxa"/>
          </w:tcPr>
          <w:p w14:paraId="161C222B" w14:textId="77777777" w:rsidR="00436A19" w:rsidRPr="00436A19" w:rsidRDefault="00436A19" w:rsidP="009F4B79">
            <w:pPr>
              <w:pStyle w:val="BodyText-table"/>
            </w:pPr>
            <w:r w:rsidRPr="00436A19">
              <w:t>Comment Resolution and Closed Feedback Form Accession Number</w:t>
            </w:r>
          </w:p>
          <w:p w14:paraId="50578803" w14:textId="77777777" w:rsidR="00436A19" w:rsidRPr="00436A19" w:rsidRDefault="00436A19" w:rsidP="009F4B79">
            <w:pPr>
              <w:pStyle w:val="BodyText-table"/>
            </w:pPr>
            <w:r w:rsidRPr="00436A19">
              <w:t>(Pre-Decisional Non-Public Information)</w:t>
            </w:r>
          </w:p>
        </w:tc>
      </w:tr>
      <w:tr w:rsidR="00436A19" w:rsidRPr="00436A19" w14:paraId="631FB34E" w14:textId="77777777" w:rsidTr="00105EED">
        <w:trPr>
          <w:tblHeader w:val="0"/>
        </w:trPr>
        <w:tc>
          <w:tcPr>
            <w:tcW w:w="1435" w:type="dxa"/>
          </w:tcPr>
          <w:p w14:paraId="16BF057F" w14:textId="66DE3226" w:rsidR="00436A19" w:rsidRPr="00436A19" w:rsidRDefault="00436A19" w:rsidP="009F4B79">
            <w:pPr>
              <w:pStyle w:val="BodyText-table"/>
            </w:pPr>
          </w:p>
        </w:tc>
        <w:tc>
          <w:tcPr>
            <w:tcW w:w="1620" w:type="dxa"/>
          </w:tcPr>
          <w:p w14:paraId="1F046694" w14:textId="77777777" w:rsidR="00436A19" w:rsidRDefault="00E370FD" w:rsidP="009F4B79">
            <w:pPr>
              <w:pStyle w:val="BodyText-table"/>
            </w:pPr>
            <w:r>
              <w:t>ML24241A219</w:t>
            </w:r>
          </w:p>
          <w:p w14:paraId="06DDE1E9" w14:textId="457C9063" w:rsidR="00105EED" w:rsidRDefault="00FE0EF4" w:rsidP="009F4B79">
            <w:pPr>
              <w:pStyle w:val="BodyText-table"/>
            </w:pPr>
            <w:r>
              <w:rPr>
                <w:rStyle w:val="PageNumber"/>
              </w:rPr>
              <w:t>05/28/25</w:t>
            </w:r>
          </w:p>
          <w:p w14:paraId="39428738" w14:textId="1DC80DE5" w:rsidR="00105EED" w:rsidRPr="00436A19" w:rsidRDefault="00105EED" w:rsidP="009F4B79">
            <w:pPr>
              <w:pStyle w:val="BodyText-table"/>
            </w:pPr>
            <w:r>
              <w:t>CN</w:t>
            </w:r>
            <w:r w:rsidR="00FE0EF4">
              <w:t xml:space="preserve"> 25-014</w:t>
            </w:r>
          </w:p>
        </w:tc>
        <w:tc>
          <w:tcPr>
            <w:tcW w:w="5940" w:type="dxa"/>
          </w:tcPr>
          <w:p w14:paraId="484A3E05" w14:textId="51330D26" w:rsidR="00436A19" w:rsidRPr="00436A19" w:rsidRDefault="00F64390" w:rsidP="009F4B79">
            <w:pPr>
              <w:pStyle w:val="BodyText-table"/>
            </w:pPr>
            <w:r>
              <w:t xml:space="preserve">New appendix for digital </w:t>
            </w:r>
            <w:proofErr w:type="gramStart"/>
            <w:r>
              <w:t>instrument</w:t>
            </w:r>
            <w:proofErr w:type="gramEnd"/>
            <w:r>
              <w:t xml:space="preserve"> and controls (DI&amp;C) inspection guidance. Additionally, d</w:t>
            </w:r>
            <w:r w:rsidRPr="00582271">
              <w:t>iscipline specific appendix developed to provide technical inspection guidance for new construction and major modifications activities for fuel facilities with varying technologies, size, licensing requirements, etc.</w:t>
            </w:r>
          </w:p>
        </w:tc>
        <w:tc>
          <w:tcPr>
            <w:tcW w:w="1620" w:type="dxa"/>
          </w:tcPr>
          <w:p w14:paraId="633A1504" w14:textId="3EFE6C7A" w:rsidR="00436A19" w:rsidRPr="00436A19" w:rsidRDefault="00FE0EF4" w:rsidP="009F4B79">
            <w:pPr>
              <w:pStyle w:val="BodyText-table"/>
            </w:pPr>
            <w:r>
              <w:t>N/A</w:t>
            </w:r>
          </w:p>
        </w:tc>
        <w:tc>
          <w:tcPr>
            <w:tcW w:w="2335" w:type="dxa"/>
          </w:tcPr>
          <w:p w14:paraId="46451411" w14:textId="168D343C" w:rsidR="00436A19" w:rsidRPr="00436A19" w:rsidRDefault="00105EED" w:rsidP="009F4B79">
            <w:pPr>
              <w:pStyle w:val="BodyText-table"/>
            </w:pPr>
            <w:r>
              <w:t>N/A</w:t>
            </w:r>
          </w:p>
        </w:tc>
      </w:tr>
    </w:tbl>
    <w:p w14:paraId="30DE8817" w14:textId="77777777" w:rsidR="00053D1A" w:rsidRPr="004A50C4" w:rsidRDefault="00053D1A" w:rsidP="002B2651">
      <w:pPr>
        <w:pStyle w:val="BodyText"/>
      </w:pPr>
    </w:p>
    <w:sectPr w:rsidR="00053D1A" w:rsidRPr="004A50C4" w:rsidSect="00DD5794">
      <w:footerReference w:type="default" r:id="rId18"/>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01159" w14:textId="77777777" w:rsidR="008433B6" w:rsidRDefault="008433B6" w:rsidP="00436A19">
      <w:r>
        <w:separator/>
      </w:r>
    </w:p>
  </w:endnote>
  <w:endnote w:type="continuationSeparator" w:id="0">
    <w:p w14:paraId="084F21F0" w14:textId="77777777" w:rsidR="008433B6" w:rsidRDefault="008433B6" w:rsidP="00436A19">
      <w:r>
        <w:continuationSeparator/>
      </w:r>
    </w:p>
  </w:endnote>
  <w:endnote w:type="continuationNotice" w:id="1">
    <w:p w14:paraId="449F6ED2" w14:textId="77777777" w:rsidR="008433B6" w:rsidRDefault="008433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41B42" w14:textId="78E531DA" w:rsidR="00457B9A" w:rsidRPr="002006AA" w:rsidRDefault="00457B9A" w:rsidP="00121D15">
    <w:pPr>
      <w:pStyle w:val="Footer"/>
    </w:pPr>
    <w:r w:rsidRPr="002006AA">
      <w:rPr>
        <w:rStyle w:val="PageNumber"/>
      </w:rPr>
      <w:t xml:space="preserve">Issue Date: </w:t>
    </w:r>
    <w:r w:rsidR="00AC7058">
      <w:rPr>
        <w:rStyle w:val="PageNumber"/>
      </w:rPr>
      <w:t>05/28/25</w:t>
    </w:r>
    <w:r w:rsidRPr="002006AA">
      <w:rPr>
        <w:rStyle w:val="PageNumber"/>
      </w:rPr>
      <w:tab/>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4</w:t>
    </w:r>
    <w:r w:rsidRPr="000271CE">
      <w:rPr>
        <w:rStyle w:val="PageNumber"/>
      </w:rPr>
      <w:fldChar w:fldCharType="end"/>
    </w:r>
    <w:r w:rsidRPr="002006AA">
      <w:rPr>
        <w:rStyle w:val="PageNumber"/>
      </w:rPr>
      <w:tab/>
      <w:t>88200</w:t>
    </w:r>
    <w:r w:rsidR="004C5EDD">
      <w:rPr>
        <w:rStyle w:val="PageNumber"/>
      </w:rPr>
      <w:t>.</w:t>
    </w:r>
    <w:r w:rsidR="00F40A91">
      <w:rPr>
        <w:rStyle w:val="PageNumber"/>
      </w:rPr>
      <w:t>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4132C" w14:textId="62F94CA4" w:rsidR="008B4E7F" w:rsidRPr="002006AA" w:rsidRDefault="008B4E7F">
    <w:pPr>
      <w:pStyle w:val="Footer"/>
    </w:pPr>
    <w:r w:rsidRPr="002006AA">
      <w:rPr>
        <w:rStyle w:val="PageNumber"/>
      </w:rPr>
      <w:t xml:space="preserve">Issue Date: </w:t>
    </w:r>
    <w:r w:rsidR="00AC7058">
      <w:rPr>
        <w:rStyle w:val="PageNumber"/>
      </w:rPr>
      <w:t>05/28/25</w:t>
    </w:r>
    <w:r w:rsidRPr="002006AA">
      <w:rPr>
        <w:rStyle w:val="PageNumber"/>
      </w:rPr>
      <w:tab/>
    </w:r>
    <w:r>
      <w:rPr>
        <w:rStyle w:val="PageNumber"/>
      </w:rPr>
      <w:t>Att1</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4</w:t>
    </w:r>
    <w:r w:rsidRPr="000271CE">
      <w:rPr>
        <w:rStyle w:val="PageNumber"/>
      </w:rPr>
      <w:fldChar w:fldCharType="end"/>
    </w:r>
    <w:r w:rsidRPr="002006AA">
      <w:rPr>
        <w:rStyle w:val="PageNumber"/>
      </w:rPr>
      <w:tab/>
      <w:t>88200</w:t>
    </w:r>
    <w:r w:rsidR="00721B03">
      <w:rPr>
        <w:rStyle w:val="PageNumber"/>
      </w:rPr>
      <w:t>.</w:t>
    </w:r>
    <w:r w:rsidR="00B34133">
      <w:rPr>
        <w:rStyle w:val="PageNumber"/>
      </w:rPr>
      <w:t>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9E630" w14:textId="10FE2D03" w:rsidR="00840D18" w:rsidRPr="002006AA" w:rsidRDefault="00840D18" w:rsidP="00840D18">
    <w:pPr>
      <w:pStyle w:val="Footer"/>
      <w:tabs>
        <w:tab w:val="left" w:pos="4365"/>
      </w:tabs>
    </w:pPr>
    <w:r w:rsidRPr="002006AA">
      <w:rPr>
        <w:rStyle w:val="PageNumber"/>
      </w:rPr>
      <w:t>Issue Date:</w:t>
    </w:r>
    <w:r w:rsidRPr="002006AA" w:rsidDel="00A66671">
      <w:rPr>
        <w:rStyle w:val="PageNumber"/>
      </w:rPr>
      <w:t xml:space="preserve"> </w:t>
    </w:r>
    <w:r w:rsidR="00AC7058">
      <w:rPr>
        <w:rStyle w:val="PageNumber"/>
      </w:rPr>
      <w:t>05/28/25</w:t>
    </w:r>
    <w:r w:rsidRPr="002006AA">
      <w:rPr>
        <w:rStyle w:val="PageNumber"/>
      </w:rPr>
      <w:tab/>
    </w:r>
    <w:r>
      <w:rPr>
        <w:rStyle w:val="PageNumber"/>
      </w:rPr>
      <w:tab/>
      <w:t>Att2</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4</w:t>
    </w:r>
    <w:r w:rsidRPr="000271CE">
      <w:rPr>
        <w:rStyle w:val="PageNumber"/>
      </w:rPr>
      <w:fldChar w:fldCharType="end"/>
    </w:r>
    <w:r w:rsidRPr="002006AA">
      <w:rPr>
        <w:rStyle w:val="PageNumber"/>
      </w:rPr>
      <w:tab/>
      <w:t>88200</w:t>
    </w:r>
    <w:r w:rsidR="00F4446A">
      <w:rPr>
        <w:rStyle w:val="PageNumber"/>
      </w:rPr>
      <w:t>.</w:t>
    </w:r>
    <w:r>
      <w:rPr>
        <w:rStyle w:val="PageNumber"/>
      </w:rPr>
      <w:t>M</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0F4C8" w14:textId="0848D303" w:rsidR="00840D18" w:rsidRPr="002006AA" w:rsidRDefault="00840D18" w:rsidP="00840D18">
    <w:pPr>
      <w:pStyle w:val="Footer"/>
      <w:tabs>
        <w:tab w:val="left" w:pos="4365"/>
      </w:tabs>
    </w:pPr>
    <w:r w:rsidRPr="002006AA">
      <w:rPr>
        <w:rStyle w:val="PageNumber"/>
      </w:rPr>
      <w:t xml:space="preserve">Issue Date: </w:t>
    </w:r>
    <w:r w:rsidR="00AC7058">
      <w:rPr>
        <w:rStyle w:val="PageNumber"/>
      </w:rPr>
      <w:t>05/28/25</w:t>
    </w:r>
    <w:r w:rsidRPr="002006AA">
      <w:rPr>
        <w:rStyle w:val="PageNumber"/>
      </w:rPr>
      <w:tab/>
    </w:r>
    <w:r>
      <w:rPr>
        <w:rStyle w:val="PageNumber"/>
      </w:rPr>
      <w:tab/>
      <w:t>Att3</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4</w:t>
    </w:r>
    <w:r w:rsidRPr="000271CE">
      <w:rPr>
        <w:rStyle w:val="PageNumber"/>
      </w:rPr>
      <w:fldChar w:fldCharType="end"/>
    </w:r>
    <w:r w:rsidRPr="002006AA">
      <w:rPr>
        <w:rStyle w:val="PageNumber"/>
      </w:rPr>
      <w:tab/>
      <w:t>88200</w:t>
    </w:r>
    <w:r w:rsidR="00F4446A">
      <w:rPr>
        <w:rStyle w:val="PageNumber"/>
      </w:rPr>
      <w:t>.</w:t>
    </w:r>
    <w:r>
      <w:rPr>
        <w:rStyle w:val="PageNumber"/>
      </w:rPr>
      <w:t>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DD857" w14:textId="125FDDEC" w:rsidR="00E93EEF" w:rsidRPr="002006AA" w:rsidRDefault="00E93EEF" w:rsidP="00840D18">
    <w:pPr>
      <w:pStyle w:val="Footer"/>
      <w:tabs>
        <w:tab w:val="left" w:pos="4365"/>
      </w:tabs>
    </w:pPr>
    <w:r w:rsidRPr="002006AA">
      <w:rPr>
        <w:rStyle w:val="PageNumber"/>
      </w:rPr>
      <w:t>Issue Date:</w:t>
    </w:r>
    <w:r w:rsidR="00AC7058">
      <w:rPr>
        <w:rStyle w:val="PageNumber"/>
      </w:rPr>
      <w:t xml:space="preserve"> 05/28/25</w:t>
    </w:r>
    <w:r w:rsidRPr="002006AA">
      <w:rPr>
        <w:rStyle w:val="PageNumber"/>
      </w:rPr>
      <w:tab/>
    </w:r>
    <w:r>
      <w:rPr>
        <w:rStyle w:val="PageNumber"/>
      </w:rPr>
      <w:tab/>
      <w:t>Att4</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4</w:t>
    </w:r>
    <w:r w:rsidRPr="000271CE">
      <w:rPr>
        <w:rStyle w:val="PageNumber"/>
      </w:rPr>
      <w:fldChar w:fldCharType="end"/>
    </w:r>
    <w:r w:rsidRPr="002006AA">
      <w:rPr>
        <w:rStyle w:val="PageNumber"/>
      </w:rPr>
      <w:tab/>
      <w:t>88200</w:t>
    </w:r>
    <w:r w:rsidR="00F4446A">
      <w:rPr>
        <w:rStyle w:val="PageNumber"/>
      </w:rPr>
      <w:t>.</w:t>
    </w:r>
    <w:r>
      <w:rPr>
        <w:rStyle w:val="PageNumber"/>
      </w:rPr>
      <w:t>M</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D0DCC" w14:textId="02D16980" w:rsidR="006B79AF" w:rsidRPr="002006AA" w:rsidRDefault="006B79AF" w:rsidP="00840D18">
    <w:pPr>
      <w:pStyle w:val="Footer"/>
      <w:tabs>
        <w:tab w:val="left" w:pos="4365"/>
      </w:tabs>
    </w:pPr>
    <w:r w:rsidRPr="002006AA">
      <w:rPr>
        <w:rStyle w:val="PageNumber"/>
      </w:rPr>
      <w:t xml:space="preserve">Issue Date: </w:t>
    </w:r>
    <w:r w:rsidR="00AC7058">
      <w:rPr>
        <w:rStyle w:val="PageNumber"/>
      </w:rPr>
      <w:t>05/28/25</w:t>
    </w:r>
    <w:r w:rsidRPr="002006AA">
      <w:rPr>
        <w:rStyle w:val="PageNumber"/>
      </w:rPr>
      <w:tab/>
    </w:r>
    <w:r>
      <w:rPr>
        <w:rStyle w:val="PageNumber"/>
      </w:rPr>
      <w:tab/>
      <w:t>Att5</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4</w:t>
    </w:r>
    <w:r w:rsidRPr="000271CE">
      <w:rPr>
        <w:rStyle w:val="PageNumber"/>
      </w:rPr>
      <w:fldChar w:fldCharType="end"/>
    </w:r>
    <w:r w:rsidRPr="002006AA">
      <w:rPr>
        <w:rStyle w:val="PageNumber"/>
      </w:rPr>
      <w:tab/>
      <w:t>88200</w:t>
    </w:r>
    <w:r w:rsidR="00F4446A">
      <w:rPr>
        <w:rStyle w:val="PageNumber"/>
      </w:rPr>
      <w:t>.</w:t>
    </w:r>
    <w:r>
      <w:rPr>
        <w:rStyle w:val="PageNumber"/>
      </w:rPr>
      <w:t>M</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7E031" w14:textId="36C900E8" w:rsidR="00FD7CA2" w:rsidRPr="00370CEB" w:rsidRDefault="00FD7CA2">
    <w:pPr>
      <w:pStyle w:val="Footer"/>
    </w:pPr>
    <w:r w:rsidRPr="00370CEB">
      <w:rPr>
        <w:rStyle w:val="PageNumber"/>
      </w:rPr>
      <w:t xml:space="preserve">Issue Date: </w:t>
    </w:r>
    <w:r w:rsidR="00AC7058">
      <w:rPr>
        <w:rStyle w:val="PageNumber"/>
      </w:rPr>
      <w:t>05/28/25</w:t>
    </w:r>
    <w:r w:rsidRPr="00370CEB">
      <w:rPr>
        <w:rStyle w:val="PageNumber"/>
      </w:rPr>
      <w:tab/>
    </w:r>
    <w:r w:rsidRPr="000271CE">
      <w:rPr>
        <w:rStyle w:val="PageNumber"/>
      </w:rPr>
      <w:t>A</w:t>
    </w:r>
    <w:r w:rsidR="00535719">
      <w:rPr>
        <w:rStyle w:val="PageNumber"/>
      </w:rPr>
      <w:t>tt</w:t>
    </w:r>
    <w:r w:rsidR="007C3940">
      <w:rPr>
        <w:rStyle w:val="PageNumber"/>
      </w:rPr>
      <w:t>6</w:t>
    </w:r>
    <w:r w:rsidRPr="000271CE">
      <w:rPr>
        <w:rStyle w:val="PageNumber"/>
      </w:rPr>
      <w:t>-</w:t>
    </w:r>
    <w:r w:rsidRPr="000271CE">
      <w:rPr>
        <w:rStyle w:val="PageNumber"/>
      </w:rPr>
      <w:fldChar w:fldCharType="begin"/>
    </w:r>
    <w:r w:rsidRPr="000271CE">
      <w:rPr>
        <w:rStyle w:val="PageNumber"/>
      </w:rPr>
      <w:instrText xml:space="preserve"> PAGE </w:instrText>
    </w:r>
    <w:r w:rsidRPr="000271CE">
      <w:rPr>
        <w:rStyle w:val="PageNumber"/>
      </w:rPr>
      <w:fldChar w:fldCharType="separate"/>
    </w:r>
    <w:r>
      <w:rPr>
        <w:rStyle w:val="PageNumber"/>
      </w:rPr>
      <w:t>7</w:t>
    </w:r>
    <w:r w:rsidRPr="000271CE">
      <w:rPr>
        <w:rStyle w:val="PageNumber"/>
      </w:rPr>
      <w:fldChar w:fldCharType="end"/>
    </w:r>
    <w:r w:rsidRPr="00370CEB">
      <w:rPr>
        <w:rStyle w:val="PageNumber"/>
      </w:rPr>
      <w:tab/>
      <w:t>88200</w:t>
    </w:r>
    <w:r w:rsidR="00FE4EE7">
      <w:rPr>
        <w:rStyle w:val="PageNumber"/>
      </w:rPr>
      <w:t>.</w:t>
    </w:r>
    <w:r w:rsidR="007C3940">
      <w:rPr>
        <w:rStyle w:val="PageNumber"/>
      </w:rPr>
      <w:t>M</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1BAE6" w14:textId="76102F05" w:rsidR="001609D3" w:rsidRDefault="00936458">
    <w:pPr>
      <w:pStyle w:val="Footer"/>
    </w:pPr>
    <w:r>
      <w:t>Issue Date:</w:t>
    </w:r>
    <w:r w:rsidR="00AC7058">
      <w:t xml:space="preserve"> </w:t>
    </w:r>
    <w:r w:rsidR="00AC7058">
      <w:rPr>
        <w:rStyle w:val="PageNumber"/>
      </w:rPr>
      <w:t>05/28/25</w:t>
    </w:r>
    <w:r>
      <w:ptab w:relativeTo="margin" w:alignment="center" w:leader="none"/>
    </w:r>
    <w:r>
      <w:t>Att</w:t>
    </w:r>
    <w:r w:rsidR="005C1462">
      <w:t>7</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BE620E">
      <w:t>88200</w:t>
    </w:r>
    <w:r w:rsidR="00FE4EE7">
      <w:t>.</w:t>
    </w:r>
    <w:r w:rsidR="00BE620E">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CA605" w14:textId="77777777" w:rsidR="008433B6" w:rsidRDefault="008433B6" w:rsidP="00436A19">
      <w:r>
        <w:separator/>
      </w:r>
    </w:p>
  </w:footnote>
  <w:footnote w:type="continuationSeparator" w:id="0">
    <w:p w14:paraId="6D3FDE43" w14:textId="77777777" w:rsidR="008433B6" w:rsidRDefault="008433B6" w:rsidP="00436A19">
      <w:r>
        <w:continuationSeparator/>
      </w:r>
    </w:p>
  </w:footnote>
  <w:footnote w:type="continuationNotice" w:id="1">
    <w:p w14:paraId="6E6C31CA" w14:textId="77777777" w:rsidR="008433B6" w:rsidRDefault="008433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3049BB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7F27C4"/>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27502BD"/>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3655757"/>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764405C"/>
    <w:multiLevelType w:val="multilevel"/>
    <w:tmpl w:val="824068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b w:val="0"/>
        <w:bCs/>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829462F"/>
    <w:multiLevelType w:val="multilevel"/>
    <w:tmpl w:val="824068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b w:val="0"/>
        <w:bCs/>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8CB05C2"/>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9510C9B"/>
    <w:multiLevelType w:val="multilevel"/>
    <w:tmpl w:val="824068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b w:val="0"/>
        <w:bCs/>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AFF091E"/>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C025563"/>
    <w:multiLevelType w:val="multilevel"/>
    <w:tmpl w:val="824068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b w:val="0"/>
        <w:bCs/>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C7C1294"/>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D3025BD"/>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D482FF5"/>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E1F740D"/>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10B0B08"/>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2463C21"/>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2F26EE5"/>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3EE49E3"/>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4675E9B"/>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6DA6EF3"/>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9DF4617"/>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AF42A42"/>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EFE2A0C"/>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F984088"/>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224F5DA2"/>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22793B8B"/>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23757CD0"/>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26B82D75"/>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26CA5B03"/>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27216060"/>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27CD2F1C"/>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2AE41EAF"/>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B284F1A"/>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D4852CA"/>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EF93ECA"/>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32C856DB"/>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33592A55"/>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392F7F6A"/>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3A811A04"/>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3CD91D7D"/>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3D1A5A19"/>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D4E156B"/>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E2F640D"/>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E8664CF"/>
    <w:multiLevelType w:val="multilevel"/>
    <w:tmpl w:val="CE1A567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b w:val="0"/>
        <w:bCs w:val="0"/>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FD641C2"/>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40360A60"/>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419B230C"/>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444E17D7"/>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44DD2408"/>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44F23369"/>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45F8740C"/>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472D47D2"/>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47345CBE"/>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47FF40E7"/>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489A0605"/>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48A06E1A"/>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490E5A4E"/>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4B9B4AD2"/>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8" w15:restartNumberingAfterBreak="0">
    <w:nsid w:val="4CFE7FF9"/>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4F6527EA"/>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4FF07056"/>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531F055A"/>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540C2450"/>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540C2972"/>
    <w:multiLevelType w:val="multilevel"/>
    <w:tmpl w:val="CE1A567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b w:val="0"/>
        <w:bCs w:val="0"/>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544D5F06"/>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54B162A0"/>
    <w:multiLevelType w:val="multilevel"/>
    <w:tmpl w:val="CE1A567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b w:val="0"/>
        <w:bCs w:val="0"/>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55600C5C"/>
    <w:multiLevelType w:val="multilevel"/>
    <w:tmpl w:val="CE1A567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b w:val="0"/>
        <w:bCs w:val="0"/>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55F601FA"/>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58004B8B"/>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5882333D"/>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5F0D51D1"/>
    <w:multiLevelType w:val="multilevel"/>
    <w:tmpl w:val="CE1A567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b w:val="0"/>
        <w:bCs w:val="0"/>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5FCD024D"/>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60E62548"/>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634E7FB8"/>
    <w:multiLevelType w:val="multilevel"/>
    <w:tmpl w:val="824068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b w:val="0"/>
        <w:bCs/>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637C4617"/>
    <w:multiLevelType w:val="multilevel"/>
    <w:tmpl w:val="CE1A567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b w:val="0"/>
        <w:bCs w:val="0"/>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638A0208"/>
    <w:multiLevelType w:val="multilevel"/>
    <w:tmpl w:val="CE1A567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b w:val="0"/>
        <w:bCs w:val="0"/>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6" w15:restartNumberingAfterBreak="0">
    <w:nsid w:val="63C727FA"/>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7" w15:restartNumberingAfterBreak="0">
    <w:nsid w:val="644C0651"/>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65B811F6"/>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67E80BC6"/>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6BC5277C"/>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6F4C7E61"/>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71DA1AC9"/>
    <w:multiLevelType w:val="multilevel"/>
    <w:tmpl w:val="293088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088"/>
        </w:tabs>
        <w:ind w:left="2088" w:hanging="432"/>
      </w:pPr>
      <w:rPr>
        <w:rFonts w:hint="default"/>
      </w:rPr>
    </w:lvl>
    <w:lvl w:ilvl="4">
      <w:start w:val="1"/>
      <w:numFmt w:val="lowerRoman"/>
      <w:lvlText w:val="%5)"/>
      <w:lvlJc w:val="right"/>
      <w:pPr>
        <w:tabs>
          <w:tab w:val="num" w:pos="2520"/>
        </w:tabs>
        <w:ind w:left="2520" w:hanging="144"/>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745B1F1C"/>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76782BAC"/>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797375B8"/>
    <w:multiLevelType w:val="multilevel"/>
    <w:tmpl w:val="8240686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b w:val="0"/>
        <w:bCs/>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7CFF0526"/>
    <w:multiLevelType w:val="multilevel"/>
    <w:tmpl w:val="7B8664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7D045E65"/>
    <w:multiLevelType w:val="multilevel"/>
    <w:tmpl w:val="CE1A567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b w:val="0"/>
        <w:bCs w:val="0"/>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93604320">
    <w:abstractNumId w:val="0"/>
  </w:num>
  <w:num w:numId="2" w16cid:durableId="215510974">
    <w:abstractNumId w:val="24"/>
  </w:num>
  <w:num w:numId="3" w16cid:durableId="1225992971">
    <w:abstractNumId w:val="76"/>
  </w:num>
  <w:num w:numId="4" w16cid:durableId="1543907958">
    <w:abstractNumId w:val="23"/>
  </w:num>
  <w:num w:numId="5" w16cid:durableId="792554213">
    <w:abstractNumId w:val="64"/>
  </w:num>
  <w:num w:numId="6" w16cid:durableId="777258870">
    <w:abstractNumId w:val="84"/>
  </w:num>
  <w:num w:numId="7" w16cid:durableId="2099012210">
    <w:abstractNumId w:val="51"/>
  </w:num>
  <w:num w:numId="8" w16cid:durableId="204373543">
    <w:abstractNumId w:val="80"/>
  </w:num>
  <w:num w:numId="9" w16cid:durableId="1023477502">
    <w:abstractNumId w:val="4"/>
  </w:num>
  <w:num w:numId="10" w16cid:durableId="758715393">
    <w:abstractNumId w:val="5"/>
  </w:num>
  <w:num w:numId="11" w16cid:durableId="980381330">
    <w:abstractNumId w:val="18"/>
  </w:num>
  <w:num w:numId="12" w16cid:durableId="1296713211">
    <w:abstractNumId w:val="7"/>
  </w:num>
  <w:num w:numId="13" w16cid:durableId="1904020265">
    <w:abstractNumId w:val="9"/>
  </w:num>
  <w:num w:numId="14" w16cid:durableId="1152794884">
    <w:abstractNumId w:val="78"/>
  </w:num>
  <w:num w:numId="15" w16cid:durableId="1851140950">
    <w:abstractNumId w:val="85"/>
  </w:num>
  <w:num w:numId="16" w16cid:durableId="2048215208">
    <w:abstractNumId w:val="73"/>
  </w:num>
  <w:num w:numId="17" w16cid:durableId="1814829266">
    <w:abstractNumId w:val="37"/>
  </w:num>
  <w:num w:numId="18" w16cid:durableId="35201207">
    <w:abstractNumId w:val="77"/>
  </w:num>
  <w:num w:numId="19" w16cid:durableId="1028986469">
    <w:abstractNumId w:val="56"/>
  </w:num>
  <w:num w:numId="20" w16cid:durableId="1157693483">
    <w:abstractNumId w:val="1"/>
  </w:num>
  <w:num w:numId="21" w16cid:durableId="1998605759">
    <w:abstractNumId w:val="48"/>
  </w:num>
  <w:num w:numId="22" w16cid:durableId="959191148">
    <w:abstractNumId w:val="47"/>
  </w:num>
  <w:num w:numId="23" w16cid:durableId="523402142">
    <w:abstractNumId w:val="19"/>
  </w:num>
  <w:num w:numId="24" w16cid:durableId="637733739">
    <w:abstractNumId w:val="20"/>
  </w:num>
  <w:num w:numId="25" w16cid:durableId="756707112">
    <w:abstractNumId w:val="55"/>
  </w:num>
  <w:num w:numId="26" w16cid:durableId="1722511176">
    <w:abstractNumId w:val="68"/>
  </w:num>
  <w:num w:numId="27" w16cid:durableId="2069303670">
    <w:abstractNumId w:val="34"/>
  </w:num>
  <w:num w:numId="28" w16cid:durableId="1174417080">
    <w:abstractNumId w:val="58"/>
  </w:num>
  <w:num w:numId="29" w16cid:durableId="2025546162">
    <w:abstractNumId w:val="39"/>
  </w:num>
  <w:num w:numId="30" w16cid:durableId="1761870133">
    <w:abstractNumId w:val="44"/>
  </w:num>
  <w:num w:numId="31" w16cid:durableId="1282953676">
    <w:abstractNumId w:val="33"/>
  </w:num>
  <w:num w:numId="32" w16cid:durableId="3556526">
    <w:abstractNumId w:val="70"/>
  </w:num>
  <w:num w:numId="33" w16cid:durableId="1324821803">
    <w:abstractNumId w:val="65"/>
  </w:num>
  <w:num w:numId="34" w16cid:durableId="217403635">
    <w:abstractNumId w:val="75"/>
  </w:num>
  <w:num w:numId="35" w16cid:durableId="1178887503">
    <w:abstractNumId w:val="63"/>
  </w:num>
  <w:num w:numId="36" w16cid:durableId="233316130">
    <w:abstractNumId w:val="42"/>
  </w:num>
  <w:num w:numId="37" w16cid:durableId="323973500">
    <w:abstractNumId w:val="43"/>
  </w:num>
  <w:num w:numId="38" w16cid:durableId="1538079696">
    <w:abstractNumId w:val="66"/>
  </w:num>
  <w:num w:numId="39" w16cid:durableId="151995376">
    <w:abstractNumId w:val="87"/>
  </w:num>
  <w:num w:numId="40" w16cid:durableId="374162395">
    <w:abstractNumId w:val="74"/>
  </w:num>
  <w:num w:numId="41" w16cid:durableId="873614275">
    <w:abstractNumId w:val="2"/>
  </w:num>
  <w:num w:numId="42" w16cid:durableId="2063095831">
    <w:abstractNumId w:val="26"/>
  </w:num>
  <w:num w:numId="43" w16cid:durableId="1541089868">
    <w:abstractNumId w:val="13"/>
  </w:num>
  <w:num w:numId="44" w16cid:durableId="1401750136">
    <w:abstractNumId w:val="41"/>
  </w:num>
  <w:num w:numId="45" w16cid:durableId="889195727">
    <w:abstractNumId w:val="52"/>
  </w:num>
  <w:num w:numId="46" w16cid:durableId="947733980">
    <w:abstractNumId w:val="22"/>
  </w:num>
  <w:num w:numId="47" w16cid:durableId="220098862">
    <w:abstractNumId w:val="30"/>
  </w:num>
  <w:num w:numId="48" w16cid:durableId="670840551">
    <w:abstractNumId w:val="54"/>
  </w:num>
  <w:num w:numId="49" w16cid:durableId="750547501">
    <w:abstractNumId w:val="45"/>
  </w:num>
  <w:num w:numId="50" w16cid:durableId="2062898148">
    <w:abstractNumId w:val="72"/>
  </w:num>
  <w:num w:numId="51" w16cid:durableId="740829019">
    <w:abstractNumId w:val="40"/>
  </w:num>
  <w:num w:numId="52" w16cid:durableId="1689680296">
    <w:abstractNumId w:val="32"/>
  </w:num>
  <w:num w:numId="53" w16cid:durableId="2116754122">
    <w:abstractNumId w:val="11"/>
  </w:num>
  <w:num w:numId="54" w16cid:durableId="1613827964">
    <w:abstractNumId w:val="71"/>
  </w:num>
  <w:num w:numId="55" w16cid:durableId="1380520815">
    <w:abstractNumId w:val="14"/>
  </w:num>
  <w:num w:numId="56" w16cid:durableId="363942094">
    <w:abstractNumId w:val="12"/>
  </w:num>
  <w:num w:numId="57" w16cid:durableId="1724517813">
    <w:abstractNumId w:val="3"/>
  </w:num>
  <w:num w:numId="58" w16cid:durableId="2047367483">
    <w:abstractNumId w:val="15"/>
  </w:num>
  <w:num w:numId="59" w16cid:durableId="1276864836">
    <w:abstractNumId w:val="46"/>
  </w:num>
  <w:num w:numId="60" w16cid:durableId="109858356">
    <w:abstractNumId w:val="59"/>
  </w:num>
  <w:num w:numId="61" w16cid:durableId="684408407">
    <w:abstractNumId w:val="83"/>
  </w:num>
  <w:num w:numId="62" w16cid:durableId="1585841668">
    <w:abstractNumId w:val="21"/>
  </w:num>
  <w:num w:numId="63" w16cid:durableId="28920796">
    <w:abstractNumId w:val="6"/>
  </w:num>
  <w:num w:numId="64" w16cid:durableId="1746492464">
    <w:abstractNumId w:val="35"/>
  </w:num>
  <w:num w:numId="65" w16cid:durableId="969671400">
    <w:abstractNumId w:val="38"/>
  </w:num>
  <w:num w:numId="66" w16cid:durableId="589199152">
    <w:abstractNumId w:val="86"/>
  </w:num>
  <w:num w:numId="67" w16cid:durableId="626788065">
    <w:abstractNumId w:val="53"/>
  </w:num>
  <w:num w:numId="68" w16cid:durableId="1937668609">
    <w:abstractNumId w:val="49"/>
  </w:num>
  <w:num w:numId="69" w16cid:durableId="1938363309">
    <w:abstractNumId w:val="60"/>
  </w:num>
  <w:num w:numId="70" w16cid:durableId="793670018">
    <w:abstractNumId w:val="27"/>
  </w:num>
  <w:num w:numId="71" w16cid:durableId="1764062209">
    <w:abstractNumId w:val="79"/>
  </w:num>
  <w:num w:numId="72" w16cid:durableId="1931699086">
    <w:abstractNumId w:val="61"/>
  </w:num>
  <w:num w:numId="73" w16cid:durableId="319122209">
    <w:abstractNumId w:val="57"/>
  </w:num>
  <w:num w:numId="74" w16cid:durableId="298344594">
    <w:abstractNumId w:val="8"/>
  </w:num>
  <w:num w:numId="75" w16cid:durableId="809833522">
    <w:abstractNumId w:val="36"/>
  </w:num>
  <w:num w:numId="76" w16cid:durableId="1868905614">
    <w:abstractNumId w:val="69"/>
  </w:num>
  <w:num w:numId="77" w16cid:durableId="166210343">
    <w:abstractNumId w:val="25"/>
  </w:num>
  <w:num w:numId="78" w16cid:durableId="1887983798">
    <w:abstractNumId w:val="67"/>
  </w:num>
  <w:num w:numId="79" w16cid:durableId="980885441">
    <w:abstractNumId w:val="62"/>
  </w:num>
  <w:num w:numId="80" w16cid:durableId="1332025702">
    <w:abstractNumId w:val="50"/>
  </w:num>
  <w:num w:numId="81" w16cid:durableId="583422210">
    <w:abstractNumId w:val="81"/>
  </w:num>
  <w:num w:numId="82" w16cid:durableId="1377511264">
    <w:abstractNumId w:val="28"/>
  </w:num>
  <w:num w:numId="83" w16cid:durableId="284625312">
    <w:abstractNumId w:val="16"/>
  </w:num>
  <w:num w:numId="84" w16cid:durableId="1359157236">
    <w:abstractNumId w:val="17"/>
  </w:num>
  <w:num w:numId="85" w16cid:durableId="495607935">
    <w:abstractNumId w:val="29"/>
  </w:num>
  <w:num w:numId="86" w16cid:durableId="1372874351">
    <w:abstractNumId w:val="82"/>
  </w:num>
  <w:num w:numId="87" w16cid:durableId="1425609633">
    <w:abstractNumId w:val="31"/>
  </w:num>
  <w:num w:numId="88" w16cid:durableId="1841775529">
    <w:abstractNumId w:val="1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936"/>
    <w:rsid w:val="0000011E"/>
    <w:rsid w:val="00003A70"/>
    <w:rsid w:val="00003DD1"/>
    <w:rsid w:val="00004CC1"/>
    <w:rsid w:val="00007FD0"/>
    <w:rsid w:val="0002072C"/>
    <w:rsid w:val="0002254E"/>
    <w:rsid w:val="00026DA3"/>
    <w:rsid w:val="00030C3E"/>
    <w:rsid w:val="0003571F"/>
    <w:rsid w:val="00035B58"/>
    <w:rsid w:val="00040F7D"/>
    <w:rsid w:val="00044DE4"/>
    <w:rsid w:val="000455AE"/>
    <w:rsid w:val="000520AA"/>
    <w:rsid w:val="00053D1A"/>
    <w:rsid w:val="00054359"/>
    <w:rsid w:val="00054493"/>
    <w:rsid w:val="00055AB3"/>
    <w:rsid w:val="00057290"/>
    <w:rsid w:val="00061A1B"/>
    <w:rsid w:val="00062523"/>
    <w:rsid w:val="00063EA7"/>
    <w:rsid w:val="00064B88"/>
    <w:rsid w:val="00065785"/>
    <w:rsid w:val="00066512"/>
    <w:rsid w:val="00066DC4"/>
    <w:rsid w:val="000702FE"/>
    <w:rsid w:val="00074556"/>
    <w:rsid w:val="00075EC2"/>
    <w:rsid w:val="00076350"/>
    <w:rsid w:val="0008332E"/>
    <w:rsid w:val="000848B3"/>
    <w:rsid w:val="000908F9"/>
    <w:rsid w:val="00097DE8"/>
    <w:rsid w:val="000A0D1E"/>
    <w:rsid w:val="000B380B"/>
    <w:rsid w:val="000B4E3D"/>
    <w:rsid w:val="000B64D7"/>
    <w:rsid w:val="000D00B3"/>
    <w:rsid w:val="000D0BF1"/>
    <w:rsid w:val="000D3442"/>
    <w:rsid w:val="000D44BE"/>
    <w:rsid w:val="000D44EE"/>
    <w:rsid w:val="000E018E"/>
    <w:rsid w:val="000E121F"/>
    <w:rsid w:val="000E20CE"/>
    <w:rsid w:val="000E369C"/>
    <w:rsid w:val="000E3D1F"/>
    <w:rsid w:val="000E4449"/>
    <w:rsid w:val="000E447B"/>
    <w:rsid w:val="000E4AAD"/>
    <w:rsid w:val="000E7510"/>
    <w:rsid w:val="000F5030"/>
    <w:rsid w:val="000F5303"/>
    <w:rsid w:val="00101808"/>
    <w:rsid w:val="00104380"/>
    <w:rsid w:val="00104AB6"/>
    <w:rsid w:val="001058F9"/>
    <w:rsid w:val="00105B77"/>
    <w:rsid w:val="00105EED"/>
    <w:rsid w:val="001070A6"/>
    <w:rsid w:val="00107EDC"/>
    <w:rsid w:val="00111E5D"/>
    <w:rsid w:val="001121CA"/>
    <w:rsid w:val="00115419"/>
    <w:rsid w:val="00120AE4"/>
    <w:rsid w:val="0012136D"/>
    <w:rsid w:val="00121954"/>
    <w:rsid w:val="00121D15"/>
    <w:rsid w:val="00122568"/>
    <w:rsid w:val="00123AC7"/>
    <w:rsid w:val="0012414D"/>
    <w:rsid w:val="001266ED"/>
    <w:rsid w:val="001305DF"/>
    <w:rsid w:val="00130D8C"/>
    <w:rsid w:val="00131016"/>
    <w:rsid w:val="00140B4B"/>
    <w:rsid w:val="001421AF"/>
    <w:rsid w:val="00143C83"/>
    <w:rsid w:val="00145D0C"/>
    <w:rsid w:val="00145FCE"/>
    <w:rsid w:val="00146ECC"/>
    <w:rsid w:val="00152002"/>
    <w:rsid w:val="00155139"/>
    <w:rsid w:val="001556C8"/>
    <w:rsid w:val="001609D3"/>
    <w:rsid w:val="001612FC"/>
    <w:rsid w:val="00165233"/>
    <w:rsid w:val="0016601B"/>
    <w:rsid w:val="00166B24"/>
    <w:rsid w:val="001735C7"/>
    <w:rsid w:val="00176307"/>
    <w:rsid w:val="001763EA"/>
    <w:rsid w:val="00177706"/>
    <w:rsid w:val="00177C6F"/>
    <w:rsid w:val="00177C8B"/>
    <w:rsid w:val="001852A4"/>
    <w:rsid w:val="0018729A"/>
    <w:rsid w:val="00194CF3"/>
    <w:rsid w:val="001957A2"/>
    <w:rsid w:val="001958A6"/>
    <w:rsid w:val="00195F19"/>
    <w:rsid w:val="001A29AD"/>
    <w:rsid w:val="001A50C4"/>
    <w:rsid w:val="001A644B"/>
    <w:rsid w:val="001B1901"/>
    <w:rsid w:val="001B6AB9"/>
    <w:rsid w:val="001C103D"/>
    <w:rsid w:val="001C1BF7"/>
    <w:rsid w:val="001C49C3"/>
    <w:rsid w:val="001D30E4"/>
    <w:rsid w:val="001D5402"/>
    <w:rsid w:val="001E0368"/>
    <w:rsid w:val="001E1B1A"/>
    <w:rsid w:val="001E57CD"/>
    <w:rsid w:val="001E5FD3"/>
    <w:rsid w:val="001E62A6"/>
    <w:rsid w:val="001E7851"/>
    <w:rsid w:val="001F51AC"/>
    <w:rsid w:val="00203287"/>
    <w:rsid w:val="00205530"/>
    <w:rsid w:val="00214945"/>
    <w:rsid w:val="002201BA"/>
    <w:rsid w:val="0022280E"/>
    <w:rsid w:val="002228BC"/>
    <w:rsid w:val="00222D45"/>
    <w:rsid w:val="00227A2D"/>
    <w:rsid w:val="002316CD"/>
    <w:rsid w:val="00233995"/>
    <w:rsid w:val="002359CA"/>
    <w:rsid w:val="002505BE"/>
    <w:rsid w:val="002518EE"/>
    <w:rsid w:val="002527D1"/>
    <w:rsid w:val="00252C75"/>
    <w:rsid w:val="00256C95"/>
    <w:rsid w:val="00263DCA"/>
    <w:rsid w:val="0026704C"/>
    <w:rsid w:val="002671B7"/>
    <w:rsid w:val="00271C85"/>
    <w:rsid w:val="00272C22"/>
    <w:rsid w:val="00274327"/>
    <w:rsid w:val="00282E46"/>
    <w:rsid w:val="002876F8"/>
    <w:rsid w:val="00287808"/>
    <w:rsid w:val="00290E86"/>
    <w:rsid w:val="002912CA"/>
    <w:rsid w:val="00293D35"/>
    <w:rsid w:val="00294817"/>
    <w:rsid w:val="00295FA5"/>
    <w:rsid w:val="002976D8"/>
    <w:rsid w:val="00297CF3"/>
    <w:rsid w:val="002A6638"/>
    <w:rsid w:val="002B0D61"/>
    <w:rsid w:val="002B1004"/>
    <w:rsid w:val="002B1C0A"/>
    <w:rsid w:val="002B2651"/>
    <w:rsid w:val="002B3AC0"/>
    <w:rsid w:val="002B40F4"/>
    <w:rsid w:val="002C36AB"/>
    <w:rsid w:val="002C60A7"/>
    <w:rsid w:val="002C6F7C"/>
    <w:rsid w:val="002D0115"/>
    <w:rsid w:val="002D029B"/>
    <w:rsid w:val="002D3813"/>
    <w:rsid w:val="002D7DDE"/>
    <w:rsid w:val="002E1E68"/>
    <w:rsid w:val="002E71F5"/>
    <w:rsid w:val="002F1846"/>
    <w:rsid w:val="002F4DD5"/>
    <w:rsid w:val="002F5309"/>
    <w:rsid w:val="002F6A37"/>
    <w:rsid w:val="00300115"/>
    <w:rsid w:val="003116CA"/>
    <w:rsid w:val="00312765"/>
    <w:rsid w:val="003158B8"/>
    <w:rsid w:val="00322A0D"/>
    <w:rsid w:val="00327291"/>
    <w:rsid w:val="003332EF"/>
    <w:rsid w:val="003357FA"/>
    <w:rsid w:val="00337D6F"/>
    <w:rsid w:val="0034367F"/>
    <w:rsid w:val="00345F5B"/>
    <w:rsid w:val="0034640F"/>
    <w:rsid w:val="00347373"/>
    <w:rsid w:val="003476CA"/>
    <w:rsid w:val="00350039"/>
    <w:rsid w:val="00353E4D"/>
    <w:rsid w:val="00354587"/>
    <w:rsid w:val="00355B8B"/>
    <w:rsid w:val="0036129C"/>
    <w:rsid w:val="003638D4"/>
    <w:rsid w:val="0036448C"/>
    <w:rsid w:val="00366014"/>
    <w:rsid w:val="0037033E"/>
    <w:rsid w:val="0037049A"/>
    <w:rsid w:val="00370ADB"/>
    <w:rsid w:val="00371438"/>
    <w:rsid w:val="00371AEF"/>
    <w:rsid w:val="0037237D"/>
    <w:rsid w:val="0037289C"/>
    <w:rsid w:val="00373781"/>
    <w:rsid w:val="00373AC9"/>
    <w:rsid w:val="00374E88"/>
    <w:rsid w:val="003758A1"/>
    <w:rsid w:val="003869D7"/>
    <w:rsid w:val="00387CBC"/>
    <w:rsid w:val="00394CDD"/>
    <w:rsid w:val="003A1E26"/>
    <w:rsid w:val="003A43CD"/>
    <w:rsid w:val="003A4956"/>
    <w:rsid w:val="003A7451"/>
    <w:rsid w:val="003A7602"/>
    <w:rsid w:val="003A7B6B"/>
    <w:rsid w:val="003B05C4"/>
    <w:rsid w:val="003B0F38"/>
    <w:rsid w:val="003B10CE"/>
    <w:rsid w:val="003B110E"/>
    <w:rsid w:val="003B4464"/>
    <w:rsid w:val="003B78E6"/>
    <w:rsid w:val="003B7DD1"/>
    <w:rsid w:val="003C2099"/>
    <w:rsid w:val="003D406D"/>
    <w:rsid w:val="003D43DD"/>
    <w:rsid w:val="003D7AF7"/>
    <w:rsid w:val="003E1329"/>
    <w:rsid w:val="003E173F"/>
    <w:rsid w:val="003E176E"/>
    <w:rsid w:val="003E48E8"/>
    <w:rsid w:val="003F10C4"/>
    <w:rsid w:val="003F1C5E"/>
    <w:rsid w:val="003F2677"/>
    <w:rsid w:val="003F5A14"/>
    <w:rsid w:val="004059C1"/>
    <w:rsid w:val="0041084B"/>
    <w:rsid w:val="004164A5"/>
    <w:rsid w:val="004228F3"/>
    <w:rsid w:val="004262A0"/>
    <w:rsid w:val="004272CF"/>
    <w:rsid w:val="004343F5"/>
    <w:rsid w:val="00434D25"/>
    <w:rsid w:val="00435564"/>
    <w:rsid w:val="00435788"/>
    <w:rsid w:val="00436A19"/>
    <w:rsid w:val="00443E3C"/>
    <w:rsid w:val="0044575F"/>
    <w:rsid w:val="00447291"/>
    <w:rsid w:val="0044743D"/>
    <w:rsid w:val="00450951"/>
    <w:rsid w:val="00452454"/>
    <w:rsid w:val="00453745"/>
    <w:rsid w:val="0045581A"/>
    <w:rsid w:val="00457B9A"/>
    <w:rsid w:val="00460A42"/>
    <w:rsid w:val="00464731"/>
    <w:rsid w:val="00471587"/>
    <w:rsid w:val="00472DF8"/>
    <w:rsid w:val="004928C2"/>
    <w:rsid w:val="00493A01"/>
    <w:rsid w:val="0049529B"/>
    <w:rsid w:val="0049632B"/>
    <w:rsid w:val="00497684"/>
    <w:rsid w:val="00497744"/>
    <w:rsid w:val="004A248F"/>
    <w:rsid w:val="004A31E0"/>
    <w:rsid w:val="004A4F4F"/>
    <w:rsid w:val="004A502A"/>
    <w:rsid w:val="004A50C4"/>
    <w:rsid w:val="004B27BE"/>
    <w:rsid w:val="004B4CFE"/>
    <w:rsid w:val="004B540B"/>
    <w:rsid w:val="004B6D3E"/>
    <w:rsid w:val="004B71EE"/>
    <w:rsid w:val="004C1E4C"/>
    <w:rsid w:val="004C4316"/>
    <w:rsid w:val="004C5EDD"/>
    <w:rsid w:val="004C69AB"/>
    <w:rsid w:val="004D1338"/>
    <w:rsid w:val="004D1B31"/>
    <w:rsid w:val="004D50C3"/>
    <w:rsid w:val="004D6268"/>
    <w:rsid w:val="004E11B4"/>
    <w:rsid w:val="004E1376"/>
    <w:rsid w:val="004E3312"/>
    <w:rsid w:val="004E5D4E"/>
    <w:rsid w:val="004E658E"/>
    <w:rsid w:val="004E77D7"/>
    <w:rsid w:val="004F0775"/>
    <w:rsid w:val="004F29DA"/>
    <w:rsid w:val="005024F6"/>
    <w:rsid w:val="00505C42"/>
    <w:rsid w:val="005072C7"/>
    <w:rsid w:val="00507638"/>
    <w:rsid w:val="005119B0"/>
    <w:rsid w:val="00516B2B"/>
    <w:rsid w:val="005214BE"/>
    <w:rsid w:val="00524435"/>
    <w:rsid w:val="0052508E"/>
    <w:rsid w:val="00533526"/>
    <w:rsid w:val="00534674"/>
    <w:rsid w:val="00535719"/>
    <w:rsid w:val="00540639"/>
    <w:rsid w:val="00542D15"/>
    <w:rsid w:val="00544866"/>
    <w:rsid w:val="00552F1C"/>
    <w:rsid w:val="005563F8"/>
    <w:rsid w:val="0055697C"/>
    <w:rsid w:val="0055764C"/>
    <w:rsid w:val="00557ABB"/>
    <w:rsid w:val="00560C1E"/>
    <w:rsid w:val="005614B4"/>
    <w:rsid w:val="00562B1E"/>
    <w:rsid w:val="00564D3B"/>
    <w:rsid w:val="00567C75"/>
    <w:rsid w:val="00575891"/>
    <w:rsid w:val="005762A8"/>
    <w:rsid w:val="00576E58"/>
    <w:rsid w:val="005819FF"/>
    <w:rsid w:val="00583511"/>
    <w:rsid w:val="005852A2"/>
    <w:rsid w:val="00586029"/>
    <w:rsid w:val="0058620C"/>
    <w:rsid w:val="00587BB2"/>
    <w:rsid w:val="00590580"/>
    <w:rsid w:val="005947D9"/>
    <w:rsid w:val="00595562"/>
    <w:rsid w:val="005A0211"/>
    <w:rsid w:val="005A3799"/>
    <w:rsid w:val="005A6FDF"/>
    <w:rsid w:val="005B0D86"/>
    <w:rsid w:val="005B1E1C"/>
    <w:rsid w:val="005B1F3E"/>
    <w:rsid w:val="005B3B93"/>
    <w:rsid w:val="005B3BC8"/>
    <w:rsid w:val="005B3C53"/>
    <w:rsid w:val="005B4AA8"/>
    <w:rsid w:val="005B59DC"/>
    <w:rsid w:val="005C08F1"/>
    <w:rsid w:val="005C1462"/>
    <w:rsid w:val="005C6662"/>
    <w:rsid w:val="005D0A55"/>
    <w:rsid w:val="005D1C1F"/>
    <w:rsid w:val="005D26A1"/>
    <w:rsid w:val="005D6CCA"/>
    <w:rsid w:val="005E0F9A"/>
    <w:rsid w:val="005E38B7"/>
    <w:rsid w:val="005E7289"/>
    <w:rsid w:val="005F4B81"/>
    <w:rsid w:val="00603ECE"/>
    <w:rsid w:val="006076B6"/>
    <w:rsid w:val="0060794F"/>
    <w:rsid w:val="00612280"/>
    <w:rsid w:val="006141C2"/>
    <w:rsid w:val="00614498"/>
    <w:rsid w:val="00615CDD"/>
    <w:rsid w:val="00617214"/>
    <w:rsid w:val="00623ED3"/>
    <w:rsid w:val="0062427E"/>
    <w:rsid w:val="00627792"/>
    <w:rsid w:val="00631045"/>
    <w:rsid w:val="00635BC3"/>
    <w:rsid w:val="00636511"/>
    <w:rsid w:val="00637674"/>
    <w:rsid w:val="00637CCB"/>
    <w:rsid w:val="0064118E"/>
    <w:rsid w:val="006422BF"/>
    <w:rsid w:val="00642AAB"/>
    <w:rsid w:val="00653C4D"/>
    <w:rsid w:val="0065560D"/>
    <w:rsid w:val="006557D6"/>
    <w:rsid w:val="00655B1D"/>
    <w:rsid w:val="00657A37"/>
    <w:rsid w:val="0066011C"/>
    <w:rsid w:val="0066053C"/>
    <w:rsid w:val="00674943"/>
    <w:rsid w:val="00675403"/>
    <w:rsid w:val="00676E37"/>
    <w:rsid w:val="00680A0F"/>
    <w:rsid w:val="00682992"/>
    <w:rsid w:val="00686227"/>
    <w:rsid w:val="0069065A"/>
    <w:rsid w:val="00690FAA"/>
    <w:rsid w:val="00691447"/>
    <w:rsid w:val="00691B68"/>
    <w:rsid w:val="00692163"/>
    <w:rsid w:val="006921A5"/>
    <w:rsid w:val="006951EF"/>
    <w:rsid w:val="00697894"/>
    <w:rsid w:val="006A453F"/>
    <w:rsid w:val="006A6CFB"/>
    <w:rsid w:val="006A7F9C"/>
    <w:rsid w:val="006B0023"/>
    <w:rsid w:val="006B2033"/>
    <w:rsid w:val="006B79AF"/>
    <w:rsid w:val="006B7FDE"/>
    <w:rsid w:val="006C08CC"/>
    <w:rsid w:val="006C3E6E"/>
    <w:rsid w:val="006C4224"/>
    <w:rsid w:val="006C652A"/>
    <w:rsid w:val="006D008B"/>
    <w:rsid w:val="006D1A1C"/>
    <w:rsid w:val="006D526D"/>
    <w:rsid w:val="006D6EFA"/>
    <w:rsid w:val="006D75D5"/>
    <w:rsid w:val="006E0219"/>
    <w:rsid w:val="006E14AE"/>
    <w:rsid w:val="006E7F9C"/>
    <w:rsid w:val="006F21F2"/>
    <w:rsid w:val="006F3EDF"/>
    <w:rsid w:val="006F4724"/>
    <w:rsid w:val="00701530"/>
    <w:rsid w:val="007051C8"/>
    <w:rsid w:val="00706EC6"/>
    <w:rsid w:val="00707BE8"/>
    <w:rsid w:val="007115EC"/>
    <w:rsid w:val="00712A22"/>
    <w:rsid w:val="007152DC"/>
    <w:rsid w:val="00720596"/>
    <w:rsid w:val="00721B03"/>
    <w:rsid w:val="00721CE8"/>
    <w:rsid w:val="00724ACC"/>
    <w:rsid w:val="0072636E"/>
    <w:rsid w:val="007266F8"/>
    <w:rsid w:val="00727A16"/>
    <w:rsid w:val="00730209"/>
    <w:rsid w:val="0073252F"/>
    <w:rsid w:val="00740607"/>
    <w:rsid w:val="007417D8"/>
    <w:rsid w:val="00741B1D"/>
    <w:rsid w:val="0074275B"/>
    <w:rsid w:val="0074647E"/>
    <w:rsid w:val="0075093A"/>
    <w:rsid w:val="007536D8"/>
    <w:rsid w:val="00755278"/>
    <w:rsid w:val="00761008"/>
    <w:rsid w:val="00761AF0"/>
    <w:rsid w:val="00767893"/>
    <w:rsid w:val="00771150"/>
    <w:rsid w:val="00775F70"/>
    <w:rsid w:val="00777836"/>
    <w:rsid w:val="00780ACC"/>
    <w:rsid w:val="007816B2"/>
    <w:rsid w:val="00781B17"/>
    <w:rsid w:val="00781D80"/>
    <w:rsid w:val="00784311"/>
    <w:rsid w:val="00790856"/>
    <w:rsid w:val="00790C2E"/>
    <w:rsid w:val="00791E1B"/>
    <w:rsid w:val="007922B3"/>
    <w:rsid w:val="00794A2F"/>
    <w:rsid w:val="00794F3A"/>
    <w:rsid w:val="007A3BAA"/>
    <w:rsid w:val="007A5837"/>
    <w:rsid w:val="007B0089"/>
    <w:rsid w:val="007B09C6"/>
    <w:rsid w:val="007B16C1"/>
    <w:rsid w:val="007B1E5F"/>
    <w:rsid w:val="007B2418"/>
    <w:rsid w:val="007B2A45"/>
    <w:rsid w:val="007B3E21"/>
    <w:rsid w:val="007B6B00"/>
    <w:rsid w:val="007B754C"/>
    <w:rsid w:val="007C103F"/>
    <w:rsid w:val="007C1F7F"/>
    <w:rsid w:val="007C3940"/>
    <w:rsid w:val="007C5310"/>
    <w:rsid w:val="007C7D7F"/>
    <w:rsid w:val="007D15FF"/>
    <w:rsid w:val="007D3C4F"/>
    <w:rsid w:val="007D5187"/>
    <w:rsid w:val="007D5A5B"/>
    <w:rsid w:val="007D6C85"/>
    <w:rsid w:val="007E0537"/>
    <w:rsid w:val="007E31D4"/>
    <w:rsid w:val="007E3E5B"/>
    <w:rsid w:val="007E7937"/>
    <w:rsid w:val="007F06F5"/>
    <w:rsid w:val="007F0D05"/>
    <w:rsid w:val="007F19EC"/>
    <w:rsid w:val="007F7414"/>
    <w:rsid w:val="008020A9"/>
    <w:rsid w:val="008044CF"/>
    <w:rsid w:val="00804EE2"/>
    <w:rsid w:val="0081254C"/>
    <w:rsid w:val="00812BFB"/>
    <w:rsid w:val="00813361"/>
    <w:rsid w:val="008167CD"/>
    <w:rsid w:val="00822CCD"/>
    <w:rsid w:val="00822F05"/>
    <w:rsid w:val="00823EBA"/>
    <w:rsid w:val="008257D8"/>
    <w:rsid w:val="008263E3"/>
    <w:rsid w:val="00827F17"/>
    <w:rsid w:val="008346E6"/>
    <w:rsid w:val="00835EA8"/>
    <w:rsid w:val="00840D18"/>
    <w:rsid w:val="0084302F"/>
    <w:rsid w:val="008433B6"/>
    <w:rsid w:val="00843624"/>
    <w:rsid w:val="00844D61"/>
    <w:rsid w:val="00846CB0"/>
    <w:rsid w:val="008475DC"/>
    <w:rsid w:val="00847D9A"/>
    <w:rsid w:val="00852624"/>
    <w:rsid w:val="00855988"/>
    <w:rsid w:val="00855D4A"/>
    <w:rsid w:val="00856F6C"/>
    <w:rsid w:val="00861742"/>
    <w:rsid w:val="008642A1"/>
    <w:rsid w:val="0086647D"/>
    <w:rsid w:val="00866DD2"/>
    <w:rsid w:val="0087063F"/>
    <w:rsid w:val="00870E71"/>
    <w:rsid w:val="008747F3"/>
    <w:rsid w:val="00876934"/>
    <w:rsid w:val="008870BE"/>
    <w:rsid w:val="00893049"/>
    <w:rsid w:val="00893715"/>
    <w:rsid w:val="008940A8"/>
    <w:rsid w:val="008946C6"/>
    <w:rsid w:val="008A0A66"/>
    <w:rsid w:val="008A15CD"/>
    <w:rsid w:val="008A545C"/>
    <w:rsid w:val="008A571C"/>
    <w:rsid w:val="008A59BC"/>
    <w:rsid w:val="008A6DC0"/>
    <w:rsid w:val="008B4E7F"/>
    <w:rsid w:val="008C0DAA"/>
    <w:rsid w:val="008C5FF6"/>
    <w:rsid w:val="008D13A2"/>
    <w:rsid w:val="008D395D"/>
    <w:rsid w:val="008D4500"/>
    <w:rsid w:val="008E0B2F"/>
    <w:rsid w:val="008E1242"/>
    <w:rsid w:val="008E3ADA"/>
    <w:rsid w:val="008F03D1"/>
    <w:rsid w:val="008F7F55"/>
    <w:rsid w:val="00900461"/>
    <w:rsid w:val="009004C5"/>
    <w:rsid w:val="0090113A"/>
    <w:rsid w:val="0090277D"/>
    <w:rsid w:val="009113B6"/>
    <w:rsid w:val="0091257D"/>
    <w:rsid w:val="009150DA"/>
    <w:rsid w:val="009160E9"/>
    <w:rsid w:val="009177E1"/>
    <w:rsid w:val="00921D1D"/>
    <w:rsid w:val="009221AD"/>
    <w:rsid w:val="00922AA9"/>
    <w:rsid w:val="00922CA7"/>
    <w:rsid w:val="00931571"/>
    <w:rsid w:val="0093500A"/>
    <w:rsid w:val="00936458"/>
    <w:rsid w:val="00941565"/>
    <w:rsid w:val="00943517"/>
    <w:rsid w:val="009440AB"/>
    <w:rsid w:val="0094505C"/>
    <w:rsid w:val="00946178"/>
    <w:rsid w:val="009535CD"/>
    <w:rsid w:val="009546E2"/>
    <w:rsid w:val="009553D5"/>
    <w:rsid w:val="0095650D"/>
    <w:rsid w:val="0096032E"/>
    <w:rsid w:val="009618FB"/>
    <w:rsid w:val="00961B24"/>
    <w:rsid w:val="009751DD"/>
    <w:rsid w:val="00976F10"/>
    <w:rsid w:val="009824EB"/>
    <w:rsid w:val="0099630F"/>
    <w:rsid w:val="009966B9"/>
    <w:rsid w:val="00996FE3"/>
    <w:rsid w:val="009A0CEA"/>
    <w:rsid w:val="009A1303"/>
    <w:rsid w:val="009A270A"/>
    <w:rsid w:val="009A72D7"/>
    <w:rsid w:val="009B15E9"/>
    <w:rsid w:val="009B32CD"/>
    <w:rsid w:val="009B3CFB"/>
    <w:rsid w:val="009C031D"/>
    <w:rsid w:val="009D272C"/>
    <w:rsid w:val="009D2C2B"/>
    <w:rsid w:val="009D2F1A"/>
    <w:rsid w:val="009D3C8C"/>
    <w:rsid w:val="009D43F7"/>
    <w:rsid w:val="009D71F2"/>
    <w:rsid w:val="009E3B72"/>
    <w:rsid w:val="009E40D8"/>
    <w:rsid w:val="009F45FD"/>
    <w:rsid w:val="009F4B79"/>
    <w:rsid w:val="009F4C26"/>
    <w:rsid w:val="009F5B43"/>
    <w:rsid w:val="00A01D2B"/>
    <w:rsid w:val="00A02999"/>
    <w:rsid w:val="00A02EDA"/>
    <w:rsid w:val="00A07CA0"/>
    <w:rsid w:val="00A11B46"/>
    <w:rsid w:val="00A2149D"/>
    <w:rsid w:val="00A217F6"/>
    <w:rsid w:val="00A218A0"/>
    <w:rsid w:val="00A22024"/>
    <w:rsid w:val="00A24CD0"/>
    <w:rsid w:val="00A258CF"/>
    <w:rsid w:val="00A31E42"/>
    <w:rsid w:val="00A33E41"/>
    <w:rsid w:val="00A35267"/>
    <w:rsid w:val="00A36680"/>
    <w:rsid w:val="00A423AA"/>
    <w:rsid w:val="00A52AE9"/>
    <w:rsid w:val="00A52F78"/>
    <w:rsid w:val="00A5560E"/>
    <w:rsid w:val="00A560D0"/>
    <w:rsid w:val="00A609F0"/>
    <w:rsid w:val="00A64B30"/>
    <w:rsid w:val="00A67683"/>
    <w:rsid w:val="00A72348"/>
    <w:rsid w:val="00A72CED"/>
    <w:rsid w:val="00A746BC"/>
    <w:rsid w:val="00A7612B"/>
    <w:rsid w:val="00A8443F"/>
    <w:rsid w:val="00A86BC0"/>
    <w:rsid w:val="00A90C2F"/>
    <w:rsid w:val="00AA1513"/>
    <w:rsid w:val="00AA36FF"/>
    <w:rsid w:val="00AA53B3"/>
    <w:rsid w:val="00AB0A81"/>
    <w:rsid w:val="00AB2634"/>
    <w:rsid w:val="00AB7677"/>
    <w:rsid w:val="00AC1824"/>
    <w:rsid w:val="00AC2E0B"/>
    <w:rsid w:val="00AC2E36"/>
    <w:rsid w:val="00AC6844"/>
    <w:rsid w:val="00AC7058"/>
    <w:rsid w:val="00AC715D"/>
    <w:rsid w:val="00AD1455"/>
    <w:rsid w:val="00AD382B"/>
    <w:rsid w:val="00AD505D"/>
    <w:rsid w:val="00AD51FC"/>
    <w:rsid w:val="00AD5278"/>
    <w:rsid w:val="00AD6948"/>
    <w:rsid w:val="00AD6D98"/>
    <w:rsid w:val="00AE1444"/>
    <w:rsid w:val="00AE7195"/>
    <w:rsid w:val="00AE78DD"/>
    <w:rsid w:val="00AF00B8"/>
    <w:rsid w:val="00AF08F5"/>
    <w:rsid w:val="00AF0B38"/>
    <w:rsid w:val="00AF3ADA"/>
    <w:rsid w:val="00AF5122"/>
    <w:rsid w:val="00AF67F4"/>
    <w:rsid w:val="00AF7BEE"/>
    <w:rsid w:val="00B053D6"/>
    <w:rsid w:val="00B12F98"/>
    <w:rsid w:val="00B2003E"/>
    <w:rsid w:val="00B25280"/>
    <w:rsid w:val="00B27109"/>
    <w:rsid w:val="00B276A3"/>
    <w:rsid w:val="00B336D3"/>
    <w:rsid w:val="00B33BD0"/>
    <w:rsid w:val="00B34133"/>
    <w:rsid w:val="00B37C8C"/>
    <w:rsid w:val="00B43B4D"/>
    <w:rsid w:val="00B44B46"/>
    <w:rsid w:val="00B4510B"/>
    <w:rsid w:val="00B52287"/>
    <w:rsid w:val="00B52D84"/>
    <w:rsid w:val="00B53A1C"/>
    <w:rsid w:val="00B562B3"/>
    <w:rsid w:val="00B60F5E"/>
    <w:rsid w:val="00B61BB4"/>
    <w:rsid w:val="00B6396F"/>
    <w:rsid w:val="00B674C3"/>
    <w:rsid w:val="00B74ED5"/>
    <w:rsid w:val="00B7589B"/>
    <w:rsid w:val="00B8154D"/>
    <w:rsid w:val="00B8727F"/>
    <w:rsid w:val="00B875EE"/>
    <w:rsid w:val="00B9037F"/>
    <w:rsid w:val="00B94987"/>
    <w:rsid w:val="00B94B24"/>
    <w:rsid w:val="00B97BFA"/>
    <w:rsid w:val="00B97C09"/>
    <w:rsid w:val="00BA0C92"/>
    <w:rsid w:val="00BA2544"/>
    <w:rsid w:val="00BA3E88"/>
    <w:rsid w:val="00BA61A8"/>
    <w:rsid w:val="00BA65C0"/>
    <w:rsid w:val="00BB3DF6"/>
    <w:rsid w:val="00BB77D6"/>
    <w:rsid w:val="00BC0406"/>
    <w:rsid w:val="00BC10AD"/>
    <w:rsid w:val="00BC334C"/>
    <w:rsid w:val="00BC5CD0"/>
    <w:rsid w:val="00BD07E0"/>
    <w:rsid w:val="00BD0DDD"/>
    <w:rsid w:val="00BD0E56"/>
    <w:rsid w:val="00BD40DE"/>
    <w:rsid w:val="00BD5C81"/>
    <w:rsid w:val="00BD69B5"/>
    <w:rsid w:val="00BE34E2"/>
    <w:rsid w:val="00BE620E"/>
    <w:rsid w:val="00BF0D90"/>
    <w:rsid w:val="00BF3CC7"/>
    <w:rsid w:val="00BF3F34"/>
    <w:rsid w:val="00BF5062"/>
    <w:rsid w:val="00BF6A12"/>
    <w:rsid w:val="00C04EB5"/>
    <w:rsid w:val="00C04FE2"/>
    <w:rsid w:val="00C050BB"/>
    <w:rsid w:val="00C05FB1"/>
    <w:rsid w:val="00C14ADA"/>
    <w:rsid w:val="00C15D20"/>
    <w:rsid w:val="00C15F67"/>
    <w:rsid w:val="00C16C3C"/>
    <w:rsid w:val="00C2286F"/>
    <w:rsid w:val="00C24292"/>
    <w:rsid w:val="00C24945"/>
    <w:rsid w:val="00C33B60"/>
    <w:rsid w:val="00C342EE"/>
    <w:rsid w:val="00C34AD0"/>
    <w:rsid w:val="00C36981"/>
    <w:rsid w:val="00C3724F"/>
    <w:rsid w:val="00C456E7"/>
    <w:rsid w:val="00C46336"/>
    <w:rsid w:val="00C4733D"/>
    <w:rsid w:val="00C478F5"/>
    <w:rsid w:val="00C50138"/>
    <w:rsid w:val="00C50F30"/>
    <w:rsid w:val="00C516AD"/>
    <w:rsid w:val="00C51E70"/>
    <w:rsid w:val="00C52E22"/>
    <w:rsid w:val="00C54814"/>
    <w:rsid w:val="00C568B0"/>
    <w:rsid w:val="00C56906"/>
    <w:rsid w:val="00C56F48"/>
    <w:rsid w:val="00C57AD9"/>
    <w:rsid w:val="00C619E2"/>
    <w:rsid w:val="00C61ECD"/>
    <w:rsid w:val="00C62B67"/>
    <w:rsid w:val="00C631E4"/>
    <w:rsid w:val="00C64C08"/>
    <w:rsid w:val="00C70936"/>
    <w:rsid w:val="00C70D60"/>
    <w:rsid w:val="00C70D87"/>
    <w:rsid w:val="00C72428"/>
    <w:rsid w:val="00C778A3"/>
    <w:rsid w:val="00C80702"/>
    <w:rsid w:val="00C807FE"/>
    <w:rsid w:val="00C8106F"/>
    <w:rsid w:val="00C8341C"/>
    <w:rsid w:val="00C87CBF"/>
    <w:rsid w:val="00C904F4"/>
    <w:rsid w:val="00C906A7"/>
    <w:rsid w:val="00C91E7E"/>
    <w:rsid w:val="00C94659"/>
    <w:rsid w:val="00C95025"/>
    <w:rsid w:val="00C95CCC"/>
    <w:rsid w:val="00CA1D31"/>
    <w:rsid w:val="00CA64DB"/>
    <w:rsid w:val="00CB1AA3"/>
    <w:rsid w:val="00CB2E44"/>
    <w:rsid w:val="00CB4C6C"/>
    <w:rsid w:val="00CC2E64"/>
    <w:rsid w:val="00CC3032"/>
    <w:rsid w:val="00CC5062"/>
    <w:rsid w:val="00CC5D39"/>
    <w:rsid w:val="00CC7354"/>
    <w:rsid w:val="00CC756A"/>
    <w:rsid w:val="00CD0B6F"/>
    <w:rsid w:val="00CD15CB"/>
    <w:rsid w:val="00CD2607"/>
    <w:rsid w:val="00CD4DFD"/>
    <w:rsid w:val="00CD71F3"/>
    <w:rsid w:val="00CE22C8"/>
    <w:rsid w:val="00CE7BEE"/>
    <w:rsid w:val="00CF361B"/>
    <w:rsid w:val="00CF3BEB"/>
    <w:rsid w:val="00CF5C1D"/>
    <w:rsid w:val="00CF6BE2"/>
    <w:rsid w:val="00CF757F"/>
    <w:rsid w:val="00CF7EE2"/>
    <w:rsid w:val="00D03975"/>
    <w:rsid w:val="00D05229"/>
    <w:rsid w:val="00D06010"/>
    <w:rsid w:val="00D0681D"/>
    <w:rsid w:val="00D12E7B"/>
    <w:rsid w:val="00D15ECE"/>
    <w:rsid w:val="00D21FA9"/>
    <w:rsid w:val="00D23D18"/>
    <w:rsid w:val="00D26483"/>
    <w:rsid w:val="00D27A32"/>
    <w:rsid w:val="00D33B29"/>
    <w:rsid w:val="00D36B96"/>
    <w:rsid w:val="00D41FCE"/>
    <w:rsid w:val="00D4252B"/>
    <w:rsid w:val="00D42BA0"/>
    <w:rsid w:val="00D4384F"/>
    <w:rsid w:val="00D43899"/>
    <w:rsid w:val="00D44BE7"/>
    <w:rsid w:val="00D510DB"/>
    <w:rsid w:val="00D543E3"/>
    <w:rsid w:val="00D54793"/>
    <w:rsid w:val="00D54B95"/>
    <w:rsid w:val="00D573EE"/>
    <w:rsid w:val="00D57B14"/>
    <w:rsid w:val="00D64531"/>
    <w:rsid w:val="00D66F4F"/>
    <w:rsid w:val="00D6785E"/>
    <w:rsid w:val="00D67EDC"/>
    <w:rsid w:val="00D82B62"/>
    <w:rsid w:val="00D840FB"/>
    <w:rsid w:val="00D91910"/>
    <w:rsid w:val="00D9271D"/>
    <w:rsid w:val="00D92FD5"/>
    <w:rsid w:val="00D93437"/>
    <w:rsid w:val="00D95F7A"/>
    <w:rsid w:val="00DA2CC1"/>
    <w:rsid w:val="00DA4315"/>
    <w:rsid w:val="00DA6700"/>
    <w:rsid w:val="00DA7078"/>
    <w:rsid w:val="00DA7769"/>
    <w:rsid w:val="00DB654E"/>
    <w:rsid w:val="00DC1343"/>
    <w:rsid w:val="00DC1BBF"/>
    <w:rsid w:val="00DC2BB7"/>
    <w:rsid w:val="00DC4C1F"/>
    <w:rsid w:val="00DC7468"/>
    <w:rsid w:val="00DD1165"/>
    <w:rsid w:val="00DD1C1B"/>
    <w:rsid w:val="00DD24F3"/>
    <w:rsid w:val="00DD2F5D"/>
    <w:rsid w:val="00DD5794"/>
    <w:rsid w:val="00DD7A83"/>
    <w:rsid w:val="00DE0C9B"/>
    <w:rsid w:val="00DE5856"/>
    <w:rsid w:val="00DF2E20"/>
    <w:rsid w:val="00DF4248"/>
    <w:rsid w:val="00E01F57"/>
    <w:rsid w:val="00E025F3"/>
    <w:rsid w:val="00E04AC7"/>
    <w:rsid w:val="00E07701"/>
    <w:rsid w:val="00E07916"/>
    <w:rsid w:val="00E1279E"/>
    <w:rsid w:val="00E1331F"/>
    <w:rsid w:val="00E15A6B"/>
    <w:rsid w:val="00E165F0"/>
    <w:rsid w:val="00E176D4"/>
    <w:rsid w:val="00E17D08"/>
    <w:rsid w:val="00E24571"/>
    <w:rsid w:val="00E26168"/>
    <w:rsid w:val="00E30EC7"/>
    <w:rsid w:val="00E362C4"/>
    <w:rsid w:val="00E370FD"/>
    <w:rsid w:val="00E43BDE"/>
    <w:rsid w:val="00E440B9"/>
    <w:rsid w:val="00E44B58"/>
    <w:rsid w:val="00E45F08"/>
    <w:rsid w:val="00E50D8A"/>
    <w:rsid w:val="00E51104"/>
    <w:rsid w:val="00E529B5"/>
    <w:rsid w:val="00E5388D"/>
    <w:rsid w:val="00E554BB"/>
    <w:rsid w:val="00E572FB"/>
    <w:rsid w:val="00E57544"/>
    <w:rsid w:val="00E6271A"/>
    <w:rsid w:val="00E64102"/>
    <w:rsid w:val="00E651CA"/>
    <w:rsid w:val="00E676DC"/>
    <w:rsid w:val="00E70C8B"/>
    <w:rsid w:val="00E70D6A"/>
    <w:rsid w:val="00E71271"/>
    <w:rsid w:val="00E72116"/>
    <w:rsid w:val="00E72FEC"/>
    <w:rsid w:val="00E74051"/>
    <w:rsid w:val="00E75363"/>
    <w:rsid w:val="00E75EB2"/>
    <w:rsid w:val="00E761CA"/>
    <w:rsid w:val="00E82E8C"/>
    <w:rsid w:val="00E83FB0"/>
    <w:rsid w:val="00E928A6"/>
    <w:rsid w:val="00E93EEF"/>
    <w:rsid w:val="00E97FA5"/>
    <w:rsid w:val="00EA00E0"/>
    <w:rsid w:val="00EA720B"/>
    <w:rsid w:val="00EA7B94"/>
    <w:rsid w:val="00EB2D34"/>
    <w:rsid w:val="00EB3688"/>
    <w:rsid w:val="00EB3C86"/>
    <w:rsid w:val="00EC2433"/>
    <w:rsid w:val="00EC2621"/>
    <w:rsid w:val="00EC5F7B"/>
    <w:rsid w:val="00EC6535"/>
    <w:rsid w:val="00EC68FF"/>
    <w:rsid w:val="00ED0F36"/>
    <w:rsid w:val="00ED12AB"/>
    <w:rsid w:val="00ED2CB1"/>
    <w:rsid w:val="00ED4409"/>
    <w:rsid w:val="00ED6B27"/>
    <w:rsid w:val="00ED7DF6"/>
    <w:rsid w:val="00EE2A0A"/>
    <w:rsid w:val="00EE6F5C"/>
    <w:rsid w:val="00EF34F8"/>
    <w:rsid w:val="00EF597E"/>
    <w:rsid w:val="00F012FC"/>
    <w:rsid w:val="00F0158F"/>
    <w:rsid w:val="00F1063E"/>
    <w:rsid w:val="00F12D42"/>
    <w:rsid w:val="00F14D95"/>
    <w:rsid w:val="00F204E9"/>
    <w:rsid w:val="00F216CE"/>
    <w:rsid w:val="00F22645"/>
    <w:rsid w:val="00F24467"/>
    <w:rsid w:val="00F27A24"/>
    <w:rsid w:val="00F32C86"/>
    <w:rsid w:val="00F337C3"/>
    <w:rsid w:val="00F3545D"/>
    <w:rsid w:val="00F40A91"/>
    <w:rsid w:val="00F40B3E"/>
    <w:rsid w:val="00F426B8"/>
    <w:rsid w:val="00F43722"/>
    <w:rsid w:val="00F4446A"/>
    <w:rsid w:val="00F518EE"/>
    <w:rsid w:val="00F522C1"/>
    <w:rsid w:val="00F55903"/>
    <w:rsid w:val="00F56E33"/>
    <w:rsid w:val="00F61A3F"/>
    <w:rsid w:val="00F63ABE"/>
    <w:rsid w:val="00F640C4"/>
    <w:rsid w:val="00F64390"/>
    <w:rsid w:val="00F668BC"/>
    <w:rsid w:val="00F6701A"/>
    <w:rsid w:val="00F67A30"/>
    <w:rsid w:val="00F70A4E"/>
    <w:rsid w:val="00F72199"/>
    <w:rsid w:val="00F7391B"/>
    <w:rsid w:val="00F741BD"/>
    <w:rsid w:val="00F74D2E"/>
    <w:rsid w:val="00F75C92"/>
    <w:rsid w:val="00F75CB2"/>
    <w:rsid w:val="00F771E1"/>
    <w:rsid w:val="00F82235"/>
    <w:rsid w:val="00F83861"/>
    <w:rsid w:val="00F84C8D"/>
    <w:rsid w:val="00F908FC"/>
    <w:rsid w:val="00F9093B"/>
    <w:rsid w:val="00F93BCC"/>
    <w:rsid w:val="00F94C26"/>
    <w:rsid w:val="00F96420"/>
    <w:rsid w:val="00F9776B"/>
    <w:rsid w:val="00FA5131"/>
    <w:rsid w:val="00FA5A44"/>
    <w:rsid w:val="00FA7619"/>
    <w:rsid w:val="00FB0274"/>
    <w:rsid w:val="00FB5C4F"/>
    <w:rsid w:val="00FC016A"/>
    <w:rsid w:val="00FC2EBC"/>
    <w:rsid w:val="00FC6F72"/>
    <w:rsid w:val="00FD0073"/>
    <w:rsid w:val="00FD0D15"/>
    <w:rsid w:val="00FD5D61"/>
    <w:rsid w:val="00FD7408"/>
    <w:rsid w:val="00FD7CA2"/>
    <w:rsid w:val="00FE0EF4"/>
    <w:rsid w:val="00FE1FE2"/>
    <w:rsid w:val="00FE4EE7"/>
    <w:rsid w:val="00FE7E76"/>
    <w:rsid w:val="00FF2A53"/>
    <w:rsid w:val="00FF37F2"/>
    <w:rsid w:val="00FF3EC9"/>
    <w:rsid w:val="00FF407A"/>
    <w:rsid w:val="00FF47DA"/>
    <w:rsid w:val="00FF53AB"/>
    <w:rsid w:val="00FF5E47"/>
    <w:rsid w:val="00FF7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35146"/>
  <w15:chartTrackingRefBased/>
  <w15:docId w15:val="{8D424954-7753-48AC-84E2-9D38CA37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058"/>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21D15"/>
    <w:pPr>
      <w:tabs>
        <w:tab w:val="center" w:pos="4320"/>
        <w:tab w:val="right" w:pos="8640"/>
      </w:tabs>
    </w:pPr>
    <w:rPr>
      <w:rFonts w:ascii="Arial" w:hAnsi="Arial"/>
      <w:sz w:val="22"/>
    </w:rPr>
  </w:style>
  <w:style w:type="character" w:customStyle="1" w:styleId="HeaderChar">
    <w:name w:val="Header Char"/>
    <w:basedOn w:val="DefaultParagraphFont"/>
    <w:link w:val="Header"/>
    <w:rsid w:val="00121D15"/>
    <w:rPr>
      <w:rFonts w:ascii="Arial" w:eastAsia="Times New Roman" w:hAnsi="Arial" w:cs="Times New Roman"/>
      <w:szCs w:val="24"/>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121D15"/>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121D15"/>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70936"/>
    <w:pPr>
      <w:ind w:left="720"/>
      <w:contextualSpacing/>
    </w:pPr>
  </w:style>
  <w:style w:type="character" w:customStyle="1" w:styleId="normaltextrun">
    <w:name w:val="normaltextrun"/>
    <w:basedOn w:val="DefaultParagraphFont"/>
    <w:rsid w:val="00C70936"/>
  </w:style>
  <w:style w:type="paragraph" w:customStyle="1" w:styleId="Level1">
    <w:name w:val="Level 1"/>
    <w:basedOn w:val="Normal"/>
    <w:rsid w:val="0084302F"/>
    <w:pPr>
      <w:ind w:left="848" w:hanging="604"/>
    </w:pPr>
  </w:style>
  <w:style w:type="character" w:styleId="CommentReference">
    <w:name w:val="annotation reference"/>
    <w:basedOn w:val="DefaultParagraphFont"/>
    <w:uiPriority w:val="99"/>
    <w:semiHidden/>
    <w:unhideWhenUsed/>
    <w:rsid w:val="00C52E22"/>
    <w:rPr>
      <w:sz w:val="16"/>
      <w:szCs w:val="16"/>
    </w:rPr>
  </w:style>
  <w:style w:type="paragraph" w:styleId="CommentText">
    <w:name w:val="annotation text"/>
    <w:basedOn w:val="Normal"/>
    <w:link w:val="CommentTextChar"/>
    <w:uiPriority w:val="99"/>
    <w:unhideWhenUsed/>
    <w:rsid w:val="00256C95"/>
    <w:rPr>
      <w:rFonts w:ascii="Arial" w:hAnsi="Arial"/>
      <w:sz w:val="20"/>
      <w:szCs w:val="20"/>
    </w:rPr>
  </w:style>
  <w:style w:type="character" w:customStyle="1" w:styleId="CommentTextChar">
    <w:name w:val="Comment Text Char"/>
    <w:basedOn w:val="DefaultParagraphFont"/>
    <w:link w:val="CommentText"/>
    <w:uiPriority w:val="99"/>
    <w:rsid w:val="00256C9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52E22"/>
    <w:rPr>
      <w:b/>
      <w:bCs/>
    </w:rPr>
  </w:style>
  <w:style w:type="character" w:customStyle="1" w:styleId="CommentSubjectChar">
    <w:name w:val="Comment Subject Char"/>
    <w:basedOn w:val="CommentTextChar"/>
    <w:link w:val="CommentSubject"/>
    <w:uiPriority w:val="99"/>
    <w:semiHidden/>
    <w:rsid w:val="00C52E22"/>
    <w:rPr>
      <w:rFonts w:ascii="Segoe Print" w:eastAsia="Times New Roman" w:hAnsi="Segoe Print" w:cs="Times New Roman"/>
      <w:b/>
      <w:bCs/>
      <w:sz w:val="20"/>
      <w:szCs w:val="20"/>
    </w:rPr>
  </w:style>
  <w:style w:type="paragraph" w:styleId="ListBullet2">
    <w:name w:val="List Bullet 2"/>
    <w:basedOn w:val="Normal"/>
    <w:uiPriority w:val="99"/>
    <w:unhideWhenUsed/>
    <w:rsid w:val="00F74D2E"/>
    <w:pPr>
      <w:numPr>
        <w:numId w:val="1"/>
      </w:numPr>
      <w:spacing w:after="220"/>
      <w:contextualSpacing/>
    </w:pPr>
    <w:rPr>
      <w:rFonts w:ascii="Arial" w:hAnsi="Arial"/>
      <w:sz w:val="22"/>
    </w:rPr>
  </w:style>
  <w:style w:type="paragraph" w:customStyle="1" w:styleId="BodyText4">
    <w:name w:val="Body Text 4"/>
    <w:basedOn w:val="BodyText3"/>
    <w:qFormat/>
    <w:rsid w:val="00F74D2E"/>
    <w:pPr>
      <w:ind w:left="1080"/>
    </w:pPr>
  </w:style>
  <w:style w:type="paragraph" w:customStyle="1" w:styleId="BodyTextHeading1">
    <w:name w:val="Body Text Heading 1"/>
    <w:basedOn w:val="BodyText"/>
    <w:qFormat/>
    <w:rsid w:val="00AD51FC"/>
    <w:pPr>
      <w:keepNext/>
      <w:keepLines/>
      <w:spacing w:before="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D7B11459-B3DC-446A-8584-A75EA4A231E0}">
  <ds:schemaRefs>
    <ds:schemaRef ds:uri="http://schemas.openxmlformats.org/officeDocument/2006/bibliography"/>
  </ds:schemaRefs>
</ds:datastoreItem>
</file>

<file path=customXml/itemProps2.xml><?xml version="1.0" encoding="utf-8"?>
<ds:datastoreItem xmlns:ds="http://schemas.openxmlformats.org/officeDocument/2006/customXml" ds:itemID="{76294B58-F76D-486B-969B-0A7456741A5E}">
  <ds:schemaRefs>
    <ds:schemaRef ds:uri="http://schemas.microsoft.com/sharepoint/v3/contenttype/forms"/>
  </ds:schemaRefs>
</ds:datastoreItem>
</file>

<file path=customXml/itemProps3.xml><?xml version="1.0" encoding="utf-8"?>
<ds:datastoreItem xmlns:ds="http://schemas.openxmlformats.org/officeDocument/2006/customXml" ds:itemID="{106908B2-C28B-4278-AE24-EADD17B61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D6486F-BA5F-40DB-990A-ADAD6451E9B7}">
  <ds:schemaRefs>
    <ds:schemaRef ds:uri="http://schemas.microsoft.com/sharepoint/v3"/>
    <ds:schemaRef ds:uri="http://schemas.openxmlformats.org/package/2006/metadata/core-properties"/>
    <ds:schemaRef ds:uri="http://purl.org/dc/terms/"/>
    <ds:schemaRef ds:uri="4ebc427b-1bcf-4856-a750-efc6bf2bcca6"/>
    <ds:schemaRef ds:uri="http://schemas.microsoft.com/office/2006/documentManagement/types"/>
    <ds:schemaRef ds:uri="http://schemas.microsoft.com/office/infopath/2007/PartnerControls"/>
    <ds:schemaRef ds:uri="http://schemas.microsoft.com/office/2006/metadata/properties"/>
    <ds:schemaRef ds:uri="http://purl.org/dc/elements/1.1/"/>
    <ds:schemaRef ds:uri="bd536709-b854-4f3b-a247-393f1123cff3"/>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50</Pages>
  <Words>13901</Words>
  <Characters>79240</Characters>
  <Application>Microsoft Office Word</Application>
  <DocSecurity>2</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2025-05-27T21:29:00Z</dcterms:created>
  <dcterms:modified xsi:type="dcterms:W3CDTF">2025-05-27T21:30:00Z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